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Higashi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8261E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3.1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A275CE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を一覧表に記入する。</w:t>
      </w:r>
    </w:p>
    <w:sectPr w:rsidR="00150623" w:rsidRPr="00A275CE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23" w:rsidRDefault="00150623" w:rsidP="00150623">
      <w:r>
        <w:separator/>
      </w:r>
    </w:p>
  </w:endnote>
  <w:endnote w:type="continuationSeparator" w:id="0">
    <w:p w:rsidR="00150623" w:rsidRDefault="00150623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23" w:rsidRDefault="00150623" w:rsidP="00150623">
      <w:r>
        <w:separator/>
      </w:r>
    </w:p>
  </w:footnote>
  <w:footnote w:type="continuationSeparator" w:id="0">
    <w:p w:rsidR="00150623" w:rsidRDefault="00150623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61E3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275CE"/>
    <w:rsid w:val="00A43B30"/>
    <w:rsid w:val="00A64388"/>
    <w:rsid w:val="00A71CD3"/>
    <w:rsid w:val="00AA7862"/>
    <w:rsid w:val="00BE381C"/>
    <w:rsid w:val="00CB742C"/>
    <w:rsid w:val="00D32AC7"/>
    <w:rsid w:val="00D47F47"/>
    <w:rsid w:val="00D96D27"/>
    <w:rsid w:val="00E31AE4"/>
    <w:rsid w:val="00E91DBF"/>
    <w:rsid w:val="00ED3D5E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74FA54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4DFEC732</Template>
  <TotalTime>29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豊島 一寿</cp:lastModifiedBy>
  <cp:revision>8</cp:revision>
  <dcterms:created xsi:type="dcterms:W3CDTF">2013-02-15T06:34:00Z</dcterms:created>
  <dcterms:modified xsi:type="dcterms:W3CDTF">2023-10-16T04:02:00Z</dcterms:modified>
</cp:coreProperties>
</file>