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, </w:t>
            </w:r>
            <w:r w:rsidR="00CB319C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Ch</w:t>
            </w:r>
            <w:bookmarkStart w:id="0" w:name="_GoBack"/>
            <w:bookmarkEnd w:id="0"/>
            <w:r w:rsidR="00ED3D6D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uo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8236DB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3.1</w:t>
            </w:r>
          </w:p>
        </w:tc>
        <w:tc>
          <w:tcPr>
            <w:tcW w:w="1276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A275CE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を一覧表に記入する。</w:t>
      </w:r>
    </w:p>
    <w:sectPr w:rsidR="00150623" w:rsidRPr="00A275CE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23" w:rsidRDefault="00150623" w:rsidP="00150623">
      <w:r>
        <w:separator/>
      </w:r>
    </w:p>
  </w:endnote>
  <w:endnote w:type="continuationSeparator" w:id="0">
    <w:p w:rsidR="00150623" w:rsidRDefault="00150623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23" w:rsidRDefault="00150623" w:rsidP="00150623">
      <w:r>
        <w:separator/>
      </w:r>
    </w:p>
  </w:footnote>
  <w:footnote w:type="continuationSeparator" w:id="0">
    <w:p w:rsidR="00150623" w:rsidRDefault="00150623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36DB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275CE"/>
    <w:rsid w:val="00A43B30"/>
    <w:rsid w:val="00A64388"/>
    <w:rsid w:val="00A71CD3"/>
    <w:rsid w:val="00AA7862"/>
    <w:rsid w:val="00BE381C"/>
    <w:rsid w:val="00CB319C"/>
    <w:rsid w:val="00CB742C"/>
    <w:rsid w:val="00D32AC7"/>
    <w:rsid w:val="00D47F47"/>
    <w:rsid w:val="00D96D27"/>
    <w:rsid w:val="00E31AE4"/>
    <w:rsid w:val="00E91DBF"/>
    <w:rsid w:val="00ED3D5E"/>
    <w:rsid w:val="00ED3D6D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013892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2611DAF6</Template>
  <TotalTime>32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三室 智愛</cp:lastModifiedBy>
  <cp:revision>10</cp:revision>
  <cp:lastPrinted>2024-04-07T13:19:00Z</cp:lastPrinted>
  <dcterms:created xsi:type="dcterms:W3CDTF">2013-02-15T06:34:00Z</dcterms:created>
  <dcterms:modified xsi:type="dcterms:W3CDTF">2024-04-07T13:22:00Z</dcterms:modified>
</cp:coreProperties>
</file>