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A4BF8" w14:textId="46C19D1D" w:rsidR="008060F2" w:rsidRDefault="00C34427" w:rsidP="0043709B">
      <w:pPr>
        <w:ind w:left="1715" w:hangingChars="900" w:hanging="1715"/>
        <w:jc w:val="left"/>
        <w:rPr>
          <w:rFonts w:asciiTheme="majorEastAsia" w:eastAsiaTheme="majorEastAsia" w:hAnsiTheme="majorEastAsia"/>
          <w:b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szCs w:val="21"/>
        </w:rPr>
        <w:t>【</w:t>
      </w:r>
      <w:r w:rsidR="00362704">
        <w:rPr>
          <w:rFonts w:asciiTheme="majorEastAsia" w:eastAsiaTheme="majorEastAsia" w:hAnsiTheme="majorEastAsia" w:hint="eastAsia"/>
          <w:b/>
          <w:szCs w:val="21"/>
        </w:rPr>
        <w:t>研究助成等</w:t>
      </w:r>
      <w:r>
        <w:rPr>
          <w:rFonts w:asciiTheme="majorEastAsia" w:eastAsiaTheme="majorEastAsia" w:hAnsiTheme="majorEastAsia" w:hint="eastAsia"/>
          <w:b/>
          <w:szCs w:val="21"/>
        </w:rPr>
        <w:t>】</w:t>
      </w:r>
      <w:r w:rsidR="00106690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106690" w:rsidRPr="00012C2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※作成時には赤字の記入例及びこの説明文は削除し，黒字でご記入ください。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なお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、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新しいものから順に</w:t>
      </w:r>
      <w:r w:rsidR="00246CC3" w:rsidRP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記載</w:t>
      </w:r>
      <w:r w:rsidR="00246CC3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し、</w:t>
      </w:r>
      <w:r w:rsidR="0043709B">
        <w:rPr>
          <w:rFonts w:asciiTheme="majorEastAsia" w:eastAsiaTheme="majorEastAsia" w:hAnsiTheme="majorEastAsia" w:hint="eastAsia"/>
          <w:b/>
          <w:color w:val="FF0000"/>
          <w:sz w:val="18"/>
          <w:szCs w:val="18"/>
        </w:rPr>
        <w:t>行が不足する場合は適宜追加してください。</w:t>
      </w:r>
    </w:p>
    <w:p w14:paraId="39D0F017" w14:textId="26096FF7" w:rsidR="0043709B" w:rsidRPr="0043709B" w:rsidRDefault="0043709B" w:rsidP="008060F2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 w:rsidRPr="0043709B">
        <w:rPr>
          <w:rFonts w:asciiTheme="majorEastAsia" w:eastAsiaTheme="majorEastAsia" w:hAnsiTheme="majorEastAsia" w:hint="eastAsia"/>
          <w:b/>
          <w:szCs w:val="18"/>
        </w:rPr>
        <w:t>①科学研究費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</w:t>
      </w:r>
      <w:r w:rsidR="00A35398">
        <w:rPr>
          <w:rFonts w:asciiTheme="majorEastAsia" w:eastAsiaTheme="majorEastAsia" w:hAnsiTheme="majorEastAsia" w:hint="eastAsia"/>
          <w:b/>
          <w:szCs w:val="18"/>
        </w:rPr>
        <w:t>文部科学省</w:t>
      </w:r>
      <w:r w:rsidR="003940F9">
        <w:rPr>
          <w:rFonts w:asciiTheme="majorEastAsia" w:eastAsiaTheme="majorEastAsia" w:hAnsiTheme="majorEastAsia" w:hint="eastAsia"/>
          <w:b/>
          <w:szCs w:val="18"/>
        </w:rPr>
        <w:t>、</w:t>
      </w:r>
      <w:r w:rsidR="0066094E">
        <w:rPr>
          <w:rFonts w:asciiTheme="majorEastAsia" w:eastAsiaTheme="majorEastAsia" w:hAnsiTheme="majorEastAsia" w:hint="eastAsia"/>
          <w:b/>
          <w:szCs w:val="18"/>
        </w:rPr>
        <w:t>厚生労働省、</w:t>
      </w:r>
      <w:r w:rsidR="003940F9">
        <w:rPr>
          <w:rFonts w:asciiTheme="majorEastAsia" w:eastAsiaTheme="majorEastAsia" w:hAnsiTheme="majorEastAsia" w:hint="eastAsia"/>
          <w:b/>
          <w:szCs w:val="18"/>
        </w:rPr>
        <w:t>日本学術振興会）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765B6" w14:paraId="5E839599" w14:textId="77777777" w:rsidTr="00EB6F29">
        <w:tc>
          <w:tcPr>
            <w:tcW w:w="3256" w:type="dxa"/>
            <w:vAlign w:val="center"/>
          </w:tcPr>
          <w:p w14:paraId="6D515D88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657E0EBC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3008248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436E2DE7" w14:textId="77777777" w:rsidR="003765B6" w:rsidRPr="003765B6" w:rsidRDefault="003765B6" w:rsidP="003765B6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74E3CF1B" w14:textId="77777777" w:rsidR="003765B6" w:rsidRPr="003765B6" w:rsidRDefault="003765B6" w:rsidP="003765B6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ACA6FCE" w14:textId="0D88B5FF" w:rsidR="00012C23" w:rsidRPr="00012C23" w:rsidRDefault="00012C23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3A028AE2" w14:textId="006D43B0" w:rsidR="003765B6" w:rsidRPr="00012C23" w:rsidRDefault="004D6C4E" w:rsidP="00012C23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</w:t>
            </w:r>
            <w:r w:rsidR="003765B6" w:rsidRPr="00012C23">
              <w:rPr>
                <w:rFonts w:hint="eastAsia"/>
                <w:sz w:val="16"/>
                <w:szCs w:val="16"/>
              </w:rPr>
              <w:t>額</w:t>
            </w:r>
          </w:p>
          <w:p w14:paraId="5C9A7BF9" w14:textId="77777777" w:rsidR="004D6C4E" w:rsidRDefault="004D6C4E" w:rsidP="00012C23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</w:t>
            </w:r>
            <w:r w:rsidR="00012C23" w:rsidRPr="00012C23">
              <w:rPr>
                <w:rFonts w:hint="eastAsia"/>
                <w:sz w:val="16"/>
                <w:szCs w:val="16"/>
              </w:rPr>
              <w:t>研究課題</w:t>
            </w:r>
            <w:r w:rsidRPr="00012C23">
              <w:rPr>
                <w:rFonts w:hint="eastAsia"/>
                <w:sz w:val="16"/>
                <w:szCs w:val="16"/>
              </w:rPr>
              <w:t>全体額）</w:t>
            </w:r>
          </w:p>
          <w:p w14:paraId="628D36FE" w14:textId="4D9F83F4" w:rsidR="00362704" w:rsidRPr="003765B6" w:rsidRDefault="00362704" w:rsidP="00012C2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2E4D3E" w14:paraId="254C4CA3" w14:textId="77777777" w:rsidTr="00EB6F29">
        <w:tc>
          <w:tcPr>
            <w:tcW w:w="3256" w:type="dxa"/>
            <w:tcBorders>
              <w:top w:val="nil"/>
            </w:tcBorders>
          </w:tcPr>
          <w:p w14:paraId="02C88892" w14:textId="75BF6AD1" w:rsidR="002E4D3E" w:rsidRPr="00EB6F29" w:rsidRDefault="002E4D3E" w:rsidP="005F587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</w:t>
            </w:r>
            <w:r w:rsidR="005F5876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A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5" w:type="dxa"/>
            <w:tcBorders>
              <w:top w:val="nil"/>
            </w:tcBorders>
          </w:tcPr>
          <w:p w14:paraId="622BE7C2" w14:textId="06CE8990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966E973" w14:textId="0B621D74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  <w:tcBorders>
              <w:top w:val="nil"/>
            </w:tcBorders>
          </w:tcPr>
          <w:p w14:paraId="0C16C7CF" w14:textId="77777777" w:rsidR="002E4D3E" w:rsidRPr="00EB6F29" w:rsidRDefault="002E4D3E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  <w:tcBorders>
              <w:top w:val="nil"/>
            </w:tcBorders>
          </w:tcPr>
          <w:p w14:paraId="3DBE85B0" w14:textId="77AFAA14" w:rsidR="002E4D3E" w:rsidRPr="00EB6F29" w:rsidRDefault="00246CC3" w:rsidP="003765B6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</w:t>
            </w:r>
            <w:r w:rsidR="002E4D3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</w:tc>
        <w:tc>
          <w:tcPr>
            <w:tcW w:w="1418" w:type="dxa"/>
            <w:tcBorders>
              <w:top w:val="nil"/>
            </w:tcBorders>
          </w:tcPr>
          <w:p w14:paraId="7C8EA1FB" w14:textId="0EC00BF6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11B745F" w14:textId="399E0922" w:rsidR="002E4D3E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6902D9" w14:paraId="1B835101" w14:textId="77777777" w:rsidTr="00EB6F29">
        <w:tc>
          <w:tcPr>
            <w:tcW w:w="3256" w:type="dxa"/>
          </w:tcPr>
          <w:p w14:paraId="7B24C0CF" w14:textId="512F2EFD" w:rsidR="006902D9" w:rsidRPr="00EB6F29" w:rsidRDefault="002E4D3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科学研究費補助金　基盤研究(B</w:t>
            </w:r>
            <w:bookmarkStart w:id="0" w:name="_GoBack"/>
            <w:bookmarkEnd w:id="0"/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14:paraId="69BE0833" w14:textId="77777777" w:rsidR="004D6C4E" w:rsidRPr="00EB6F29" w:rsidRDefault="004D6C4E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平成x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4C05BCDC" w14:textId="68489C57" w:rsidR="006902D9" w:rsidRPr="00EB6F29" w:rsidRDefault="003940F9" w:rsidP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4D6C4E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132B20E9" w14:textId="77777777" w:rsidR="006902D9" w:rsidRPr="00EB6F29" w:rsidRDefault="006902D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63325191" w14:textId="77777777" w:rsidR="006902D9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分担</w:t>
            </w:r>
            <w:r w:rsidR="006902D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者</w:t>
            </w:r>
          </w:p>
          <w:p w14:paraId="789A4E14" w14:textId="68648E86" w:rsidR="00246CC3" w:rsidRPr="00EB6F29" w:rsidRDefault="00246CC3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（静岡次郎）</w:t>
            </w:r>
          </w:p>
        </w:tc>
        <w:tc>
          <w:tcPr>
            <w:tcW w:w="1418" w:type="dxa"/>
          </w:tcPr>
          <w:p w14:paraId="5AB12A6C" w14:textId="4A2589C4" w:rsidR="006902D9" w:rsidRPr="00EB6F29" w:rsidRDefault="00B96ACF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52B24163" w14:textId="35D1E014" w:rsidR="004D6C4E" w:rsidRPr="00EB6F29" w:rsidRDefault="004D6C4E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</w:t>
            </w:r>
            <w:r w:rsidR="00B51E15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</w:t>
            </w: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千円</w:t>
            </w:r>
            <w:r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)</w:t>
            </w:r>
          </w:p>
        </w:tc>
      </w:tr>
      <w:tr w:rsidR="002E4D3E" w14:paraId="4FD94B25" w14:textId="77777777" w:rsidTr="00EB6F29">
        <w:tc>
          <w:tcPr>
            <w:tcW w:w="3256" w:type="dxa"/>
          </w:tcPr>
          <w:p w14:paraId="5B17FB1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4208E27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9E40C9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CC52E77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3946AF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349836A8" w14:textId="77777777" w:rsidTr="00EB6F29">
        <w:tc>
          <w:tcPr>
            <w:tcW w:w="3256" w:type="dxa"/>
          </w:tcPr>
          <w:p w14:paraId="0B195A4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6A8CDE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4F0D42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082BA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27F316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1CB298BC" w14:textId="3698471F" w:rsidR="00A35640" w:rsidRDefault="00A35640" w:rsidP="00C34427"/>
    <w:p w14:paraId="7D5BB7FE" w14:textId="025A8DD0" w:rsidR="0043709B" w:rsidRPr="0043709B" w:rsidRDefault="006251DB" w:rsidP="0043709B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②</w:t>
      </w:r>
      <w:r w:rsidR="003940F9">
        <w:rPr>
          <w:rFonts w:asciiTheme="majorEastAsia" w:eastAsiaTheme="majorEastAsia" w:hAnsiTheme="majorEastAsia" w:hint="eastAsia"/>
          <w:b/>
          <w:szCs w:val="18"/>
        </w:rPr>
        <w:t>それ以外の競争的</w:t>
      </w:r>
      <w:r w:rsidR="0043709B" w:rsidRPr="0043709B">
        <w:rPr>
          <w:rFonts w:asciiTheme="majorEastAsia" w:eastAsiaTheme="majorEastAsia" w:hAnsiTheme="majorEastAsia" w:hint="eastAsia"/>
          <w:b/>
          <w:szCs w:val="18"/>
        </w:rPr>
        <w:t>研究費</w:t>
      </w:r>
      <w:r w:rsidR="003940F9">
        <w:rPr>
          <w:rFonts w:asciiTheme="majorEastAsia" w:eastAsiaTheme="majorEastAsia" w:hAnsiTheme="majorEastAsia" w:hint="eastAsia"/>
          <w:b/>
          <w:szCs w:val="18"/>
        </w:rPr>
        <w:t>（AMED、JST</w:t>
      </w:r>
      <w:r w:rsidR="0066094E">
        <w:rPr>
          <w:rFonts w:asciiTheme="majorEastAsia" w:eastAsiaTheme="majorEastAsia" w:hAnsiTheme="majorEastAsia" w:hint="eastAsia"/>
          <w:b/>
          <w:szCs w:val="18"/>
        </w:rPr>
        <w:t>等</w:t>
      </w:r>
      <w:r w:rsidR="003940F9">
        <w:rPr>
          <w:rFonts w:asciiTheme="majorEastAsia" w:eastAsiaTheme="majorEastAsia" w:hAnsiTheme="majorEastAsia" w:hint="eastAsia"/>
          <w:b/>
          <w:szCs w:val="18"/>
        </w:rPr>
        <w:t>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43709B" w14:paraId="2EA21B0E" w14:textId="77777777" w:rsidTr="00EB6F29">
        <w:tc>
          <w:tcPr>
            <w:tcW w:w="3256" w:type="dxa"/>
            <w:vAlign w:val="center"/>
          </w:tcPr>
          <w:p w14:paraId="42AE90DF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3DF88FC2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03AFC9A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09D83D7A" w14:textId="77777777" w:rsidR="0043709B" w:rsidRPr="003765B6" w:rsidRDefault="0043709B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47BB2612" w14:textId="77777777" w:rsidR="0043709B" w:rsidRPr="003765B6" w:rsidRDefault="0043709B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71B05594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14D01531" w14:textId="77777777" w:rsidR="0043709B" w:rsidRPr="00012C23" w:rsidRDefault="0043709B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0DC9A72F" w14:textId="77777777" w:rsidR="0043709B" w:rsidRDefault="0043709B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0C1F7A43" w14:textId="77777777" w:rsidR="0043709B" w:rsidRPr="003765B6" w:rsidRDefault="0043709B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43709B" w14:paraId="6DBC6ED4" w14:textId="77777777" w:rsidTr="00EB6F29">
        <w:tc>
          <w:tcPr>
            <w:tcW w:w="3256" w:type="dxa"/>
          </w:tcPr>
          <w:p w14:paraId="1CCCB94E" w14:textId="63C43956" w:rsidR="0043709B" w:rsidRPr="00EB6F29" w:rsidRDefault="00D06C8C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日本医療研究開発機構　◇◇研究事業</w:t>
            </w:r>
          </w:p>
        </w:tc>
        <w:tc>
          <w:tcPr>
            <w:tcW w:w="1275" w:type="dxa"/>
          </w:tcPr>
          <w:p w14:paraId="64C9C914" w14:textId="2A6A7652" w:rsidR="00D06C8C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年度～</w:t>
            </w:r>
          </w:p>
          <w:p w14:paraId="74EDA3F9" w14:textId="1CCFA68D" w:rsidR="0043709B" w:rsidRPr="00EB6F29" w:rsidRDefault="00C31D20" w:rsidP="00D06C8C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平成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D06C8C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BB881F7" w14:textId="2B7BFD5B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505EB9F8" w14:textId="4EB346A7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5D1145BE" w14:textId="2E77F402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7AAD8461" w14:textId="574E6023" w:rsidR="0043709B" w:rsidRPr="00EB6F29" w:rsidRDefault="0043709B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46CC3" w14:paraId="5E9BA446" w14:textId="77777777" w:rsidTr="00EB6F29">
        <w:tc>
          <w:tcPr>
            <w:tcW w:w="3256" w:type="dxa"/>
          </w:tcPr>
          <w:p w14:paraId="741BCEFD" w14:textId="359EFFB6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69E0BF36" w14:textId="612DD05A" w:rsidR="00246CC3" w:rsidRPr="00EB6F29" w:rsidRDefault="00246CC3" w:rsidP="00D06C8C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6E146BD5" w14:textId="5465D1C8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079B5D4" w14:textId="1EB9AE70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C04C8E3" w14:textId="49856D2A" w:rsidR="00246CC3" w:rsidRPr="00EB6F29" w:rsidRDefault="00246CC3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29779308" w14:textId="77777777" w:rsidTr="00EB6F29">
        <w:tc>
          <w:tcPr>
            <w:tcW w:w="3256" w:type="dxa"/>
          </w:tcPr>
          <w:p w14:paraId="526A439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1B0E5A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A672F08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8406F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0B3EDD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700D9DF8" w14:textId="77777777" w:rsidTr="00EB6F29">
        <w:tc>
          <w:tcPr>
            <w:tcW w:w="3256" w:type="dxa"/>
          </w:tcPr>
          <w:p w14:paraId="7DD9DFA0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A6509EB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013A3B8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20AD555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4A6DA32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0AED32E1" w14:textId="5D9F2537" w:rsidR="0043709B" w:rsidRDefault="0043709B" w:rsidP="00C34427"/>
    <w:p w14:paraId="368B3627" w14:textId="2A38A954" w:rsidR="003940F9" w:rsidRPr="0043709B" w:rsidRDefault="003940F9" w:rsidP="003940F9">
      <w:pPr>
        <w:jc w:val="left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Cs w:val="18"/>
        </w:rPr>
        <w:t>③財団助成金等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256"/>
        <w:gridCol w:w="1275"/>
        <w:gridCol w:w="2523"/>
        <w:gridCol w:w="1559"/>
        <w:gridCol w:w="1418"/>
      </w:tblGrid>
      <w:tr w:rsidR="003940F9" w14:paraId="1565E50F" w14:textId="77777777" w:rsidTr="00EB6F29">
        <w:tc>
          <w:tcPr>
            <w:tcW w:w="3256" w:type="dxa"/>
            <w:vAlign w:val="center"/>
          </w:tcPr>
          <w:p w14:paraId="15A9360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種類</w:t>
            </w:r>
          </w:p>
        </w:tc>
        <w:tc>
          <w:tcPr>
            <w:tcW w:w="1275" w:type="dxa"/>
            <w:vAlign w:val="center"/>
          </w:tcPr>
          <w:p w14:paraId="1789BB47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年度</w:t>
            </w:r>
          </w:p>
        </w:tc>
        <w:tc>
          <w:tcPr>
            <w:tcW w:w="2523" w:type="dxa"/>
            <w:vAlign w:val="center"/>
          </w:tcPr>
          <w:p w14:paraId="19E25063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研究課題名等</w:t>
            </w:r>
          </w:p>
        </w:tc>
        <w:tc>
          <w:tcPr>
            <w:tcW w:w="1559" w:type="dxa"/>
            <w:vAlign w:val="center"/>
          </w:tcPr>
          <w:p w14:paraId="1A32A548" w14:textId="77777777" w:rsidR="003940F9" w:rsidRPr="003765B6" w:rsidRDefault="003940F9" w:rsidP="003940F9">
            <w:pPr>
              <w:jc w:val="center"/>
              <w:rPr>
                <w:sz w:val="18"/>
                <w:szCs w:val="18"/>
              </w:rPr>
            </w:pPr>
            <w:r w:rsidRPr="003765B6">
              <w:rPr>
                <w:rFonts w:hint="eastAsia"/>
                <w:sz w:val="18"/>
                <w:szCs w:val="18"/>
              </w:rPr>
              <w:t>代表者</w:t>
            </w:r>
            <w:r w:rsidRPr="003765B6">
              <w:rPr>
                <w:rFonts w:hint="eastAsia"/>
                <w:sz w:val="18"/>
                <w:szCs w:val="18"/>
              </w:rPr>
              <w:t>/</w:t>
            </w:r>
            <w:r w:rsidRPr="003765B6">
              <w:rPr>
                <w:rFonts w:hint="eastAsia"/>
                <w:sz w:val="18"/>
                <w:szCs w:val="18"/>
              </w:rPr>
              <w:t>分担者の別</w:t>
            </w:r>
          </w:p>
          <w:p w14:paraId="23FB814B" w14:textId="77777777" w:rsidR="003940F9" w:rsidRPr="003765B6" w:rsidRDefault="003940F9" w:rsidP="003940F9">
            <w:pPr>
              <w:jc w:val="center"/>
              <w:rPr>
                <w:sz w:val="16"/>
                <w:szCs w:val="16"/>
              </w:rPr>
            </w:pPr>
            <w:r w:rsidRPr="003765B6">
              <w:rPr>
                <w:rFonts w:hint="eastAsia"/>
                <w:sz w:val="16"/>
                <w:szCs w:val="16"/>
              </w:rPr>
              <w:t>（研究代表者氏名）</w:t>
            </w:r>
          </w:p>
        </w:tc>
        <w:tc>
          <w:tcPr>
            <w:tcW w:w="1418" w:type="dxa"/>
            <w:vAlign w:val="center"/>
          </w:tcPr>
          <w:p w14:paraId="029BCE53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期間</w:t>
            </w:r>
            <w:r w:rsidRPr="00012C23">
              <w:rPr>
                <w:rFonts w:hint="eastAsia"/>
                <w:sz w:val="16"/>
                <w:szCs w:val="16"/>
              </w:rPr>
              <w:t>全体の</w:t>
            </w:r>
          </w:p>
          <w:p w14:paraId="2E4702D8" w14:textId="77777777" w:rsidR="003940F9" w:rsidRPr="00012C23" w:rsidRDefault="003940F9" w:rsidP="003940F9">
            <w:pPr>
              <w:spacing w:line="240" w:lineRule="exact"/>
              <w:ind w:firstLineChars="50" w:firstLine="70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本人配分額</w:t>
            </w:r>
          </w:p>
          <w:p w14:paraId="7544F741" w14:textId="77777777" w:rsidR="003940F9" w:rsidRDefault="003940F9" w:rsidP="003940F9">
            <w:pPr>
              <w:spacing w:line="240" w:lineRule="exact"/>
              <w:rPr>
                <w:sz w:val="16"/>
                <w:szCs w:val="16"/>
              </w:rPr>
            </w:pPr>
            <w:r w:rsidRPr="00012C23">
              <w:rPr>
                <w:rFonts w:hint="eastAsia"/>
                <w:sz w:val="16"/>
                <w:szCs w:val="16"/>
              </w:rPr>
              <w:t>（研究課題全体額）</w:t>
            </w:r>
          </w:p>
          <w:p w14:paraId="71CE60D6" w14:textId="77777777" w:rsidR="003940F9" w:rsidRPr="003765B6" w:rsidRDefault="003940F9" w:rsidP="003940F9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※直接経費分のみ</w:t>
            </w:r>
          </w:p>
        </w:tc>
      </w:tr>
      <w:tr w:rsidR="003940F9" w14:paraId="683A83B9" w14:textId="77777777" w:rsidTr="00EB6F29">
        <w:tc>
          <w:tcPr>
            <w:tcW w:w="3256" w:type="dxa"/>
          </w:tcPr>
          <w:p w14:paraId="0CC0E890" w14:textId="058154DA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□□□財団研究助成金</w:t>
            </w:r>
          </w:p>
        </w:tc>
        <w:tc>
          <w:tcPr>
            <w:tcW w:w="1275" w:type="dxa"/>
          </w:tcPr>
          <w:p w14:paraId="1362DB82" w14:textId="41C51109" w:rsidR="003940F9" w:rsidRPr="00EB6F29" w:rsidRDefault="00C31D20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令和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/>
                <w:color w:val="FF0000"/>
                <w:sz w:val="18"/>
                <w:szCs w:val="18"/>
              </w:rPr>
              <w:t>x</w:t>
            </w:r>
            <w:r w:rsidR="003940F9"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年度</w:t>
            </w:r>
          </w:p>
        </w:tc>
        <w:tc>
          <w:tcPr>
            <w:tcW w:w="2523" w:type="dxa"/>
          </w:tcPr>
          <w:p w14:paraId="57C27F80" w14:textId="30752E8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○○○○○○○○○</w:t>
            </w:r>
          </w:p>
        </w:tc>
        <w:tc>
          <w:tcPr>
            <w:tcW w:w="1559" w:type="dxa"/>
          </w:tcPr>
          <w:p w14:paraId="76DE605A" w14:textId="1A8716DD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代表者</w:t>
            </w:r>
          </w:p>
        </w:tc>
        <w:tc>
          <w:tcPr>
            <w:tcW w:w="1418" w:type="dxa"/>
          </w:tcPr>
          <w:p w14:paraId="03E652EC" w14:textId="2E49443C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△△△千円</w:t>
            </w:r>
          </w:p>
          <w:p w14:paraId="3607E720" w14:textId="317D38A9" w:rsidR="003940F9" w:rsidRPr="00EB6F29" w:rsidRDefault="003940F9" w:rsidP="003940F9">
            <w:pPr>
              <w:rPr>
                <w:rFonts w:asciiTheme="minorEastAsia" w:hAnsiTheme="minorEastAsia"/>
                <w:color w:val="FF0000"/>
                <w:sz w:val="18"/>
                <w:szCs w:val="18"/>
              </w:rPr>
            </w:pPr>
            <w:r w:rsidRPr="00EB6F29">
              <w:rPr>
                <w:rFonts w:asciiTheme="minorEastAsia" w:hAnsiTheme="minorEastAsia" w:hint="eastAsia"/>
                <w:color w:val="FF0000"/>
                <w:sz w:val="18"/>
                <w:szCs w:val="18"/>
              </w:rPr>
              <w:t>(△△△千円)</w:t>
            </w:r>
          </w:p>
        </w:tc>
      </w:tr>
      <w:tr w:rsidR="002E4D3E" w14:paraId="59726DA2" w14:textId="77777777" w:rsidTr="00EB6F29">
        <w:tc>
          <w:tcPr>
            <w:tcW w:w="3256" w:type="dxa"/>
          </w:tcPr>
          <w:p w14:paraId="497E83E5" w14:textId="1C5F1CC2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1596C375" w14:textId="023209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53D51C1F" w14:textId="54452E55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1A4A914" w14:textId="6D9FF0E8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B69EB3D" w14:textId="296CAEB4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6028504" w14:textId="77777777" w:rsidTr="00EB6F29">
        <w:tc>
          <w:tcPr>
            <w:tcW w:w="3256" w:type="dxa"/>
          </w:tcPr>
          <w:p w14:paraId="3225F504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5356BB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1D7381AA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3421339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8E861F3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E4D3E" w14:paraId="10CFDE1C" w14:textId="77777777" w:rsidTr="00EB6F29">
        <w:tc>
          <w:tcPr>
            <w:tcW w:w="3256" w:type="dxa"/>
          </w:tcPr>
          <w:p w14:paraId="48CE95B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75" w:type="dxa"/>
          </w:tcPr>
          <w:p w14:paraId="38537B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23" w:type="dxa"/>
          </w:tcPr>
          <w:p w14:paraId="75C1693F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7EF86CE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B135C7C" w14:textId="77777777" w:rsidR="002E4D3E" w:rsidRPr="00EB6F29" w:rsidRDefault="002E4D3E" w:rsidP="003940F9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3D639363" w14:textId="77777777" w:rsidR="003940F9" w:rsidRPr="003940F9" w:rsidRDefault="003940F9" w:rsidP="00C34427"/>
    <w:sectPr w:rsidR="003940F9" w:rsidRPr="003940F9" w:rsidSect="007F1976">
      <w:headerReference w:type="default" r:id="rId6"/>
      <w:pgSz w:w="11906" w:h="16838" w:code="9"/>
      <w:pgMar w:top="851" w:right="1021" w:bottom="851" w:left="1021" w:header="851" w:footer="992" w:gutter="0"/>
      <w:cols w:space="425"/>
      <w:docGrid w:type="linesAndChars" w:linePitch="383" w:charSpace="-41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C85BF" w14:textId="77777777" w:rsidR="00B51E15" w:rsidRDefault="00B51E15" w:rsidP="00D86BCC">
      <w:r>
        <w:separator/>
      </w:r>
    </w:p>
  </w:endnote>
  <w:endnote w:type="continuationSeparator" w:id="0">
    <w:p w14:paraId="676873A1" w14:textId="77777777" w:rsidR="00B51E15" w:rsidRDefault="00B51E15" w:rsidP="00D8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A1468" w14:textId="77777777" w:rsidR="00B51E15" w:rsidRDefault="00B51E15" w:rsidP="00D86BCC">
      <w:r>
        <w:separator/>
      </w:r>
    </w:p>
  </w:footnote>
  <w:footnote w:type="continuationSeparator" w:id="0">
    <w:p w14:paraId="24B7C842" w14:textId="77777777" w:rsidR="00B51E15" w:rsidRDefault="00B51E15" w:rsidP="00D86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4630C" w14:textId="5AD22287" w:rsidR="00B51E15" w:rsidRDefault="00B51E15" w:rsidP="00DD277D">
    <w:pPr>
      <w:pStyle w:val="a4"/>
      <w:jc w:val="left"/>
    </w:pPr>
    <w:r>
      <w:rPr>
        <w:rFonts w:hint="eastAsia"/>
      </w:rPr>
      <w:t>（様式２）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95"/>
  <w:drawingGridVerticalSpacing w:val="383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0F2"/>
    <w:rsid w:val="00012C23"/>
    <w:rsid w:val="00106690"/>
    <w:rsid w:val="00246CC3"/>
    <w:rsid w:val="002E4D3E"/>
    <w:rsid w:val="00362704"/>
    <w:rsid w:val="003765B6"/>
    <w:rsid w:val="003841A7"/>
    <w:rsid w:val="003940F9"/>
    <w:rsid w:val="0043709B"/>
    <w:rsid w:val="004D6C4E"/>
    <w:rsid w:val="00555518"/>
    <w:rsid w:val="005D1CEF"/>
    <w:rsid w:val="005F5876"/>
    <w:rsid w:val="006251DB"/>
    <w:rsid w:val="0066094E"/>
    <w:rsid w:val="006902D9"/>
    <w:rsid w:val="007F1976"/>
    <w:rsid w:val="008060F2"/>
    <w:rsid w:val="00A35398"/>
    <w:rsid w:val="00A35640"/>
    <w:rsid w:val="00B51E15"/>
    <w:rsid w:val="00B96ACF"/>
    <w:rsid w:val="00C31D20"/>
    <w:rsid w:val="00C34427"/>
    <w:rsid w:val="00D06C8C"/>
    <w:rsid w:val="00D6133C"/>
    <w:rsid w:val="00D86BCC"/>
    <w:rsid w:val="00DD277D"/>
    <w:rsid w:val="00EB6F29"/>
    <w:rsid w:val="00F7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E9D9F11"/>
  <w15:docId w15:val="{95D4FFB1-31FE-4E4D-B845-B2C7F25E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0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86BCC"/>
  </w:style>
  <w:style w:type="paragraph" w:styleId="a6">
    <w:name w:val="footer"/>
    <w:basedOn w:val="a"/>
    <w:link w:val="a7"/>
    <w:uiPriority w:val="99"/>
    <w:unhideWhenUsed/>
    <w:rsid w:val="00D86B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8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7BB834EC</Template>
  <TotalTime>105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三室 智愛</cp:lastModifiedBy>
  <cp:revision>10</cp:revision>
  <cp:lastPrinted>2021-06-08T00:43:00Z</cp:lastPrinted>
  <dcterms:created xsi:type="dcterms:W3CDTF">2021-06-30T04:37:00Z</dcterms:created>
  <dcterms:modified xsi:type="dcterms:W3CDTF">2024-10-24T11:49:00Z</dcterms:modified>
</cp:coreProperties>
</file>