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4299" w:rsidRPr="00477402" w:rsidRDefault="00084D3A">
      <w:pPr>
        <w:rPr>
          <w:rFonts w:ascii="ＭＳ 明朝" w:eastAsia="ＭＳ 明朝" w:hAnsi="ＭＳ 明朝"/>
          <w:sz w:val="24"/>
          <w:szCs w:val="24"/>
        </w:rPr>
      </w:pPr>
      <w:r w:rsidRPr="00477402">
        <w:rPr>
          <w:rFonts w:ascii="ＭＳ 明朝" w:eastAsia="ＭＳ 明朝" w:hAnsi="ＭＳ 明朝" w:hint="eastAsia"/>
          <w:sz w:val="24"/>
          <w:szCs w:val="24"/>
        </w:rPr>
        <w:t>主要論文のCitation Index</w:t>
      </w:r>
      <w:r w:rsidR="00A64388">
        <w:rPr>
          <w:rFonts w:ascii="ＭＳ 明朝" w:eastAsia="ＭＳ 明朝" w:hAnsi="ＭＳ 明朝" w:hint="eastAsia"/>
          <w:sz w:val="24"/>
          <w:szCs w:val="24"/>
        </w:rPr>
        <w:t>一覧表</w:t>
      </w:r>
    </w:p>
    <w:p w:rsidR="00477402" w:rsidRPr="00477402" w:rsidRDefault="00477402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6804"/>
        <w:gridCol w:w="992"/>
        <w:gridCol w:w="1276"/>
      </w:tblGrid>
      <w:tr w:rsidR="00477402" w:rsidRPr="00477402" w:rsidTr="005462D8">
        <w:tc>
          <w:tcPr>
            <w:tcW w:w="817" w:type="dxa"/>
            <w:vAlign w:val="center"/>
          </w:tcPr>
          <w:p w:rsidR="00477402" w:rsidRPr="00477402" w:rsidRDefault="00477402" w:rsidP="004A16A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番号</w:t>
            </w:r>
          </w:p>
        </w:tc>
        <w:tc>
          <w:tcPr>
            <w:tcW w:w="6804" w:type="dxa"/>
            <w:vAlign w:val="center"/>
          </w:tcPr>
          <w:p w:rsidR="00477402" w:rsidRPr="004E1F40" w:rsidRDefault="00477402" w:rsidP="005462D8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論</w:t>
            </w:r>
            <w:r w:rsidR="004E1F40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　　</w:t>
            </w: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文</w:t>
            </w:r>
          </w:p>
        </w:tc>
        <w:tc>
          <w:tcPr>
            <w:tcW w:w="992" w:type="dxa"/>
          </w:tcPr>
          <w:p w:rsidR="00477402" w:rsidRPr="00477402" w:rsidRDefault="00477402" w:rsidP="00477402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Impact</w:t>
            </w:r>
          </w:p>
          <w:p w:rsidR="00477402" w:rsidRPr="00477402" w:rsidRDefault="00477402" w:rsidP="00477402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Factor</w:t>
            </w:r>
          </w:p>
        </w:tc>
        <w:tc>
          <w:tcPr>
            <w:tcW w:w="1276" w:type="dxa"/>
          </w:tcPr>
          <w:p w:rsidR="00477402" w:rsidRPr="00477402" w:rsidRDefault="00477402" w:rsidP="00477402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Citation</w:t>
            </w:r>
          </w:p>
          <w:p w:rsidR="00477402" w:rsidRPr="00477402" w:rsidRDefault="00477402" w:rsidP="00477402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Index</w:t>
            </w:r>
          </w:p>
        </w:tc>
      </w:tr>
      <w:tr w:rsidR="00477402" w:rsidRPr="00477402" w:rsidTr="005462D8">
        <w:tc>
          <w:tcPr>
            <w:tcW w:w="817" w:type="dxa"/>
          </w:tcPr>
          <w:p w:rsidR="00477402" w:rsidRPr="00477402" w:rsidRDefault="00477402" w:rsidP="004A16A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150623" w:rsidRPr="00150623" w:rsidRDefault="00150623" w:rsidP="00150623">
            <w:pPr>
              <w:rPr>
                <w:rFonts w:ascii="Times New Roman" w:eastAsia="ＭＳ 明朝" w:hAnsi="Times New Roman" w:cs="Times New Roman"/>
                <w:color w:val="FF0000"/>
                <w:sz w:val="24"/>
                <w:szCs w:val="24"/>
              </w:rPr>
            </w:pPr>
            <w:r w:rsidRPr="00150623">
              <w:rPr>
                <w:rFonts w:ascii="Times New Roman" w:eastAsia="ＭＳ 明朝" w:hAnsi="Times New Roman" w:cs="Times New Roman" w:hint="eastAsia"/>
                <w:color w:val="FF0000"/>
                <w:sz w:val="24"/>
                <w:szCs w:val="24"/>
                <w:u w:val="single"/>
              </w:rPr>
              <w:t>Hamamatsu S</w:t>
            </w:r>
            <w:r w:rsidRPr="00150623">
              <w:rPr>
                <w:rFonts w:ascii="Times New Roman" w:eastAsia="ＭＳ 明朝" w:hAnsi="Times New Roman" w:cs="Times New Roman" w:hint="eastAsia"/>
                <w:color w:val="FF0000"/>
                <w:sz w:val="24"/>
                <w:szCs w:val="24"/>
              </w:rPr>
              <w:t xml:space="preserve">, </w:t>
            </w:r>
            <w:r w:rsidR="00CB319C">
              <w:rPr>
                <w:rFonts w:ascii="Times New Roman" w:eastAsia="ＭＳ 明朝" w:hAnsi="Times New Roman" w:cs="Times New Roman" w:hint="eastAsia"/>
                <w:color w:val="FF0000"/>
                <w:sz w:val="24"/>
                <w:szCs w:val="24"/>
              </w:rPr>
              <w:t>Ch</w:t>
            </w:r>
            <w:r w:rsidR="00ED3D6D">
              <w:rPr>
                <w:rFonts w:ascii="Times New Roman" w:eastAsia="ＭＳ 明朝" w:hAnsi="Times New Roman" w:cs="Times New Roman" w:hint="eastAsia"/>
                <w:color w:val="FF0000"/>
                <w:sz w:val="24"/>
                <w:szCs w:val="24"/>
              </w:rPr>
              <w:t>uo</w:t>
            </w:r>
            <w:r w:rsidRPr="00150623">
              <w:rPr>
                <w:rFonts w:ascii="Times New Roman" w:eastAsia="ＭＳ 明朝" w:hAnsi="Times New Roman" w:cs="Times New Roman" w:hint="eastAsia"/>
                <w:color w:val="FF0000"/>
                <w:sz w:val="24"/>
                <w:szCs w:val="24"/>
              </w:rPr>
              <w:t xml:space="preserve"> K</w:t>
            </w:r>
            <w:r w:rsidRPr="00150623">
              <w:rPr>
                <w:rFonts w:ascii="Times New Roman" w:eastAsia="ＭＳ 明朝" w:hAnsi="Times New Roman" w:cs="Times New Roman" w:hint="eastAsia"/>
                <w:color w:val="FF0000"/>
                <w:sz w:val="24"/>
                <w:szCs w:val="24"/>
              </w:rPr>
              <w:t>＊</w:t>
            </w:r>
            <w:r w:rsidRPr="00150623">
              <w:rPr>
                <w:rFonts w:ascii="Times New Roman" w:eastAsia="ＭＳ 明朝" w:hAnsi="Times New Roman" w:cs="Times New Roman" w:hint="eastAsia"/>
                <w:color w:val="FF0000"/>
                <w:sz w:val="24"/>
                <w:szCs w:val="24"/>
              </w:rPr>
              <w:t>, Handa Y: The effects of tracheal tube</w:t>
            </w:r>
          </w:p>
          <w:p w:rsidR="00150623" w:rsidRPr="00150623" w:rsidRDefault="00150623" w:rsidP="00150623">
            <w:pPr>
              <w:rPr>
                <w:rFonts w:ascii="Times New Roman" w:eastAsia="ＭＳ 明朝" w:hAnsi="Times New Roman" w:cs="Times New Roman"/>
                <w:color w:val="FF0000"/>
                <w:sz w:val="24"/>
                <w:szCs w:val="24"/>
              </w:rPr>
            </w:pPr>
            <w:r w:rsidRPr="00150623">
              <w:rPr>
                <w:rFonts w:ascii="Times New Roman" w:eastAsia="ＭＳ 明朝" w:hAnsi="Times New Roman" w:cs="Times New Roman"/>
                <w:color w:val="FF0000"/>
                <w:sz w:val="24"/>
                <w:szCs w:val="24"/>
              </w:rPr>
              <w:t>tip design and tube thickness on laryngeal pass ability during oral</w:t>
            </w:r>
          </w:p>
          <w:p w:rsidR="00477402" w:rsidRPr="00150623" w:rsidRDefault="00150623" w:rsidP="00150623">
            <w:pPr>
              <w:rPr>
                <w:rFonts w:ascii="Times New Roman" w:eastAsia="ＭＳ 明朝" w:hAnsi="Times New Roman" w:cs="Times New Roman"/>
                <w:color w:val="FF0000"/>
                <w:sz w:val="24"/>
                <w:szCs w:val="24"/>
              </w:rPr>
            </w:pPr>
            <w:r w:rsidRPr="00150623">
              <w:rPr>
                <w:rFonts w:ascii="Times New Roman" w:eastAsia="ＭＳ 明朝" w:hAnsi="Times New Roman" w:cs="Times New Roman"/>
                <w:color w:val="FF0000"/>
                <w:sz w:val="24"/>
                <w:szCs w:val="24"/>
              </w:rPr>
              <w:t>tube exchange with an introducer. Anesth Analg 97: 285-288, 2003</w:t>
            </w:r>
          </w:p>
        </w:tc>
        <w:tc>
          <w:tcPr>
            <w:tcW w:w="992" w:type="dxa"/>
          </w:tcPr>
          <w:p w:rsidR="00477402" w:rsidRPr="00150623" w:rsidRDefault="004A3EA1" w:rsidP="00313408">
            <w:pPr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color w:val="FF0000"/>
                <w:sz w:val="24"/>
                <w:szCs w:val="24"/>
              </w:rPr>
              <w:t>1</w:t>
            </w:r>
            <w:r w:rsidR="00313408">
              <w:rPr>
                <w:rFonts w:ascii="ＭＳ 明朝" w:eastAsia="ＭＳ 明朝" w:hAnsi="ＭＳ 明朝" w:hint="eastAsia"/>
                <w:color w:val="FF0000"/>
                <w:sz w:val="24"/>
                <w:szCs w:val="24"/>
              </w:rPr>
              <w:t>2</w:t>
            </w:r>
            <w:r>
              <w:rPr>
                <w:rFonts w:ascii="ＭＳ 明朝" w:eastAsia="ＭＳ 明朝" w:hAnsi="ＭＳ 明朝" w:hint="eastAsia"/>
                <w:color w:val="FF0000"/>
                <w:sz w:val="24"/>
                <w:szCs w:val="24"/>
              </w:rPr>
              <w:t>.</w:t>
            </w:r>
            <w:r w:rsidR="00313408">
              <w:rPr>
                <w:rFonts w:ascii="ＭＳ 明朝" w:eastAsia="ＭＳ 明朝" w:hAnsi="ＭＳ 明朝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7402" w:rsidRPr="00150623" w:rsidRDefault="00313408" w:rsidP="004A16A0">
            <w:pPr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color w:val="FF0000"/>
                <w:sz w:val="24"/>
                <w:szCs w:val="24"/>
              </w:rPr>
              <w:t>4</w:t>
            </w:r>
            <w:bookmarkStart w:id="0" w:name="_GoBack"/>
            <w:bookmarkEnd w:id="0"/>
            <w:r w:rsidR="004A16A0">
              <w:rPr>
                <w:rFonts w:ascii="ＭＳ 明朝" w:eastAsia="ＭＳ 明朝" w:hAnsi="ＭＳ 明朝" w:hint="eastAsia"/>
                <w:color w:val="FF0000"/>
                <w:sz w:val="24"/>
                <w:szCs w:val="24"/>
              </w:rPr>
              <w:t>0</w:t>
            </w:r>
          </w:p>
        </w:tc>
      </w:tr>
      <w:tr w:rsidR="00477402" w:rsidRPr="00477402" w:rsidTr="005462D8">
        <w:tc>
          <w:tcPr>
            <w:tcW w:w="817" w:type="dxa"/>
          </w:tcPr>
          <w:p w:rsidR="00477402" w:rsidRPr="00477402" w:rsidRDefault="00477402" w:rsidP="004A16A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477402" w:rsidRPr="00477402" w:rsidRDefault="00477402" w:rsidP="004A16A0">
            <w:pPr>
              <w:rPr>
                <w:rFonts w:ascii="Times New Roman" w:eastAsia="ＭＳ 明朝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7402" w:rsidRPr="00477402" w:rsidRDefault="00477402" w:rsidP="004A16A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7402" w:rsidRPr="00477402" w:rsidRDefault="00477402" w:rsidP="004A16A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77402" w:rsidRPr="00477402" w:rsidTr="005462D8">
        <w:tc>
          <w:tcPr>
            <w:tcW w:w="817" w:type="dxa"/>
          </w:tcPr>
          <w:p w:rsidR="00477402" w:rsidRPr="00477402" w:rsidRDefault="00477402" w:rsidP="004A16A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477402" w:rsidRPr="00477402" w:rsidRDefault="00477402" w:rsidP="004A16A0">
            <w:pPr>
              <w:rPr>
                <w:rFonts w:ascii="Times New Roman" w:eastAsia="ＭＳ 明朝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7402" w:rsidRPr="00477402" w:rsidRDefault="00477402" w:rsidP="004A16A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7402" w:rsidRPr="00477402" w:rsidRDefault="00477402" w:rsidP="004A16A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77402" w:rsidRPr="00477402" w:rsidTr="005462D8">
        <w:tc>
          <w:tcPr>
            <w:tcW w:w="817" w:type="dxa"/>
          </w:tcPr>
          <w:p w:rsidR="00477402" w:rsidRPr="00477402" w:rsidRDefault="00477402" w:rsidP="004A16A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:rsidR="00477402" w:rsidRPr="00477402" w:rsidRDefault="00477402" w:rsidP="004A16A0">
            <w:pPr>
              <w:rPr>
                <w:rFonts w:ascii="Times New Roman" w:eastAsia="ＭＳ 明朝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7402" w:rsidRPr="00477402" w:rsidRDefault="00477402" w:rsidP="004A16A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7402" w:rsidRPr="00477402" w:rsidRDefault="00477402" w:rsidP="004A16A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77402" w:rsidRPr="00477402" w:rsidTr="005462D8">
        <w:tc>
          <w:tcPr>
            <w:tcW w:w="817" w:type="dxa"/>
          </w:tcPr>
          <w:p w:rsidR="00477402" w:rsidRPr="00477402" w:rsidRDefault="00477402" w:rsidP="004A16A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5</w:t>
            </w:r>
          </w:p>
        </w:tc>
        <w:tc>
          <w:tcPr>
            <w:tcW w:w="6804" w:type="dxa"/>
          </w:tcPr>
          <w:p w:rsidR="00477402" w:rsidRPr="00477402" w:rsidRDefault="00477402" w:rsidP="004A16A0">
            <w:pPr>
              <w:rPr>
                <w:rFonts w:ascii="Times New Roman" w:eastAsia="ＭＳ 明朝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7402" w:rsidRPr="00477402" w:rsidRDefault="00477402" w:rsidP="004A16A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7402" w:rsidRPr="00477402" w:rsidRDefault="00477402" w:rsidP="004A16A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77402" w:rsidRPr="00477402" w:rsidTr="005462D8">
        <w:tc>
          <w:tcPr>
            <w:tcW w:w="817" w:type="dxa"/>
          </w:tcPr>
          <w:p w:rsidR="00477402" w:rsidRPr="00477402" w:rsidRDefault="00477402" w:rsidP="004A16A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6</w:t>
            </w:r>
          </w:p>
        </w:tc>
        <w:tc>
          <w:tcPr>
            <w:tcW w:w="6804" w:type="dxa"/>
          </w:tcPr>
          <w:p w:rsidR="00477402" w:rsidRPr="00477402" w:rsidRDefault="00477402" w:rsidP="004A16A0">
            <w:pPr>
              <w:rPr>
                <w:rFonts w:ascii="Times New Roman" w:eastAsia="ＭＳ 明朝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7402" w:rsidRPr="00477402" w:rsidRDefault="00477402" w:rsidP="004A16A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7402" w:rsidRPr="00477402" w:rsidRDefault="00477402" w:rsidP="004A16A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77402" w:rsidRPr="00477402" w:rsidTr="005462D8">
        <w:tc>
          <w:tcPr>
            <w:tcW w:w="817" w:type="dxa"/>
          </w:tcPr>
          <w:p w:rsidR="00477402" w:rsidRPr="00477402" w:rsidRDefault="00477402" w:rsidP="004A16A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7</w:t>
            </w:r>
          </w:p>
        </w:tc>
        <w:tc>
          <w:tcPr>
            <w:tcW w:w="6804" w:type="dxa"/>
          </w:tcPr>
          <w:p w:rsidR="00477402" w:rsidRPr="00477402" w:rsidRDefault="00477402" w:rsidP="004A16A0">
            <w:pPr>
              <w:rPr>
                <w:rFonts w:ascii="Times New Roman" w:eastAsia="ＭＳ 明朝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7402" w:rsidRPr="00477402" w:rsidRDefault="00477402" w:rsidP="004A16A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7402" w:rsidRPr="00477402" w:rsidRDefault="00477402" w:rsidP="004A16A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77402" w:rsidRPr="00477402" w:rsidTr="005462D8">
        <w:tc>
          <w:tcPr>
            <w:tcW w:w="817" w:type="dxa"/>
          </w:tcPr>
          <w:p w:rsidR="00477402" w:rsidRPr="00477402" w:rsidRDefault="00477402" w:rsidP="004A16A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8</w:t>
            </w:r>
          </w:p>
        </w:tc>
        <w:tc>
          <w:tcPr>
            <w:tcW w:w="6804" w:type="dxa"/>
          </w:tcPr>
          <w:p w:rsidR="00477402" w:rsidRPr="00477402" w:rsidRDefault="00477402" w:rsidP="004A16A0">
            <w:pPr>
              <w:rPr>
                <w:rFonts w:ascii="Times New Roman" w:eastAsia="ＭＳ 明朝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7402" w:rsidRPr="00477402" w:rsidRDefault="00477402" w:rsidP="004A16A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7402" w:rsidRPr="00477402" w:rsidRDefault="00477402" w:rsidP="004A16A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77402" w:rsidRPr="00477402" w:rsidTr="005462D8">
        <w:tc>
          <w:tcPr>
            <w:tcW w:w="817" w:type="dxa"/>
          </w:tcPr>
          <w:p w:rsidR="00477402" w:rsidRPr="00477402" w:rsidRDefault="00477402" w:rsidP="004A16A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9</w:t>
            </w:r>
          </w:p>
        </w:tc>
        <w:tc>
          <w:tcPr>
            <w:tcW w:w="6804" w:type="dxa"/>
          </w:tcPr>
          <w:p w:rsidR="00477402" w:rsidRPr="00477402" w:rsidRDefault="00477402" w:rsidP="004A16A0">
            <w:pPr>
              <w:rPr>
                <w:rFonts w:ascii="Times New Roman" w:eastAsia="ＭＳ 明朝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7402" w:rsidRPr="00477402" w:rsidRDefault="00477402" w:rsidP="004A16A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7402" w:rsidRPr="00477402" w:rsidRDefault="00477402" w:rsidP="004A16A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77402" w:rsidRPr="00477402" w:rsidTr="005462D8">
        <w:tc>
          <w:tcPr>
            <w:tcW w:w="817" w:type="dxa"/>
          </w:tcPr>
          <w:p w:rsidR="00477402" w:rsidRPr="00477402" w:rsidRDefault="00477402" w:rsidP="00477402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10</w:t>
            </w:r>
          </w:p>
        </w:tc>
        <w:tc>
          <w:tcPr>
            <w:tcW w:w="6804" w:type="dxa"/>
          </w:tcPr>
          <w:p w:rsidR="00477402" w:rsidRPr="00477402" w:rsidRDefault="00477402" w:rsidP="004A16A0">
            <w:pPr>
              <w:rPr>
                <w:rFonts w:ascii="Times New Roman" w:eastAsia="ＭＳ 明朝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7402" w:rsidRPr="00477402" w:rsidRDefault="00477402" w:rsidP="004A16A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7402" w:rsidRPr="00477402" w:rsidRDefault="00477402" w:rsidP="004A16A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477402" w:rsidRDefault="00477402">
      <w:pPr>
        <w:rPr>
          <w:rFonts w:ascii="ＭＳ 明朝" w:eastAsia="ＭＳ 明朝" w:hAnsi="ＭＳ 明朝"/>
          <w:sz w:val="24"/>
          <w:szCs w:val="24"/>
        </w:rPr>
      </w:pPr>
    </w:p>
    <w:p w:rsidR="00150623" w:rsidRDefault="00150623">
      <w:pPr>
        <w:rPr>
          <w:rFonts w:ascii="ＭＳ ゴシック" w:eastAsia="ＭＳ ゴシック" w:hAnsi="ＭＳ ゴシック"/>
          <w:b/>
          <w:color w:val="FF0000"/>
          <w:sz w:val="18"/>
          <w:szCs w:val="18"/>
        </w:rPr>
      </w:pPr>
      <w:r w:rsidRPr="00551AF2">
        <w:rPr>
          <w:rFonts w:ascii="ＭＳ ゴシック" w:eastAsia="ＭＳ ゴシック" w:hAnsi="ＭＳ ゴシック" w:hint="eastAsia"/>
          <w:b/>
          <w:color w:val="FF0000"/>
          <w:sz w:val="18"/>
          <w:szCs w:val="18"/>
        </w:rPr>
        <w:t>※作成時には赤字の</w:t>
      </w:r>
      <w:r>
        <w:rPr>
          <w:rFonts w:ascii="ＭＳ ゴシック" w:eastAsia="ＭＳ ゴシック" w:hAnsi="ＭＳ ゴシック" w:hint="eastAsia"/>
          <w:b/>
          <w:color w:val="FF0000"/>
          <w:sz w:val="18"/>
          <w:szCs w:val="18"/>
        </w:rPr>
        <w:t>留意事項、</w:t>
      </w:r>
      <w:r w:rsidRPr="00551AF2">
        <w:rPr>
          <w:rFonts w:ascii="ＭＳ ゴシック" w:eastAsia="ＭＳ ゴシック" w:hAnsi="ＭＳ ゴシック" w:hint="eastAsia"/>
          <w:b/>
          <w:color w:val="FF0000"/>
          <w:sz w:val="18"/>
          <w:szCs w:val="18"/>
        </w:rPr>
        <w:t>記入例及びこの説明文は削除し，黒字でご記入ください。</w:t>
      </w:r>
    </w:p>
    <w:p w:rsidR="00150623" w:rsidRPr="00BF1152" w:rsidRDefault="00150623" w:rsidP="00150623">
      <w:pPr>
        <w:pStyle w:val="af"/>
        <w:spacing w:line="240" w:lineRule="auto"/>
        <w:rPr>
          <w:rFonts w:ascii="ＭＳ 明朝" w:hAnsi="ＭＳ 明朝"/>
          <w:color w:val="FF0000"/>
          <w:sz w:val="18"/>
          <w:szCs w:val="18"/>
        </w:rPr>
      </w:pPr>
      <w:r w:rsidRPr="00BF1152">
        <w:rPr>
          <w:rFonts w:ascii="ＭＳ 明朝" w:hAnsi="ＭＳ 明朝" w:hint="eastAsia"/>
          <w:color w:val="FF0000"/>
          <w:sz w:val="18"/>
          <w:szCs w:val="18"/>
        </w:rPr>
        <w:t>【留意事項】</w:t>
      </w:r>
    </w:p>
    <w:p w:rsidR="00150623" w:rsidRPr="00A275CE" w:rsidRDefault="00150623" w:rsidP="00150623">
      <w:pPr>
        <w:ind w:left="180" w:hangingChars="100" w:hanging="180"/>
        <w:rPr>
          <w:rFonts w:ascii="ＭＳ 明朝" w:eastAsia="ＭＳ 明朝" w:hAnsi="ＭＳ 明朝"/>
          <w:sz w:val="24"/>
          <w:szCs w:val="24"/>
        </w:rPr>
      </w:pPr>
      <w:r w:rsidRPr="00A275CE">
        <w:rPr>
          <w:rFonts w:ascii="ＭＳ 明朝" w:eastAsia="ＭＳ 明朝" w:hAnsi="ＭＳ 明朝" w:hint="eastAsia"/>
          <w:color w:val="FF0000"/>
          <w:sz w:val="18"/>
          <w:szCs w:val="18"/>
        </w:rPr>
        <w:t>・原著論文中、第一著者又は本人の指導による主要論文１０編について、</w:t>
      </w:r>
      <w:r w:rsidRPr="00A275CE">
        <w:rPr>
          <w:rFonts w:ascii="ＭＳ 明朝" w:eastAsia="ＭＳ 明朝" w:hAnsi="ＭＳ 明朝" w:hint="eastAsia"/>
          <w:color w:val="FF0000"/>
          <w:sz w:val="18"/>
          <w:szCs w:val="18"/>
          <w:u w:val="single"/>
        </w:rPr>
        <w:t xml:space="preserve">Google Scholar によるCitation Index </w:t>
      </w:r>
      <w:r w:rsidRPr="00A275CE">
        <w:rPr>
          <w:rFonts w:ascii="ＭＳ 明朝" w:eastAsia="ＭＳ 明朝" w:hAnsi="ＭＳ 明朝" w:hint="eastAsia"/>
          <w:color w:val="FF0000"/>
          <w:sz w:val="18"/>
          <w:szCs w:val="18"/>
        </w:rPr>
        <w:t>を一覧表に記入する。</w:t>
      </w:r>
    </w:p>
    <w:sectPr w:rsidR="00150623" w:rsidRPr="00A275CE" w:rsidSect="005462D8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16A0" w:rsidRDefault="004A16A0" w:rsidP="00150623">
      <w:r>
        <w:separator/>
      </w:r>
    </w:p>
  </w:endnote>
  <w:endnote w:type="continuationSeparator" w:id="0">
    <w:p w:rsidR="004A16A0" w:rsidRDefault="004A16A0" w:rsidP="00150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16A0" w:rsidRDefault="004A16A0" w:rsidP="00150623">
      <w:r>
        <w:separator/>
      </w:r>
    </w:p>
  </w:footnote>
  <w:footnote w:type="continuationSeparator" w:id="0">
    <w:p w:rsidR="004A16A0" w:rsidRDefault="004A16A0" w:rsidP="001506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D3A"/>
    <w:rsid w:val="00084944"/>
    <w:rsid w:val="00084D3A"/>
    <w:rsid w:val="00105B21"/>
    <w:rsid w:val="00150623"/>
    <w:rsid w:val="00174299"/>
    <w:rsid w:val="00280630"/>
    <w:rsid w:val="002904B5"/>
    <w:rsid w:val="002A6E05"/>
    <w:rsid w:val="00313408"/>
    <w:rsid w:val="00314DF9"/>
    <w:rsid w:val="00477402"/>
    <w:rsid w:val="00484AE7"/>
    <w:rsid w:val="004A16A0"/>
    <w:rsid w:val="004A3EA1"/>
    <w:rsid w:val="004E1F40"/>
    <w:rsid w:val="005302D4"/>
    <w:rsid w:val="005462D8"/>
    <w:rsid w:val="00570479"/>
    <w:rsid w:val="005A5D55"/>
    <w:rsid w:val="005C36B2"/>
    <w:rsid w:val="005C4445"/>
    <w:rsid w:val="005D2DF1"/>
    <w:rsid w:val="00794701"/>
    <w:rsid w:val="008236DB"/>
    <w:rsid w:val="00826716"/>
    <w:rsid w:val="008307F1"/>
    <w:rsid w:val="00854725"/>
    <w:rsid w:val="008B71A2"/>
    <w:rsid w:val="009221EA"/>
    <w:rsid w:val="00954DB3"/>
    <w:rsid w:val="009A5307"/>
    <w:rsid w:val="00A25817"/>
    <w:rsid w:val="00A26F95"/>
    <w:rsid w:val="00A275CE"/>
    <w:rsid w:val="00A43B30"/>
    <w:rsid w:val="00A64388"/>
    <w:rsid w:val="00A71CD3"/>
    <w:rsid w:val="00AA7862"/>
    <w:rsid w:val="00BE381C"/>
    <w:rsid w:val="00CB319C"/>
    <w:rsid w:val="00CB742C"/>
    <w:rsid w:val="00D32AC7"/>
    <w:rsid w:val="00D47F47"/>
    <w:rsid w:val="00D96D27"/>
    <w:rsid w:val="00E31AE4"/>
    <w:rsid w:val="00E91DBF"/>
    <w:rsid w:val="00ED3D5E"/>
    <w:rsid w:val="00ED3D6D"/>
    <w:rsid w:val="00F61BDF"/>
    <w:rsid w:val="00F665A6"/>
    <w:rsid w:val="00FD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F798919D-FC3B-4095-972D-DFFA76930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4D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477402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477402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477402"/>
  </w:style>
  <w:style w:type="paragraph" w:styleId="a7">
    <w:name w:val="annotation subject"/>
    <w:basedOn w:val="a5"/>
    <w:next w:val="a5"/>
    <w:link w:val="a8"/>
    <w:uiPriority w:val="99"/>
    <w:semiHidden/>
    <w:unhideWhenUsed/>
    <w:rsid w:val="00477402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477402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774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77402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15062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50623"/>
  </w:style>
  <w:style w:type="paragraph" w:styleId="ad">
    <w:name w:val="footer"/>
    <w:basedOn w:val="a"/>
    <w:link w:val="ae"/>
    <w:uiPriority w:val="99"/>
    <w:unhideWhenUsed/>
    <w:rsid w:val="0015062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50623"/>
  </w:style>
  <w:style w:type="paragraph" w:customStyle="1" w:styleId="af">
    <w:name w:val="一太郎"/>
    <w:rsid w:val="00150623"/>
    <w:pPr>
      <w:widowControl w:val="0"/>
      <w:wordWrap w:val="0"/>
      <w:autoSpaceDE w:val="0"/>
      <w:autoSpaceDN w:val="0"/>
      <w:adjustRightInd w:val="0"/>
      <w:spacing w:line="211" w:lineRule="exact"/>
      <w:jc w:val="both"/>
    </w:pPr>
    <w:rPr>
      <w:rFonts w:ascii="Century" w:eastAsia="ＭＳ 明朝" w:hAnsi="Century" w:cs="Times New Roman"/>
      <w:spacing w:val="10"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26486671</Template>
  <TotalTime>42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葭川 稔</dc:creator>
  <cp:lastModifiedBy>三室 智愛</cp:lastModifiedBy>
  <cp:revision>13</cp:revision>
  <cp:lastPrinted>2024-04-07T13:19:00Z</cp:lastPrinted>
  <dcterms:created xsi:type="dcterms:W3CDTF">2013-02-15T06:34:00Z</dcterms:created>
  <dcterms:modified xsi:type="dcterms:W3CDTF">2024-10-31T01:08:00Z</dcterms:modified>
</cp:coreProperties>
</file>