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99" w:rsidRPr="00477402" w:rsidRDefault="00084D3A">
      <w:pPr>
        <w:rPr>
          <w:rFonts w:ascii="ＭＳ 明朝" w:eastAsia="ＭＳ 明朝" w:hAnsi="ＭＳ 明朝"/>
          <w:sz w:val="24"/>
          <w:szCs w:val="24"/>
        </w:rPr>
      </w:pPr>
      <w:r w:rsidRPr="00477402">
        <w:rPr>
          <w:rFonts w:ascii="ＭＳ 明朝" w:eastAsia="ＭＳ 明朝" w:hAnsi="ＭＳ 明朝" w:hint="eastAsia"/>
          <w:sz w:val="24"/>
          <w:szCs w:val="24"/>
        </w:rPr>
        <w:t>主要論文のCitation Index</w:t>
      </w:r>
      <w:r w:rsidR="00A64388">
        <w:rPr>
          <w:rFonts w:ascii="ＭＳ 明朝" w:eastAsia="ＭＳ 明朝" w:hAnsi="ＭＳ 明朝" w:hint="eastAsia"/>
          <w:sz w:val="24"/>
          <w:szCs w:val="24"/>
        </w:rPr>
        <w:t>一覧表</w:t>
      </w:r>
    </w:p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276"/>
      </w:tblGrid>
      <w:tr w:rsidR="00477402" w:rsidRPr="00477402" w:rsidTr="005462D8">
        <w:tc>
          <w:tcPr>
            <w:tcW w:w="817" w:type="dxa"/>
            <w:vAlign w:val="center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6804" w:type="dxa"/>
            <w:vAlign w:val="center"/>
          </w:tcPr>
          <w:p w:rsidR="00477402" w:rsidRPr="004E1F40" w:rsidRDefault="00477402" w:rsidP="005462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論</w:t>
            </w:r>
            <w:r w:rsidR="004E1F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文</w:t>
            </w:r>
          </w:p>
        </w:tc>
        <w:tc>
          <w:tcPr>
            <w:tcW w:w="992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Impact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Factor</w:t>
            </w:r>
          </w:p>
        </w:tc>
        <w:tc>
          <w:tcPr>
            <w:tcW w:w="1276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Citation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Index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  <w:u w:val="single"/>
              </w:rPr>
              <w:t>Hamamatsu S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 xml:space="preserve">, </w:t>
            </w:r>
            <w:r w:rsidR="00CB319C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Ch</w:t>
            </w:r>
            <w:r w:rsidR="00ED3D6D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uo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 xml:space="preserve"> K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＊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Handa Y: The effects of tracheal tube</w:t>
            </w:r>
          </w:p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tip design and tube thickness on laryngeal pass ability during oral</w:t>
            </w:r>
          </w:p>
          <w:p w:rsidR="00477402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tube exchange with an introducer. Anesth Analg 97: 285-288, 2003</w:t>
            </w:r>
          </w:p>
        </w:tc>
        <w:tc>
          <w:tcPr>
            <w:tcW w:w="992" w:type="dxa"/>
          </w:tcPr>
          <w:p w:rsidR="00477402" w:rsidRPr="00150623" w:rsidRDefault="00B05C8F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12</w:t>
            </w:r>
            <w:r w:rsidR="008B15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77402" w:rsidRPr="00150623" w:rsidRDefault="00B05C8F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4</w:t>
            </w:r>
            <w:r w:rsidR="00150623" w:rsidRPr="001506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0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7402" w:rsidRDefault="00477402">
      <w:pPr>
        <w:rPr>
          <w:rFonts w:ascii="ＭＳ 明朝" w:eastAsia="ＭＳ 明朝" w:hAnsi="ＭＳ 明朝"/>
          <w:sz w:val="24"/>
          <w:szCs w:val="24"/>
        </w:rPr>
      </w:pPr>
    </w:p>
    <w:p w:rsidR="00150623" w:rsidRDefault="00150623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※作成時には赤字の</w:t>
      </w:r>
      <w:r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留意事項、</w:t>
      </w: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記入例及びこの説明文は削除し，黒字でご記入ください。</w:t>
      </w:r>
    </w:p>
    <w:p w:rsidR="00150623" w:rsidRPr="00BF1152" w:rsidRDefault="00150623" w:rsidP="00150623">
      <w:pPr>
        <w:pStyle w:val="af"/>
        <w:spacing w:line="240" w:lineRule="auto"/>
        <w:rPr>
          <w:rFonts w:ascii="ＭＳ 明朝" w:hAnsi="ＭＳ 明朝"/>
          <w:color w:val="FF0000"/>
          <w:sz w:val="18"/>
          <w:szCs w:val="18"/>
        </w:rPr>
      </w:pPr>
      <w:r w:rsidRPr="00BF1152">
        <w:rPr>
          <w:rFonts w:ascii="ＭＳ 明朝" w:hAnsi="ＭＳ 明朝" w:hint="eastAsia"/>
          <w:color w:val="FF0000"/>
          <w:sz w:val="18"/>
          <w:szCs w:val="18"/>
        </w:rPr>
        <w:t>【留意事項】</w:t>
      </w:r>
    </w:p>
    <w:p w:rsidR="00150623" w:rsidRPr="00A275CE" w:rsidRDefault="00150623" w:rsidP="00150623">
      <w:pPr>
        <w:ind w:left="180" w:hangingChars="100" w:hanging="180"/>
        <w:rPr>
          <w:rFonts w:ascii="ＭＳ 明朝" w:eastAsia="ＭＳ 明朝" w:hAnsi="ＭＳ 明朝"/>
          <w:sz w:val="24"/>
          <w:szCs w:val="24"/>
        </w:rPr>
      </w:pP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・原著論文中、第一著者又は本人の指導による主要論文１０編について、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  <w:u w:val="single"/>
        </w:rPr>
        <w:t xml:space="preserve">Google Scholar によるCitation Index </w:t>
      </w:r>
      <w:r w:rsidRPr="00A275CE">
        <w:rPr>
          <w:rFonts w:ascii="ＭＳ 明朝" w:eastAsia="ＭＳ 明朝" w:hAnsi="ＭＳ 明朝" w:hint="eastAsia"/>
          <w:color w:val="FF0000"/>
          <w:sz w:val="18"/>
          <w:szCs w:val="18"/>
        </w:rPr>
        <w:t>を一覧表に記入する。</w:t>
      </w:r>
    </w:p>
    <w:sectPr w:rsidR="00150623" w:rsidRPr="00A275CE" w:rsidSect="005462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23" w:rsidRDefault="00150623" w:rsidP="00150623">
      <w:r>
        <w:separator/>
      </w:r>
    </w:p>
  </w:endnote>
  <w:endnote w:type="continuationSeparator" w:id="0">
    <w:p w:rsidR="00150623" w:rsidRDefault="00150623" w:rsidP="0015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23" w:rsidRDefault="00150623" w:rsidP="00150623">
      <w:r>
        <w:separator/>
      </w:r>
    </w:p>
  </w:footnote>
  <w:footnote w:type="continuationSeparator" w:id="0">
    <w:p w:rsidR="00150623" w:rsidRDefault="00150623" w:rsidP="00150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3A"/>
    <w:rsid w:val="00084944"/>
    <w:rsid w:val="00084D3A"/>
    <w:rsid w:val="00105B21"/>
    <w:rsid w:val="00150623"/>
    <w:rsid w:val="00174299"/>
    <w:rsid w:val="00280630"/>
    <w:rsid w:val="002904B5"/>
    <w:rsid w:val="002A6E05"/>
    <w:rsid w:val="00314DF9"/>
    <w:rsid w:val="00477402"/>
    <w:rsid w:val="00484AE7"/>
    <w:rsid w:val="004E1F40"/>
    <w:rsid w:val="005302D4"/>
    <w:rsid w:val="005462D8"/>
    <w:rsid w:val="00570479"/>
    <w:rsid w:val="005A5D55"/>
    <w:rsid w:val="005C36B2"/>
    <w:rsid w:val="005C4445"/>
    <w:rsid w:val="005D2DF1"/>
    <w:rsid w:val="00794701"/>
    <w:rsid w:val="008236DB"/>
    <w:rsid w:val="00826716"/>
    <w:rsid w:val="008307F1"/>
    <w:rsid w:val="00854725"/>
    <w:rsid w:val="008B1523"/>
    <w:rsid w:val="008B71A2"/>
    <w:rsid w:val="009221EA"/>
    <w:rsid w:val="00954DB3"/>
    <w:rsid w:val="009A5307"/>
    <w:rsid w:val="00A25817"/>
    <w:rsid w:val="00A26F95"/>
    <w:rsid w:val="00A275CE"/>
    <w:rsid w:val="00A43B30"/>
    <w:rsid w:val="00A64388"/>
    <w:rsid w:val="00A71CD3"/>
    <w:rsid w:val="00AA7862"/>
    <w:rsid w:val="00B05C8F"/>
    <w:rsid w:val="00BE381C"/>
    <w:rsid w:val="00CB319C"/>
    <w:rsid w:val="00CB742C"/>
    <w:rsid w:val="00D32AC7"/>
    <w:rsid w:val="00D47F47"/>
    <w:rsid w:val="00D96D27"/>
    <w:rsid w:val="00E31AE4"/>
    <w:rsid w:val="00E91DBF"/>
    <w:rsid w:val="00ED3D5E"/>
    <w:rsid w:val="00ED3D6D"/>
    <w:rsid w:val="00F61BDF"/>
    <w:rsid w:val="00F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3FCEEC"/>
  <w15:docId w15:val="{F798919D-FC3B-4095-972D-DFFA7693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0623"/>
  </w:style>
  <w:style w:type="paragraph" w:styleId="ad">
    <w:name w:val="footer"/>
    <w:basedOn w:val="a"/>
    <w:link w:val="ae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0623"/>
  </w:style>
  <w:style w:type="paragraph" w:customStyle="1" w:styleId="af">
    <w:name w:val="一太郎"/>
    <w:rsid w:val="00150623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Century" w:eastAsia="ＭＳ 明朝" w:hAnsi="Century" w:cs="Times New Roman"/>
      <w:spacing w:val="1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7E861EE9</Template>
  <TotalTime>33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葭川 稔</dc:creator>
  <cp:lastModifiedBy>三室 智愛</cp:lastModifiedBy>
  <cp:revision>12</cp:revision>
  <cp:lastPrinted>2024-04-07T13:19:00Z</cp:lastPrinted>
  <dcterms:created xsi:type="dcterms:W3CDTF">2013-02-15T06:34:00Z</dcterms:created>
  <dcterms:modified xsi:type="dcterms:W3CDTF">2024-10-31T01:08:00Z</dcterms:modified>
</cp:coreProperties>
</file>