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別紙様式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4223AC" w:rsidRDefault="004223AC" w:rsidP="004223AC">
      <w:pPr>
        <w:adjustRightInd/>
        <w:spacing w:line="404" w:lineRule="exact"/>
        <w:ind w:leftChars="270" w:left="2126" w:hangingChars="690" w:hanging="1559"/>
        <w:rPr>
          <w:rFonts w:ascii="ＭＳ 明朝" w:hAnsi="Times New Roman" w:cs="Times New Roman"/>
        </w:rPr>
      </w:pPr>
      <w:r w:rsidRPr="00A2586F">
        <w:rPr>
          <w:rFonts w:ascii="ＭＳ 明朝" w:hAnsi="Times New Roman" w:hint="eastAsia"/>
          <w:spacing w:val="8"/>
        </w:rPr>
        <w:t>（</w:t>
      </w:r>
      <w:bookmarkStart w:id="0" w:name="OLE_LINK2"/>
      <w:r w:rsidRPr="00A2586F">
        <w:rPr>
          <w:rFonts w:hint="eastAsia"/>
        </w:rPr>
        <w:t>件名</w:t>
      </w:r>
      <w:bookmarkEnd w:id="0"/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>
        <w:rPr>
          <w:rFonts w:hint="eastAsia"/>
        </w:rPr>
        <w:t>データベース</w:t>
      </w:r>
      <w:r>
        <w:rPr>
          <w:rFonts w:hint="eastAsia"/>
        </w:rPr>
        <w:t xml:space="preserve"> Web of Science Core Collection</w:t>
      </w:r>
      <w:r w:rsidR="004A7CBD">
        <w:rPr>
          <w:rFonts w:hint="eastAsia"/>
        </w:rPr>
        <w:t>・</w:t>
      </w:r>
      <w:r w:rsidR="00496AB1">
        <w:rPr>
          <w:rFonts w:hint="eastAsia"/>
        </w:rPr>
        <w:t>S</w:t>
      </w:r>
      <w:r w:rsidR="004A7CBD">
        <w:rPr>
          <w:rFonts w:hint="eastAsia"/>
        </w:rPr>
        <w:t>tarter</w:t>
      </w:r>
      <w:r w:rsidR="001E6889">
        <w:t xml:space="preserve"> API</w:t>
      </w:r>
      <w:r>
        <w:rPr>
          <w:rFonts w:hint="eastAsia"/>
        </w:rPr>
        <w:t xml:space="preserve"> </w:t>
      </w:r>
      <w:r>
        <w:rPr>
          <w:rFonts w:hint="eastAsia"/>
        </w:rPr>
        <w:t>及び</w:t>
      </w:r>
      <w:r>
        <w:rPr>
          <w:rFonts w:hint="eastAsia"/>
        </w:rPr>
        <w:t xml:space="preserve"> InCites Journal and Highly Cited Data </w:t>
      </w:r>
      <w:r>
        <w:rPr>
          <w:rFonts w:hint="eastAsia"/>
        </w:rPr>
        <w:t>の利用</w:t>
      </w:r>
    </w:p>
    <w:p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/>
    <w:p w:rsidR="00B237C0" w:rsidRDefault="00B237C0">
      <w:pPr>
        <w:widowControl/>
        <w:adjustRightInd/>
        <w:jc w:val="left"/>
        <w:textAlignment w:val="auto"/>
      </w:pPr>
      <w:r>
        <w:br w:type="page"/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lastRenderedPageBreak/>
        <w:t>別紙様式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4223AC" w:rsidRDefault="004223AC" w:rsidP="004223AC">
      <w:pPr>
        <w:adjustRightInd/>
        <w:spacing w:line="404" w:lineRule="exact"/>
        <w:ind w:leftChars="270" w:left="2126" w:hangingChars="690" w:hanging="1559"/>
        <w:rPr>
          <w:rFonts w:ascii="ＭＳ 明朝" w:hAnsi="Times New Roman" w:cs="Times New Roman"/>
        </w:rPr>
      </w:pP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>
        <w:rPr>
          <w:rFonts w:hint="eastAsia"/>
        </w:rPr>
        <w:t>データベース</w:t>
      </w:r>
      <w:r>
        <w:rPr>
          <w:rFonts w:hint="eastAsia"/>
        </w:rPr>
        <w:t xml:space="preserve"> Web of Science Core Collection</w:t>
      </w:r>
      <w:r w:rsidR="004A7CBD">
        <w:rPr>
          <w:rFonts w:hint="eastAsia"/>
        </w:rPr>
        <w:t>・</w:t>
      </w:r>
      <w:r w:rsidR="00496AB1">
        <w:t>Sta</w:t>
      </w:r>
      <w:r w:rsidR="004A7CBD">
        <w:t>rter</w:t>
      </w:r>
      <w:r w:rsidR="001E6889">
        <w:t xml:space="preserve"> </w:t>
      </w:r>
      <w:r w:rsidR="001E6889">
        <w:rPr>
          <w:rFonts w:hint="eastAsia"/>
        </w:rPr>
        <w:t>API</w:t>
      </w:r>
      <w:r>
        <w:rPr>
          <w:rFonts w:hint="eastAsia"/>
        </w:rPr>
        <w:t>及び</w:t>
      </w:r>
      <w:r>
        <w:rPr>
          <w:rFonts w:hint="eastAsia"/>
        </w:rPr>
        <w:t xml:space="preserve"> InCites Journal and Highly Cited Data </w:t>
      </w:r>
      <w:r>
        <w:rPr>
          <w:rFonts w:hint="eastAsia"/>
        </w:rPr>
        <w:t>の利用</w:t>
      </w:r>
    </w:p>
    <w:p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/>
    <w:p w:rsidR="00B237C0" w:rsidRDefault="00B237C0">
      <w:pPr>
        <w:widowControl/>
        <w:adjustRightInd/>
        <w:jc w:val="left"/>
        <w:textAlignment w:val="auto"/>
      </w:pPr>
      <w:r>
        <w:br w:type="page"/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別紙様式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4223AC" w:rsidRDefault="004223AC" w:rsidP="004223AC">
      <w:pPr>
        <w:adjustRightInd/>
        <w:spacing w:line="404" w:lineRule="exact"/>
        <w:ind w:leftChars="270" w:left="2126" w:hangingChars="690" w:hanging="1559"/>
        <w:rPr>
          <w:rFonts w:ascii="ＭＳ 明朝" w:hAnsi="Times New Roman" w:cs="Times New Roman"/>
        </w:rPr>
      </w:pP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>
        <w:rPr>
          <w:rFonts w:hint="eastAsia"/>
        </w:rPr>
        <w:t>データベース</w:t>
      </w:r>
      <w:r>
        <w:rPr>
          <w:rFonts w:hint="eastAsia"/>
        </w:rPr>
        <w:t xml:space="preserve"> Web of Science Core Collection</w:t>
      </w:r>
      <w:r w:rsidR="004A7CBD">
        <w:rPr>
          <w:rFonts w:hint="eastAsia"/>
        </w:rPr>
        <w:t>・</w:t>
      </w:r>
      <w:r w:rsidR="00496AB1">
        <w:rPr>
          <w:rFonts w:hint="eastAsia"/>
        </w:rPr>
        <w:t>S</w:t>
      </w:r>
      <w:r w:rsidR="004A7CBD">
        <w:rPr>
          <w:rFonts w:hint="eastAsia"/>
        </w:rPr>
        <w:t>tarter</w:t>
      </w:r>
      <w:r>
        <w:rPr>
          <w:rFonts w:hint="eastAsia"/>
        </w:rPr>
        <w:t xml:space="preserve"> </w:t>
      </w:r>
      <w:r w:rsidR="001E6889">
        <w:rPr>
          <w:rFonts w:hint="eastAsia"/>
        </w:rPr>
        <w:t>AP</w:t>
      </w:r>
      <w:r w:rsidR="00042232">
        <w:rPr>
          <w:rFonts w:hint="eastAsia"/>
        </w:rPr>
        <w:t>I</w:t>
      </w:r>
      <w:bookmarkStart w:id="1" w:name="_GoBack"/>
      <w:bookmarkEnd w:id="1"/>
      <w:r>
        <w:rPr>
          <w:rFonts w:hint="eastAsia"/>
        </w:rPr>
        <w:t>及び</w:t>
      </w:r>
      <w:r>
        <w:rPr>
          <w:rFonts w:hint="eastAsia"/>
        </w:rPr>
        <w:t xml:space="preserve"> InCites Journal and Highly Cited Data </w:t>
      </w:r>
      <w:r>
        <w:rPr>
          <w:rFonts w:hint="eastAsia"/>
        </w:rPr>
        <w:t>の利用</w:t>
      </w:r>
    </w:p>
    <w:p w:rsidR="00B237C0" w:rsidRPr="004223AC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復代理人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:rsidR="008C3B49" w:rsidRPr="00B237C0" w:rsidRDefault="008C3B49" w:rsidP="00B237C0"/>
    <w:sectPr w:rsidR="008C3B49" w:rsidRPr="00B237C0" w:rsidSect="00CB4722">
      <w:pgSz w:w="11906" w:h="16838"/>
      <w:pgMar w:top="1416" w:right="1192" w:bottom="1136" w:left="1246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584" w:rsidRDefault="00856584">
      <w:r>
        <w:separator/>
      </w:r>
    </w:p>
  </w:endnote>
  <w:endnote w:type="continuationSeparator" w:id="0">
    <w:p w:rsidR="00856584" w:rsidRDefault="0085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584" w:rsidRDefault="00856584">
      <w:r>
        <w:separator/>
      </w:r>
    </w:p>
  </w:footnote>
  <w:footnote w:type="continuationSeparator" w:id="0">
    <w:p w:rsidR="00856584" w:rsidRDefault="00856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22"/>
    <w:rsid w:val="00011A82"/>
    <w:rsid w:val="000162EA"/>
    <w:rsid w:val="00042232"/>
    <w:rsid w:val="000530E7"/>
    <w:rsid w:val="00082B9E"/>
    <w:rsid w:val="00086EB2"/>
    <w:rsid w:val="000A07FD"/>
    <w:rsid w:val="000D5BA7"/>
    <w:rsid w:val="000E4C9C"/>
    <w:rsid w:val="00141BAF"/>
    <w:rsid w:val="001A42CC"/>
    <w:rsid w:val="001D4EA0"/>
    <w:rsid w:val="001E6889"/>
    <w:rsid w:val="0022395C"/>
    <w:rsid w:val="0026692C"/>
    <w:rsid w:val="0027269F"/>
    <w:rsid w:val="002A6237"/>
    <w:rsid w:val="002B23FF"/>
    <w:rsid w:val="002E7E98"/>
    <w:rsid w:val="0033757E"/>
    <w:rsid w:val="00356CE8"/>
    <w:rsid w:val="003676FF"/>
    <w:rsid w:val="00411C09"/>
    <w:rsid w:val="004223AC"/>
    <w:rsid w:val="00496AB1"/>
    <w:rsid w:val="004A7CBD"/>
    <w:rsid w:val="004C717B"/>
    <w:rsid w:val="004D3020"/>
    <w:rsid w:val="0051348E"/>
    <w:rsid w:val="00566ED7"/>
    <w:rsid w:val="00573581"/>
    <w:rsid w:val="00576BC2"/>
    <w:rsid w:val="005C5F41"/>
    <w:rsid w:val="005D3201"/>
    <w:rsid w:val="005D4978"/>
    <w:rsid w:val="005F2430"/>
    <w:rsid w:val="00652BBF"/>
    <w:rsid w:val="006F4523"/>
    <w:rsid w:val="00706E28"/>
    <w:rsid w:val="00767B44"/>
    <w:rsid w:val="0077001A"/>
    <w:rsid w:val="007719A6"/>
    <w:rsid w:val="00773B3D"/>
    <w:rsid w:val="00784A04"/>
    <w:rsid w:val="007D3EEF"/>
    <w:rsid w:val="00811316"/>
    <w:rsid w:val="00851055"/>
    <w:rsid w:val="00856584"/>
    <w:rsid w:val="008777DF"/>
    <w:rsid w:val="008B5766"/>
    <w:rsid w:val="008C3B49"/>
    <w:rsid w:val="008D3415"/>
    <w:rsid w:val="00951D13"/>
    <w:rsid w:val="0098235D"/>
    <w:rsid w:val="00A0489C"/>
    <w:rsid w:val="00A071F9"/>
    <w:rsid w:val="00A156C6"/>
    <w:rsid w:val="00A2586F"/>
    <w:rsid w:val="00A27106"/>
    <w:rsid w:val="00A546BD"/>
    <w:rsid w:val="00A74F32"/>
    <w:rsid w:val="00A75B10"/>
    <w:rsid w:val="00AB46C6"/>
    <w:rsid w:val="00AB7986"/>
    <w:rsid w:val="00AD0081"/>
    <w:rsid w:val="00AE6A8C"/>
    <w:rsid w:val="00B0545B"/>
    <w:rsid w:val="00B16D00"/>
    <w:rsid w:val="00B237C0"/>
    <w:rsid w:val="00B95FC4"/>
    <w:rsid w:val="00BA3A98"/>
    <w:rsid w:val="00BD57E8"/>
    <w:rsid w:val="00C21EA4"/>
    <w:rsid w:val="00C3065F"/>
    <w:rsid w:val="00C42361"/>
    <w:rsid w:val="00C673E7"/>
    <w:rsid w:val="00CB4722"/>
    <w:rsid w:val="00CE0E5F"/>
    <w:rsid w:val="00DD37EC"/>
    <w:rsid w:val="00DE4284"/>
    <w:rsid w:val="00E0206C"/>
    <w:rsid w:val="00E27712"/>
    <w:rsid w:val="00E50BFA"/>
    <w:rsid w:val="00E73E2F"/>
    <w:rsid w:val="00E75F93"/>
    <w:rsid w:val="00E919FE"/>
    <w:rsid w:val="00EC49A5"/>
    <w:rsid w:val="00ED27BF"/>
    <w:rsid w:val="00F07EEE"/>
    <w:rsid w:val="00F3690A"/>
    <w:rsid w:val="00F37EB4"/>
    <w:rsid w:val="00F97736"/>
    <w:rsid w:val="00F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5D7D3B-97D8-4E0D-A1D7-95BE4037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722"/>
    <w:pPr>
      <w:widowControl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19A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D3020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D3020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267CCC4E</Template>
  <TotalTime>11</TotalTime>
  <Pages>3</Pages>
  <Words>397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浜松医科大学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mumin3</dc:creator>
  <cp:keywords/>
  <dc:description/>
  <cp:lastModifiedBy>島原 優菜</cp:lastModifiedBy>
  <cp:revision>10</cp:revision>
  <cp:lastPrinted>2025-01-14T08:37:00Z</cp:lastPrinted>
  <dcterms:created xsi:type="dcterms:W3CDTF">2021-01-27T06:44:00Z</dcterms:created>
  <dcterms:modified xsi:type="dcterms:W3CDTF">2025-01-14T08:37:00Z</dcterms:modified>
</cp:coreProperties>
</file>