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>別紙様式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</w:t>
      </w:r>
      <w:r>
        <w:rPr>
          <w:rFonts w:ascii="ＭＳ 明朝" w:hAnsi="Times New Roman" w:hint="eastAsia"/>
          <w:spacing w:val="726"/>
        </w:rPr>
        <w:t>入札</w:t>
      </w:r>
      <w:r>
        <w:rPr>
          <w:rFonts w:ascii="ＭＳ 明朝" w:hAnsi="Times New Roman" w:hint="eastAsia"/>
        </w:rPr>
        <w:t>書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4223AC" w:rsidRDefault="004223AC" w:rsidP="004223AC">
      <w:pPr>
        <w:adjustRightInd/>
        <w:spacing w:line="404" w:lineRule="exact"/>
        <w:ind w:leftChars="270" w:left="2126" w:hangingChars="690" w:hanging="1559"/>
        <w:rPr>
          <w:rFonts w:ascii="ＭＳ 明朝" w:hAnsi="Times New Roman" w:cs="Times New Roman"/>
        </w:rPr>
      </w:pPr>
      <w:r w:rsidRPr="00A2586F">
        <w:rPr>
          <w:rFonts w:ascii="ＭＳ 明朝" w:hAnsi="Times New Roman" w:hint="eastAsia"/>
          <w:spacing w:val="8"/>
        </w:rPr>
        <w:t>（</w:t>
      </w:r>
      <w:bookmarkStart w:id="0" w:name="OLE_LINK2"/>
      <w:r w:rsidRPr="00A2586F">
        <w:rPr>
          <w:rFonts w:hint="eastAsia"/>
        </w:rPr>
        <w:t>件名</w:t>
      </w:r>
      <w:bookmarkEnd w:id="0"/>
      <w:r w:rsidRPr="00A2586F">
        <w:rPr>
          <w:rFonts w:ascii="ＭＳ 明朝" w:hAnsi="Times New Roman" w:hint="eastAsia"/>
          <w:spacing w:val="8"/>
        </w:rPr>
        <w:t>表示）</w:t>
      </w:r>
      <w:r w:rsidRPr="00A2586F">
        <w:rPr>
          <w:rFonts w:ascii="ＭＳ 明朝" w:hAnsi="Times New Roman" w:hint="eastAsia"/>
          <w:spacing w:val="8"/>
          <w:sz w:val="14"/>
          <w:szCs w:val="14"/>
        </w:rPr>
        <w:t xml:space="preserve">　</w:t>
      </w:r>
      <w:r>
        <w:rPr>
          <w:rFonts w:hint="eastAsia"/>
        </w:rPr>
        <w:t>データベース</w:t>
      </w:r>
      <w:r>
        <w:rPr>
          <w:rFonts w:hint="eastAsia"/>
        </w:rPr>
        <w:t xml:space="preserve"> Web of Science Core Collection</w:t>
      </w:r>
      <w:r w:rsidR="004A7CBD">
        <w:rPr>
          <w:rFonts w:hint="eastAsia"/>
        </w:rPr>
        <w:t>・</w:t>
      </w:r>
      <w:r w:rsidR="00496AB1">
        <w:rPr>
          <w:rFonts w:hint="eastAsia"/>
        </w:rPr>
        <w:t>S</w:t>
      </w:r>
      <w:r w:rsidR="004A7CBD">
        <w:rPr>
          <w:rFonts w:hint="eastAsia"/>
        </w:rPr>
        <w:t>tarter</w:t>
      </w:r>
      <w:r w:rsidR="002D5438">
        <w:t xml:space="preserve"> API</w:t>
      </w:r>
      <w:r>
        <w:rPr>
          <w:rFonts w:hint="eastAsia"/>
        </w:rPr>
        <w:t xml:space="preserve"> </w:t>
      </w:r>
      <w:r>
        <w:rPr>
          <w:rFonts w:hint="eastAsia"/>
        </w:rPr>
        <w:t>及び</w:t>
      </w:r>
      <w:r>
        <w:rPr>
          <w:rFonts w:hint="eastAsia"/>
        </w:rPr>
        <w:t xml:space="preserve"> InCites Journal and Highly Cited Data </w:t>
      </w:r>
      <w:r>
        <w:rPr>
          <w:rFonts w:hint="eastAsia"/>
        </w:rPr>
        <w:t>の利用</w:t>
      </w:r>
    </w:p>
    <w:p w:rsidR="00B237C0" w:rsidRPr="002B23FF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入札金額　　　　　　　　金　　　　　　　　　　　　円也</w:t>
      </w:r>
    </w:p>
    <w:p w:rsidR="00B237C0" w:rsidRDefault="00B237C0" w:rsidP="00B237C0">
      <w:pPr>
        <w:adjustRightInd/>
        <w:spacing w:line="404" w:lineRule="exact"/>
        <w:ind w:firstLineChars="400" w:firstLine="840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>（うち課税対象額　　　　　　　　　　　　　　　　円）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Pr="002E7E98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/>
        </w:rPr>
      </w:pPr>
      <w:r>
        <w:rPr>
          <w:rFonts w:ascii="ＭＳ 明朝" w:hAnsi="Times New Roman" w:hint="eastAsia"/>
        </w:rPr>
        <w:t xml:space="preserve">　上記の</w:t>
      </w:r>
      <w:r w:rsidRPr="00652BBF">
        <w:rPr>
          <w:rFonts w:hint="eastAsia"/>
        </w:rPr>
        <w:t>件名</w:t>
      </w:r>
      <w:r>
        <w:rPr>
          <w:rFonts w:ascii="ＭＳ 明朝" w:hAnsi="Times New Roman" w:hint="eastAsia"/>
        </w:rPr>
        <w:t>を請負うものとして、入札に関する条件を承諾の上、上記の金額によって入札し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>ます。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令和　　年　　月　　日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浜　松　医　科　大　学　　御中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　　　　　　　競争加入者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</w:t>
      </w:r>
      <w:r>
        <w:rPr>
          <w:rFonts w:ascii="ＭＳ 明朝" w:hAnsi="Times New Roman" w:hint="eastAsia"/>
        </w:rPr>
        <w:t xml:space="preserve">　（住　所）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 </w:t>
      </w:r>
      <w:r>
        <w:rPr>
          <w:rFonts w:ascii="ＭＳ 明朝" w:hAnsi="Times New Roman" w:hint="eastAsia"/>
        </w:rPr>
        <w:t>（氏　名）</w:t>
      </w:r>
    </w:p>
    <w:p w:rsidR="00B237C0" w:rsidRDefault="00B237C0" w:rsidP="00B237C0"/>
    <w:p w:rsidR="00B237C0" w:rsidRDefault="00B237C0">
      <w:pPr>
        <w:widowControl/>
        <w:adjustRightInd/>
        <w:jc w:val="left"/>
        <w:textAlignment w:val="auto"/>
      </w:pPr>
      <w:r>
        <w:br w:type="page"/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lastRenderedPageBreak/>
        <w:t>別紙様式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</w:t>
      </w:r>
      <w:r>
        <w:rPr>
          <w:rFonts w:ascii="ＭＳ 明朝" w:hAnsi="Times New Roman" w:hint="eastAsia"/>
          <w:spacing w:val="726"/>
        </w:rPr>
        <w:t>入札</w:t>
      </w:r>
      <w:r>
        <w:rPr>
          <w:rFonts w:ascii="ＭＳ 明朝" w:hAnsi="Times New Roman" w:hint="eastAsia"/>
        </w:rPr>
        <w:t>書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4223AC" w:rsidRDefault="004223AC" w:rsidP="004223AC">
      <w:pPr>
        <w:adjustRightInd/>
        <w:spacing w:line="404" w:lineRule="exact"/>
        <w:ind w:leftChars="270" w:left="2126" w:hangingChars="690" w:hanging="1559"/>
        <w:rPr>
          <w:rFonts w:ascii="ＭＳ 明朝" w:hAnsi="Times New Roman" w:cs="Times New Roman"/>
        </w:rPr>
      </w:pPr>
      <w:r w:rsidRPr="00A2586F">
        <w:rPr>
          <w:rFonts w:ascii="ＭＳ 明朝" w:hAnsi="Times New Roman" w:hint="eastAsia"/>
          <w:spacing w:val="8"/>
        </w:rPr>
        <w:t>（</w:t>
      </w:r>
      <w:r w:rsidRPr="00A2586F">
        <w:rPr>
          <w:rFonts w:hint="eastAsia"/>
        </w:rPr>
        <w:t>件名</w:t>
      </w:r>
      <w:r w:rsidRPr="00A2586F">
        <w:rPr>
          <w:rFonts w:ascii="ＭＳ 明朝" w:hAnsi="Times New Roman" w:hint="eastAsia"/>
          <w:spacing w:val="8"/>
        </w:rPr>
        <w:t>表示）</w:t>
      </w:r>
      <w:r w:rsidRPr="00A2586F">
        <w:rPr>
          <w:rFonts w:ascii="ＭＳ 明朝" w:hAnsi="Times New Roman" w:hint="eastAsia"/>
          <w:spacing w:val="8"/>
          <w:sz w:val="14"/>
          <w:szCs w:val="14"/>
        </w:rPr>
        <w:t xml:space="preserve">　</w:t>
      </w:r>
      <w:r>
        <w:rPr>
          <w:rFonts w:hint="eastAsia"/>
        </w:rPr>
        <w:t>データベース</w:t>
      </w:r>
      <w:r>
        <w:rPr>
          <w:rFonts w:hint="eastAsia"/>
        </w:rPr>
        <w:t xml:space="preserve"> Web of Science Core Collection</w:t>
      </w:r>
      <w:r w:rsidR="004A7CBD">
        <w:rPr>
          <w:rFonts w:hint="eastAsia"/>
        </w:rPr>
        <w:t>・</w:t>
      </w:r>
      <w:r w:rsidR="00496AB1">
        <w:t>Sta</w:t>
      </w:r>
      <w:r w:rsidR="004A7CBD">
        <w:t>rter</w:t>
      </w:r>
      <w:r w:rsidR="002D5438">
        <w:t xml:space="preserve"> API</w:t>
      </w:r>
      <w:r>
        <w:rPr>
          <w:rFonts w:hint="eastAsia"/>
        </w:rPr>
        <w:t xml:space="preserve"> </w:t>
      </w:r>
      <w:r>
        <w:rPr>
          <w:rFonts w:hint="eastAsia"/>
        </w:rPr>
        <w:t>及び</w:t>
      </w:r>
      <w:r>
        <w:rPr>
          <w:rFonts w:hint="eastAsia"/>
        </w:rPr>
        <w:t xml:space="preserve"> InCites Journal and Highly Cited Data </w:t>
      </w:r>
      <w:r>
        <w:rPr>
          <w:rFonts w:hint="eastAsia"/>
        </w:rPr>
        <w:t>の利用</w:t>
      </w:r>
    </w:p>
    <w:p w:rsidR="00B237C0" w:rsidRPr="002B23FF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入札金額　　　　　　　　金　　　　　　　　　　　　円也</w:t>
      </w:r>
    </w:p>
    <w:p w:rsidR="00B237C0" w:rsidRDefault="00B237C0" w:rsidP="00B237C0">
      <w:pPr>
        <w:adjustRightInd/>
        <w:spacing w:line="404" w:lineRule="exact"/>
        <w:ind w:firstLineChars="400" w:firstLine="840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>（うち課税対象額　　　　　　　　　　　　　　　　円）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Pr="002E7E98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/>
        </w:rPr>
      </w:pPr>
      <w:r>
        <w:rPr>
          <w:rFonts w:ascii="ＭＳ 明朝" w:hAnsi="Times New Roman" w:hint="eastAsia"/>
        </w:rPr>
        <w:t xml:space="preserve">　上記の</w:t>
      </w:r>
      <w:r w:rsidRPr="00652BBF">
        <w:rPr>
          <w:rFonts w:hint="eastAsia"/>
        </w:rPr>
        <w:t>件名</w:t>
      </w:r>
      <w:r>
        <w:rPr>
          <w:rFonts w:ascii="ＭＳ 明朝" w:hAnsi="Times New Roman" w:hint="eastAsia"/>
        </w:rPr>
        <w:t>を請負うものとして、入札に関する条件を承諾の上、上記の金額によって入札し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>ます。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令和　　年　　月　　日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浜　松　医　科　大　学　　御中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　　　　　　　競争加入者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</w:t>
      </w:r>
      <w:r>
        <w:rPr>
          <w:rFonts w:ascii="ＭＳ 明朝" w:hAnsi="Times New Roman" w:hint="eastAsia"/>
        </w:rPr>
        <w:t xml:space="preserve">　（住　所）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 </w:t>
      </w:r>
      <w:r>
        <w:rPr>
          <w:rFonts w:ascii="ＭＳ 明朝" w:hAnsi="Times New Roman" w:hint="eastAsia"/>
        </w:rPr>
        <w:t>（氏　名）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代理人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　　   </w:t>
      </w:r>
      <w:r>
        <w:rPr>
          <w:rFonts w:ascii="ＭＳ 明朝" w:hAnsi="Times New Roman" w:hint="eastAsia"/>
        </w:rPr>
        <w:t>（氏　名）</w:t>
      </w:r>
    </w:p>
    <w:p w:rsidR="00B237C0" w:rsidRDefault="00B237C0" w:rsidP="00B237C0"/>
    <w:p w:rsidR="00B237C0" w:rsidRDefault="00B237C0">
      <w:pPr>
        <w:widowControl/>
        <w:adjustRightInd/>
        <w:jc w:val="left"/>
        <w:textAlignment w:val="auto"/>
      </w:pPr>
      <w:r>
        <w:br w:type="page"/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>別紙様式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</w:t>
      </w:r>
      <w:r>
        <w:rPr>
          <w:rFonts w:ascii="ＭＳ 明朝" w:hAnsi="Times New Roman" w:hint="eastAsia"/>
          <w:spacing w:val="726"/>
        </w:rPr>
        <w:t>入札</w:t>
      </w:r>
      <w:r>
        <w:rPr>
          <w:rFonts w:ascii="ＭＳ 明朝" w:hAnsi="Times New Roman" w:hint="eastAsia"/>
        </w:rPr>
        <w:t>書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4223AC" w:rsidRDefault="004223AC" w:rsidP="004223AC">
      <w:pPr>
        <w:adjustRightInd/>
        <w:spacing w:line="404" w:lineRule="exact"/>
        <w:ind w:leftChars="270" w:left="2126" w:hangingChars="690" w:hanging="1559"/>
        <w:rPr>
          <w:rFonts w:ascii="ＭＳ 明朝" w:hAnsi="Times New Roman" w:cs="Times New Roman"/>
        </w:rPr>
      </w:pPr>
      <w:r w:rsidRPr="00A2586F">
        <w:rPr>
          <w:rFonts w:ascii="ＭＳ 明朝" w:hAnsi="Times New Roman" w:hint="eastAsia"/>
          <w:spacing w:val="8"/>
        </w:rPr>
        <w:t>（</w:t>
      </w:r>
      <w:r w:rsidRPr="00A2586F">
        <w:rPr>
          <w:rFonts w:hint="eastAsia"/>
        </w:rPr>
        <w:t>件名</w:t>
      </w:r>
      <w:r w:rsidRPr="00A2586F">
        <w:rPr>
          <w:rFonts w:ascii="ＭＳ 明朝" w:hAnsi="Times New Roman" w:hint="eastAsia"/>
          <w:spacing w:val="8"/>
        </w:rPr>
        <w:t>表示）</w:t>
      </w:r>
      <w:r w:rsidRPr="00A2586F">
        <w:rPr>
          <w:rFonts w:ascii="ＭＳ 明朝" w:hAnsi="Times New Roman" w:hint="eastAsia"/>
          <w:spacing w:val="8"/>
          <w:sz w:val="14"/>
          <w:szCs w:val="14"/>
        </w:rPr>
        <w:t xml:space="preserve">　</w:t>
      </w:r>
      <w:r>
        <w:rPr>
          <w:rFonts w:hint="eastAsia"/>
        </w:rPr>
        <w:t>データベース</w:t>
      </w:r>
      <w:r>
        <w:rPr>
          <w:rFonts w:hint="eastAsia"/>
        </w:rPr>
        <w:t xml:space="preserve"> Web of Science Core Collection</w:t>
      </w:r>
      <w:r w:rsidR="004A7CBD">
        <w:rPr>
          <w:rFonts w:hint="eastAsia"/>
        </w:rPr>
        <w:t>・</w:t>
      </w:r>
      <w:r w:rsidR="002D5438">
        <w:rPr>
          <w:rFonts w:hint="eastAsia"/>
        </w:rPr>
        <w:t>Starter</w:t>
      </w:r>
      <w:r w:rsidR="002D5438">
        <w:t xml:space="preserve"> API</w:t>
      </w:r>
      <w:bookmarkStart w:id="1" w:name="_GoBack"/>
      <w:bookmarkEnd w:id="1"/>
      <w:r>
        <w:rPr>
          <w:rFonts w:hint="eastAsia"/>
        </w:rPr>
        <w:t xml:space="preserve"> </w:t>
      </w:r>
      <w:r>
        <w:rPr>
          <w:rFonts w:hint="eastAsia"/>
        </w:rPr>
        <w:t>及び</w:t>
      </w:r>
      <w:r>
        <w:rPr>
          <w:rFonts w:hint="eastAsia"/>
        </w:rPr>
        <w:t xml:space="preserve"> InCites Journal and Highly Cited Data </w:t>
      </w:r>
      <w:r>
        <w:rPr>
          <w:rFonts w:hint="eastAsia"/>
        </w:rPr>
        <w:t>の利用</w:t>
      </w:r>
    </w:p>
    <w:p w:rsidR="00B237C0" w:rsidRPr="004223AC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入札金額　　　　　　　　金　　　　　　　　　　　　円也</w:t>
      </w:r>
    </w:p>
    <w:p w:rsidR="00B237C0" w:rsidRDefault="00B237C0" w:rsidP="00B237C0">
      <w:pPr>
        <w:adjustRightInd/>
        <w:spacing w:line="404" w:lineRule="exact"/>
        <w:ind w:firstLineChars="400" w:firstLine="840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>（うち課税対象額　　　　　　　　　　　　　　　　円）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Pr="002E7E98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/>
        </w:rPr>
      </w:pPr>
      <w:r>
        <w:rPr>
          <w:rFonts w:ascii="ＭＳ 明朝" w:hAnsi="Times New Roman" w:hint="eastAsia"/>
        </w:rPr>
        <w:t xml:space="preserve">　上記の</w:t>
      </w:r>
      <w:r w:rsidRPr="00652BBF">
        <w:rPr>
          <w:rFonts w:hint="eastAsia"/>
        </w:rPr>
        <w:t>件名</w:t>
      </w:r>
      <w:r>
        <w:rPr>
          <w:rFonts w:ascii="ＭＳ 明朝" w:hAnsi="Times New Roman" w:hint="eastAsia"/>
        </w:rPr>
        <w:t>を請負うものとして、入札に関する条件を承諾の上、上記の金額によって入札し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>ます。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令和　　年　　月　　日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浜　松　医　科　大　学　　御中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</w:rPr>
        <w:t xml:space="preserve">　　　　　　　　　　　競争加入者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</w:t>
      </w:r>
      <w:r>
        <w:rPr>
          <w:rFonts w:ascii="ＭＳ 明朝" w:hAnsi="Times New Roman" w:hint="eastAsia"/>
        </w:rPr>
        <w:t xml:space="preserve">　（住　所）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ＭＳ 明朝"/>
          <w:spacing w:val="6"/>
        </w:rPr>
        <w:t xml:space="preserve">                          </w:t>
      </w:r>
      <w:r>
        <w:rPr>
          <w:rFonts w:ascii="ＭＳ 明朝" w:hAnsi="Times New Roman" w:hint="eastAsia"/>
        </w:rPr>
        <w:t>（氏　名）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代理人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　　   </w:t>
      </w:r>
      <w:r>
        <w:rPr>
          <w:rFonts w:ascii="ＭＳ 明朝" w:hAnsi="Times New Roman" w:hint="eastAsia"/>
        </w:rPr>
        <w:t>（氏　名）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復代理人</w:t>
      </w:r>
    </w:p>
    <w:p w:rsidR="00B237C0" w:rsidRDefault="00B237C0" w:rsidP="00B237C0">
      <w:pPr>
        <w:adjustRightInd/>
        <w:spacing w:line="404" w:lineRule="exact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　　　　　　　　   </w:t>
      </w:r>
      <w:r>
        <w:rPr>
          <w:rFonts w:ascii="ＭＳ 明朝" w:hAnsi="Times New Roman" w:hint="eastAsia"/>
        </w:rPr>
        <w:t>（氏　名）</w:t>
      </w:r>
    </w:p>
    <w:p w:rsidR="008C3B49" w:rsidRPr="00B237C0" w:rsidRDefault="008C3B49" w:rsidP="00B237C0"/>
    <w:sectPr w:rsidR="008C3B49" w:rsidRPr="00B237C0" w:rsidSect="00CB4722">
      <w:pgSz w:w="11906" w:h="16838"/>
      <w:pgMar w:top="1416" w:right="1192" w:bottom="1136" w:left="1246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584" w:rsidRDefault="00856584">
      <w:r>
        <w:separator/>
      </w:r>
    </w:p>
  </w:endnote>
  <w:endnote w:type="continuationSeparator" w:id="0">
    <w:p w:rsidR="00856584" w:rsidRDefault="0085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584" w:rsidRDefault="00856584">
      <w:r>
        <w:separator/>
      </w:r>
    </w:p>
  </w:footnote>
  <w:footnote w:type="continuationSeparator" w:id="0">
    <w:p w:rsidR="00856584" w:rsidRDefault="00856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22"/>
    <w:rsid w:val="00011A82"/>
    <w:rsid w:val="000162EA"/>
    <w:rsid w:val="000530E7"/>
    <w:rsid w:val="00082B9E"/>
    <w:rsid w:val="00086EB2"/>
    <w:rsid w:val="000A07FD"/>
    <w:rsid w:val="000D5BA7"/>
    <w:rsid w:val="000E4C9C"/>
    <w:rsid w:val="00141BAF"/>
    <w:rsid w:val="001A42CC"/>
    <w:rsid w:val="001D4EA0"/>
    <w:rsid w:val="0022395C"/>
    <w:rsid w:val="0026692C"/>
    <w:rsid w:val="0027269F"/>
    <w:rsid w:val="002A6237"/>
    <w:rsid w:val="002B23FF"/>
    <w:rsid w:val="002D5438"/>
    <w:rsid w:val="002E7E98"/>
    <w:rsid w:val="0033757E"/>
    <w:rsid w:val="00356CE8"/>
    <w:rsid w:val="003676FF"/>
    <w:rsid w:val="00411C09"/>
    <w:rsid w:val="004223AC"/>
    <w:rsid w:val="00496AB1"/>
    <w:rsid w:val="004A7CBD"/>
    <w:rsid w:val="004C717B"/>
    <w:rsid w:val="004D3020"/>
    <w:rsid w:val="0051348E"/>
    <w:rsid w:val="00566ED7"/>
    <w:rsid w:val="00573581"/>
    <w:rsid w:val="00576BC2"/>
    <w:rsid w:val="005C5F41"/>
    <w:rsid w:val="005D3201"/>
    <w:rsid w:val="005D4978"/>
    <w:rsid w:val="005F2430"/>
    <w:rsid w:val="00652BBF"/>
    <w:rsid w:val="006F4523"/>
    <w:rsid w:val="00706E28"/>
    <w:rsid w:val="00767B44"/>
    <w:rsid w:val="0077001A"/>
    <w:rsid w:val="007719A6"/>
    <w:rsid w:val="00773B3D"/>
    <w:rsid w:val="00784A04"/>
    <w:rsid w:val="007D3EEF"/>
    <w:rsid w:val="00811316"/>
    <w:rsid w:val="00851055"/>
    <w:rsid w:val="00856584"/>
    <w:rsid w:val="008777DF"/>
    <w:rsid w:val="008B5766"/>
    <w:rsid w:val="008C3B49"/>
    <w:rsid w:val="008D3415"/>
    <w:rsid w:val="00951D13"/>
    <w:rsid w:val="0098235D"/>
    <w:rsid w:val="00A0489C"/>
    <w:rsid w:val="00A071F9"/>
    <w:rsid w:val="00A156C6"/>
    <w:rsid w:val="00A2586F"/>
    <w:rsid w:val="00A27106"/>
    <w:rsid w:val="00A546BD"/>
    <w:rsid w:val="00A74F32"/>
    <w:rsid w:val="00A75B10"/>
    <w:rsid w:val="00AB46C6"/>
    <w:rsid w:val="00AB7986"/>
    <w:rsid w:val="00AD0081"/>
    <w:rsid w:val="00AE6A8C"/>
    <w:rsid w:val="00B0545B"/>
    <w:rsid w:val="00B16D00"/>
    <w:rsid w:val="00B237C0"/>
    <w:rsid w:val="00B95FC4"/>
    <w:rsid w:val="00BA3A98"/>
    <w:rsid w:val="00BD57E8"/>
    <w:rsid w:val="00C21EA4"/>
    <w:rsid w:val="00C3065F"/>
    <w:rsid w:val="00C42361"/>
    <w:rsid w:val="00C673E7"/>
    <w:rsid w:val="00CB4722"/>
    <w:rsid w:val="00CE0E5F"/>
    <w:rsid w:val="00DD37EC"/>
    <w:rsid w:val="00DE4284"/>
    <w:rsid w:val="00E0206C"/>
    <w:rsid w:val="00E27712"/>
    <w:rsid w:val="00E50BFA"/>
    <w:rsid w:val="00E73E2F"/>
    <w:rsid w:val="00E75F93"/>
    <w:rsid w:val="00E919FE"/>
    <w:rsid w:val="00EC49A5"/>
    <w:rsid w:val="00ED27BF"/>
    <w:rsid w:val="00F07EEE"/>
    <w:rsid w:val="00F3690A"/>
    <w:rsid w:val="00F37EB4"/>
    <w:rsid w:val="00F97736"/>
    <w:rsid w:val="00FA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3559791F"/>
  <w15:chartTrackingRefBased/>
  <w15:docId w15:val="{C65D7D3B-97D8-4E0D-A1D7-95BE40370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722"/>
    <w:pPr>
      <w:widowControl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719A6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4D30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D3020"/>
    <w:rPr>
      <w:rFonts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4D30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D3020"/>
    <w:rPr>
      <w:rFonts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544546C1</Template>
  <TotalTime>11</TotalTime>
  <Pages>3</Pages>
  <Words>397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浜松医科大学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</dc:title>
  <dc:subject/>
  <dc:creator>mumin3</dc:creator>
  <cp:keywords/>
  <dc:description/>
  <cp:lastModifiedBy>島原 優菜</cp:lastModifiedBy>
  <cp:revision>9</cp:revision>
  <cp:lastPrinted>2024-01-22T07:42:00Z</cp:lastPrinted>
  <dcterms:created xsi:type="dcterms:W3CDTF">2021-01-27T06:44:00Z</dcterms:created>
  <dcterms:modified xsi:type="dcterms:W3CDTF">2025-01-27T06:08:00Z</dcterms:modified>
</cp:coreProperties>
</file>