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37" w:rsidRDefault="00BC1737">
      <w:pPr>
        <w:jc w:val="center"/>
        <w:rPr>
          <w:w w:val="150"/>
          <w:sz w:val="24"/>
        </w:rPr>
      </w:pPr>
      <w:r>
        <w:rPr>
          <w:rFonts w:hint="eastAsia"/>
          <w:w w:val="150"/>
          <w:sz w:val="24"/>
        </w:rPr>
        <w:t>委　　任　　状</w:t>
      </w:r>
    </w:p>
    <w:p w:rsidR="00BC1737" w:rsidRDefault="00BC1737"/>
    <w:p w:rsidR="00BC1737" w:rsidRDefault="0067256C" w:rsidP="0077298D">
      <w:pPr>
        <w:jc w:val="right"/>
      </w:pPr>
      <w:r>
        <w:rPr>
          <w:rFonts w:hint="eastAsia"/>
        </w:rPr>
        <w:t>令和</w:t>
      </w:r>
      <w:r w:rsidR="00BC1737">
        <w:rPr>
          <w:rFonts w:hint="eastAsia"/>
        </w:rPr>
        <w:t xml:space="preserve">　　年　　月　　日</w:t>
      </w:r>
    </w:p>
    <w:p w:rsidR="00BC1737" w:rsidRDefault="00BC1737"/>
    <w:p w:rsidR="00BC1737" w:rsidRDefault="00BC1737">
      <w:r>
        <w:rPr>
          <w:rFonts w:hint="eastAsia"/>
        </w:rPr>
        <w:t>国立大学法人</w:t>
      </w:r>
    </w:p>
    <w:p w:rsidR="00BC1737" w:rsidRDefault="00BC1737">
      <w:r>
        <w:rPr>
          <w:rFonts w:hint="eastAsia"/>
        </w:rPr>
        <w:t xml:space="preserve">　浜松医科大学　御中</w:t>
      </w:r>
    </w:p>
    <w:p w:rsidR="00BC1737" w:rsidRDefault="00BC1737"/>
    <w:p w:rsidR="00BC1737" w:rsidRDefault="00BC1737">
      <w:r>
        <w:rPr>
          <w:rFonts w:hint="eastAsia"/>
        </w:rPr>
        <w:t xml:space="preserve">　　　　　　　　　　　　　　　　　委任者</w:t>
      </w:r>
      <w:r>
        <w:rPr>
          <w:rFonts w:hint="eastAsia"/>
        </w:rPr>
        <w:t>(</w:t>
      </w:r>
      <w:r>
        <w:rPr>
          <w:rFonts w:hint="eastAsia"/>
        </w:rPr>
        <w:t>競争加入者</w:t>
      </w:r>
      <w:r>
        <w:rPr>
          <w:rFonts w:hint="eastAsia"/>
        </w:rPr>
        <w:t>)</w:t>
      </w:r>
    </w:p>
    <w:p w:rsidR="00BC1737" w:rsidRDefault="00BC1737"/>
    <w:p w:rsidR="00BC1737" w:rsidRDefault="00BC1737"/>
    <w:p w:rsidR="00BC1737" w:rsidRDefault="00BC1737"/>
    <w:p w:rsidR="00BC1737" w:rsidRDefault="00BC1737">
      <w:pPr>
        <w:ind w:firstLineChars="100" w:firstLine="210"/>
      </w:pPr>
      <w:r>
        <w:rPr>
          <w:rFonts w:hint="eastAsia"/>
        </w:rPr>
        <w:t>私は、下記の事項に関し､下記の者を代理人と定め、貴学との間における下記の一切の</w:t>
      </w:r>
    </w:p>
    <w:p w:rsidR="00BC1737" w:rsidRDefault="00BC1737">
      <w:r>
        <w:rPr>
          <w:rFonts w:hint="eastAsia"/>
        </w:rPr>
        <w:t>権限を委任します。</w:t>
      </w:r>
    </w:p>
    <w:p w:rsidR="00BC1737" w:rsidRDefault="00BC1737"/>
    <w:p w:rsidR="00BC1737" w:rsidRDefault="00BC1737">
      <w:pPr>
        <w:pStyle w:val="a3"/>
      </w:pPr>
      <w:r>
        <w:rPr>
          <w:rFonts w:hint="eastAsia"/>
        </w:rPr>
        <w:t>記</w:t>
      </w:r>
    </w:p>
    <w:p w:rsidR="00BC1737" w:rsidRDefault="00BC1737"/>
    <w:p w:rsidR="00BC1737" w:rsidRDefault="00BC1737">
      <w:r>
        <w:rPr>
          <w:rFonts w:hint="eastAsia"/>
        </w:rPr>
        <w:t>事　項　名</w:t>
      </w:r>
    </w:p>
    <w:p w:rsidR="00BC1737" w:rsidRDefault="00F36041">
      <w:r w:rsidRPr="00F36041">
        <w:rPr>
          <w:rFonts w:hint="eastAsia"/>
        </w:rPr>
        <w:t xml:space="preserve">委任期間　　　　　　</w:t>
      </w:r>
      <w:r w:rsidR="0067256C">
        <w:rPr>
          <w:rFonts w:hint="eastAsia"/>
        </w:rPr>
        <w:t>令和</w:t>
      </w:r>
      <w:r w:rsidRPr="00F36041">
        <w:rPr>
          <w:rFonts w:hint="eastAsia"/>
        </w:rPr>
        <w:t xml:space="preserve">　　年　　月　　日　～　</w:t>
      </w:r>
      <w:r w:rsidR="0067256C">
        <w:rPr>
          <w:rFonts w:hint="eastAsia"/>
        </w:rPr>
        <w:t>令和</w:t>
      </w:r>
      <w:r w:rsidRPr="00F36041">
        <w:rPr>
          <w:rFonts w:hint="eastAsia"/>
        </w:rPr>
        <w:t xml:space="preserve">　　年　　月　　日</w:t>
      </w:r>
    </w:p>
    <w:p w:rsidR="00BC1737" w:rsidRDefault="00BC1737"/>
    <w:p w:rsidR="00BC1737" w:rsidRDefault="00BC1737">
      <w:r>
        <w:rPr>
          <w:rFonts w:hint="eastAsia"/>
        </w:rPr>
        <w:t>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</w:p>
    <w:p w:rsidR="00BC1737" w:rsidRDefault="00BC1737"/>
    <w:p w:rsidR="00BC1737" w:rsidRDefault="00BC1737"/>
    <w:p w:rsidR="00BC1737" w:rsidRDefault="00BC1737">
      <w:r>
        <w:rPr>
          <w:rFonts w:hint="eastAsia"/>
        </w:rPr>
        <w:t>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  <w:r>
        <w:rPr>
          <w:rFonts w:hint="eastAsia"/>
        </w:rPr>
        <w:t>使用印鑑</w:t>
      </w:r>
    </w:p>
    <w:tbl>
      <w:tblPr>
        <w:tblW w:w="0" w:type="auto"/>
        <w:tblInd w:w="261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0"/>
      </w:tblGrid>
      <w:tr w:rsidR="00BC1737">
        <w:trPr>
          <w:trHeight w:val="1800"/>
        </w:trPr>
        <w:tc>
          <w:tcPr>
            <w:tcW w:w="4140" w:type="dxa"/>
          </w:tcPr>
          <w:p w:rsidR="00BC1737" w:rsidRDefault="00BC1737"/>
        </w:tc>
      </w:tr>
    </w:tbl>
    <w:p w:rsidR="00BC1737" w:rsidRDefault="00BC1737"/>
    <w:p w:rsidR="00BC1737" w:rsidRDefault="00BC1737">
      <w:r>
        <w:rPr>
          <w:rFonts w:hint="eastAsia"/>
        </w:rPr>
        <w:t>委　任　事　項　　１．入札及び見積りに関する件</w:t>
      </w:r>
    </w:p>
    <w:p w:rsidR="00BC1737" w:rsidRDefault="00BC1737">
      <w:r>
        <w:rPr>
          <w:rFonts w:hint="eastAsia"/>
        </w:rPr>
        <w:t xml:space="preserve">　　　　　　　　　２．契約締結に関する件</w:t>
      </w:r>
    </w:p>
    <w:p w:rsidR="00BC1737" w:rsidRDefault="00BC1737">
      <w:r>
        <w:rPr>
          <w:rFonts w:hint="eastAsia"/>
        </w:rPr>
        <w:t xml:space="preserve">　　　　　　　　　３．入札保証金及び契約保証金の納付及び還付に関する件</w:t>
      </w:r>
    </w:p>
    <w:p w:rsidR="00BC1737" w:rsidRDefault="00BC1737">
      <w:r>
        <w:rPr>
          <w:rFonts w:hint="eastAsia"/>
        </w:rPr>
        <w:t xml:space="preserve">　　　　　　　　　４．工事又は保守点検の請負及び取下げに関する件</w:t>
      </w:r>
    </w:p>
    <w:p w:rsidR="00BC1737" w:rsidRDefault="00BC1737">
      <w:r>
        <w:rPr>
          <w:rFonts w:hint="eastAsia"/>
        </w:rPr>
        <w:t xml:space="preserve">　　　　　　　　　５．契約代金の請求及び受領に関する件</w:t>
      </w:r>
    </w:p>
    <w:p w:rsidR="00431948" w:rsidRDefault="00BC1737" w:rsidP="00431948">
      <w:r>
        <w:rPr>
          <w:rFonts w:hint="eastAsia"/>
        </w:rPr>
        <w:t xml:space="preserve">　　　　　　　　　６．復代理人の選任に関する件</w:t>
      </w:r>
    </w:p>
    <w:p w:rsidR="00431948" w:rsidRDefault="00431948">
      <w:pPr>
        <w:widowControl/>
        <w:jc w:val="left"/>
      </w:pPr>
      <w:r>
        <w:br w:type="page"/>
      </w:r>
    </w:p>
    <w:p w:rsidR="00BC1737" w:rsidRDefault="00BC1737" w:rsidP="00431948"/>
    <w:p w:rsidR="00BC1737" w:rsidRDefault="00BC1737">
      <w:pPr>
        <w:jc w:val="center"/>
        <w:rPr>
          <w:w w:val="150"/>
          <w:sz w:val="24"/>
        </w:rPr>
      </w:pPr>
      <w:r>
        <w:rPr>
          <w:rFonts w:hint="eastAsia"/>
          <w:w w:val="150"/>
          <w:sz w:val="24"/>
        </w:rPr>
        <w:t>委　　任　　状</w:t>
      </w:r>
    </w:p>
    <w:p w:rsidR="00BC1737" w:rsidRDefault="00BC1737"/>
    <w:p w:rsidR="00BC1737" w:rsidRDefault="0067256C" w:rsidP="0077298D">
      <w:pPr>
        <w:jc w:val="right"/>
      </w:pPr>
      <w:r>
        <w:rPr>
          <w:rFonts w:hint="eastAsia"/>
        </w:rPr>
        <w:t>令和</w:t>
      </w:r>
      <w:r w:rsidR="00BC1737">
        <w:rPr>
          <w:rFonts w:hint="eastAsia"/>
        </w:rPr>
        <w:t xml:space="preserve">　　年　　月　　日</w:t>
      </w:r>
    </w:p>
    <w:p w:rsidR="00BC1737" w:rsidRDefault="00BC1737"/>
    <w:p w:rsidR="00BC1737" w:rsidRDefault="00BC1737">
      <w:r>
        <w:rPr>
          <w:rFonts w:hint="eastAsia"/>
        </w:rPr>
        <w:t>国立大学法人</w:t>
      </w:r>
    </w:p>
    <w:p w:rsidR="00BC1737" w:rsidRDefault="00BC1737">
      <w:r>
        <w:rPr>
          <w:rFonts w:hint="eastAsia"/>
        </w:rPr>
        <w:t xml:space="preserve">　浜松医科大学　御中</w:t>
      </w:r>
    </w:p>
    <w:p w:rsidR="00BC1737" w:rsidRDefault="00BC1737"/>
    <w:p w:rsidR="00BC1737" w:rsidRDefault="00BC1737">
      <w:r>
        <w:rPr>
          <w:rFonts w:hint="eastAsia"/>
        </w:rPr>
        <w:t xml:space="preserve">　　　　　　　　　　　　　　　　　委任者</w:t>
      </w:r>
      <w:r>
        <w:rPr>
          <w:rFonts w:hint="eastAsia"/>
        </w:rPr>
        <w:t>(</w:t>
      </w:r>
      <w:r>
        <w:rPr>
          <w:rFonts w:hint="eastAsia"/>
        </w:rPr>
        <w:t>競争加入者</w:t>
      </w:r>
      <w:r>
        <w:rPr>
          <w:rFonts w:hint="eastAsia"/>
        </w:rPr>
        <w:t>)</w:t>
      </w:r>
    </w:p>
    <w:p w:rsidR="00BC1737" w:rsidRDefault="00BC1737"/>
    <w:p w:rsidR="00BC1737" w:rsidRDefault="00BC1737"/>
    <w:p w:rsidR="00BC1737" w:rsidRDefault="00BC1737"/>
    <w:p w:rsidR="00BC1737" w:rsidRDefault="00BC1737"/>
    <w:p w:rsidR="00BC1737" w:rsidRDefault="00BC1737">
      <w:pPr>
        <w:ind w:firstLineChars="100" w:firstLine="210"/>
      </w:pPr>
      <w:r>
        <w:rPr>
          <w:rFonts w:hint="eastAsia"/>
        </w:rPr>
        <w:t>私は、　　　　　　　　　　を代理人と定め、下記の一切の権限を委任します。</w:t>
      </w:r>
    </w:p>
    <w:p w:rsidR="00BC1737" w:rsidRDefault="00BC1737"/>
    <w:p w:rsidR="00BC1737" w:rsidRDefault="00BC1737"/>
    <w:p w:rsidR="00BC1737" w:rsidRDefault="00BC1737">
      <w:pPr>
        <w:pStyle w:val="a3"/>
      </w:pPr>
      <w:r>
        <w:rPr>
          <w:rFonts w:hint="eastAsia"/>
        </w:rPr>
        <w:t>記</w:t>
      </w:r>
    </w:p>
    <w:p w:rsidR="00BC1737" w:rsidRDefault="00BC1737"/>
    <w:p w:rsidR="00BC1737" w:rsidRDefault="0067256C">
      <w:r>
        <w:rPr>
          <w:rFonts w:hint="eastAsia"/>
        </w:rPr>
        <w:t>令和</w:t>
      </w:r>
      <w:r w:rsidR="00BC1737">
        <w:rPr>
          <w:rFonts w:hint="eastAsia"/>
        </w:rPr>
        <w:t xml:space="preserve">　　年　　月　　日浜松医科大学において行われる</w:t>
      </w:r>
    </w:p>
    <w:p w:rsidR="00BC1737" w:rsidRDefault="00BC1737">
      <w:r>
        <w:rPr>
          <w:rFonts w:hint="eastAsia"/>
        </w:rPr>
        <w:t xml:space="preserve">　　　　　　　　　　　　　　　　　　　　　　　　　　入札及び見積りに関する件</w:t>
      </w:r>
    </w:p>
    <w:p w:rsidR="00BC1737" w:rsidRDefault="00BC1737"/>
    <w:p w:rsidR="00BC1737" w:rsidRDefault="00BC1737"/>
    <w:p w:rsidR="00BC1737" w:rsidRDefault="00BC1737"/>
    <w:p w:rsidR="00BC1737" w:rsidRDefault="00BC1737">
      <w:r>
        <w:rPr>
          <w:rFonts w:hint="eastAsia"/>
        </w:rPr>
        <w:t>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  <w:r>
        <w:rPr>
          <w:rFonts w:hint="eastAsia"/>
        </w:rPr>
        <w:t>使用印鑑</w:t>
      </w:r>
    </w:p>
    <w:p w:rsidR="00BC1737" w:rsidRDefault="00BC1737"/>
    <w:tbl>
      <w:tblPr>
        <w:tblW w:w="0" w:type="auto"/>
        <w:tblInd w:w="2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</w:tblGrid>
      <w:tr w:rsidR="00BC1737">
        <w:trPr>
          <w:trHeight w:val="1800"/>
        </w:trPr>
        <w:tc>
          <w:tcPr>
            <w:tcW w:w="2700" w:type="dxa"/>
          </w:tcPr>
          <w:p w:rsidR="00BC1737" w:rsidRDefault="00BC1737"/>
        </w:tc>
      </w:tr>
    </w:tbl>
    <w:p w:rsidR="00BC1737" w:rsidRDefault="00BC1737"/>
    <w:p w:rsidR="00BC1737" w:rsidRDefault="00BC1737"/>
    <w:p w:rsidR="00BC1737" w:rsidRDefault="00BC1737"/>
    <w:p w:rsidR="00BC1737" w:rsidRDefault="00BC1737"/>
    <w:p w:rsidR="00BC1737" w:rsidRDefault="00BC1737"/>
    <w:p w:rsidR="00BC1737" w:rsidRDefault="00BC1737"/>
    <w:p w:rsidR="00BC1737" w:rsidRDefault="00BC1737"/>
    <w:p w:rsidR="00BC1737" w:rsidRDefault="00BC1737">
      <w:pPr>
        <w:jc w:val="center"/>
        <w:rPr>
          <w:w w:val="150"/>
          <w:sz w:val="24"/>
        </w:rPr>
      </w:pPr>
      <w:r>
        <w:rPr>
          <w:rFonts w:hint="eastAsia"/>
          <w:w w:val="150"/>
          <w:sz w:val="24"/>
        </w:rPr>
        <w:t>委　　任　　状</w:t>
      </w:r>
    </w:p>
    <w:p w:rsidR="00BC1737" w:rsidRDefault="00BC1737"/>
    <w:p w:rsidR="00BC1737" w:rsidRDefault="0067256C" w:rsidP="00356D2C">
      <w:pPr>
        <w:jc w:val="right"/>
      </w:pPr>
      <w:bookmarkStart w:id="0" w:name="_GoBack"/>
      <w:bookmarkEnd w:id="0"/>
      <w:r>
        <w:rPr>
          <w:rFonts w:hint="eastAsia"/>
        </w:rPr>
        <w:t>令和</w:t>
      </w:r>
      <w:r w:rsidR="00BC1737">
        <w:rPr>
          <w:rFonts w:hint="eastAsia"/>
        </w:rPr>
        <w:t xml:space="preserve">　　年　　月　　日</w:t>
      </w:r>
    </w:p>
    <w:p w:rsidR="00BC1737" w:rsidRDefault="00BC1737"/>
    <w:p w:rsidR="00BC1737" w:rsidRDefault="00BC1737">
      <w:r>
        <w:rPr>
          <w:rFonts w:hint="eastAsia"/>
        </w:rPr>
        <w:t>国立大学法人</w:t>
      </w:r>
    </w:p>
    <w:p w:rsidR="00BC1737" w:rsidRDefault="00BC1737">
      <w:r>
        <w:rPr>
          <w:rFonts w:hint="eastAsia"/>
        </w:rPr>
        <w:t xml:space="preserve">　浜松医科大学　御中</w:t>
      </w:r>
    </w:p>
    <w:p w:rsidR="00BC1737" w:rsidRDefault="00BC1737"/>
    <w:p w:rsidR="00BC1737" w:rsidRDefault="00BC1737">
      <w:r>
        <w:rPr>
          <w:rFonts w:hint="eastAsia"/>
        </w:rPr>
        <w:t xml:space="preserve">　　　　　　　　　　　　　　　　　委任者</w:t>
      </w:r>
      <w:r>
        <w:rPr>
          <w:rFonts w:hint="eastAsia"/>
        </w:rPr>
        <w:t>(</w:t>
      </w:r>
      <w:r>
        <w:rPr>
          <w:rFonts w:hint="eastAsia"/>
        </w:rPr>
        <w:t>競争加入者の代理人</w:t>
      </w:r>
      <w:r>
        <w:rPr>
          <w:rFonts w:hint="eastAsia"/>
        </w:rPr>
        <w:t>)</w:t>
      </w:r>
    </w:p>
    <w:p w:rsidR="00BC1737" w:rsidRDefault="00BC1737"/>
    <w:p w:rsidR="00BC1737" w:rsidRDefault="00BC1737"/>
    <w:p w:rsidR="00BC1737" w:rsidRDefault="00BC1737"/>
    <w:p w:rsidR="00BC1737" w:rsidRDefault="00BC1737"/>
    <w:p w:rsidR="00BC1737" w:rsidRDefault="00BC1737">
      <w:pPr>
        <w:ind w:firstLineChars="100" w:firstLine="210"/>
      </w:pPr>
      <w:r>
        <w:rPr>
          <w:rFonts w:hint="eastAsia"/>
        </w:rPr>
        <w:t xml:space="preserve">私は、　　　　　　　　　　を　　　　　　　　　　　　　　　　　　　</w:t>
      </w:r>
      <w:r>
        <w:rPr>
          <w:rFonts w:hint="eastAsia"/>
        </w:rPr>
        <w:t>(</w:t>
      </w:r>
      <w:r>
        <w:rPr>
          <w:rFonts w:hint="eastAsia"/>
        </w:rPr>
        <w:t>競争加入者</w:t>
      </w:r>
      <w:r>
        <w:rPr>
          <w:rFonts w:hint="eastAsia"/>
        </w:rPr>
        <w:t>)</w:t>
      </w:r>
      <w:r>
        <w:rPr>
          <w:rFonts w:hint="eastAsia"/>
        </w:rPr>
        <w:t>の復代理人と定め、下記の一切の権限を委任します。</w:t>
      </w:r>
    </w:p>
    <w:p w:rsidR="00BC1737" w:rsidRDefault="00BC1737"/>
    <w:p w:rsidR="00BC1737" w:rsidRDefault="00BC1737"/>
    <w:p w:rsidR="00BC1737" w:rsidRDefault="00BC1737">
      <w:pPr>
        <w:pStyle w:val="a3"/>
      </w:pPr>
      <w:r>
        <w:rPr>
          <w:rFonts w:hint="eastAsia"/>
        </w:rPr>
        <w:t>記</w:t>
      </w:r>
    </w:p>
    <w:p w:rsidR="00BC1737" w:rsidRDefault="00BC1737"/>
    <w:p w:rsidR="00BC1737" w:rsidRDefault="0067256C">
      <w:r>
        <w:rPr>
          <w:rFonts w:hint="eastAsia"/>
        </w:rPr>
        <w:t>令和</w:t>
      </w:r>
      <w:r w:rsidR="00BC1737">
        <w:rPr>
          <w:rFonts w:hint="eastAsia"/>
        </w:rPr>
        <w:t xml:space="preserve">　　年　　月　　日浜松医科大学において行われる</w:t>
      </w:r>
    </w:p>
    <w:p w:rsidR="00BC1737" w:rsidRDefault="00BC1737">
      <w:r>
        <w:rPr>
          <w:rFonts w:hint="eastAsia"/>
        </w:rPr>
        <w:t xml:space="preserve">　　　　　　　　　　　　　　　　　　　　　　　　　　入札及び見積りに関する件</w:t>
      </w:r>
    </w:p>
    <w:p w:rsidR="00BC1737" w:rsidRDefault="00BC1737"/>
    <w:p w:rsidR="00BC1737" w:rsidRDefault="00BC1737"/>
    <w:p w:rsidR="00BC1737" w:rsidRDefault="00BC1737"/>
    <w:p w:rsidR="00BC1737" w:rsidRDefault="00BC1737">
      <w:r>
        <w:rPr>
          <w:rFonts w:hint="eastAsia"/>
        </w:rPr>
        <w:t>受任者</w:t>
      </w:r>
      <w:r>
        <w:rPr>
          <w:rFonts w:hint="eastAsia"/>
        </w:rPr>
        <w:t>(</w:t>
      </w:r>
      <w:r>
        <w:rPr>
          <w:rFonts w:hint="eastAsia"/>
        </w:rPr>
        <w:t>競争加入者の復代理人</w:t>
      </w:r>
      <w:r>
        <w:rPr>
          <w:rFonts w:hint="eastAsia"/>
        </w:rPr>
        <w:t>)</w:t>
      </w:r>
      <w:r>
        <w:rPr>
          <w:rFonts w:hint="eastAsia"/>
        </w:rPr>
        <w:t>使用印鑑</w:t>
      </w:r>
    </w:p>
    <w:p w:rsidR="00BC1737" w:rsidRDefault="00BC1737"/>
    <w:tbl>
      <w:tblPr>
        <w:tblW w:w="0" w:type="auto"/>
        <w:tblInd w:w="2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</w:tblGrid>
      <w:tr w:rsidR="00BC1737">
        <w:trPr>
          <w:trHeight w:val="1800"/>
        </w:trPr>
        <w:tc>
          <w:tcPr>
            <w:tcW w:w="2700" w:type="dxa"/>
          </w:tcPr>
          <w:p w:rsidR="00BC1737" w:rsidRDefault="00BC1737"/>
        </w:tc>
      </w:tr>
    </w:tbl>
    <w:p w:rsidR="00BC1737" w:rsidRDefault="00BC1737"/>
    <w:sectPr w:rsidR="00BC17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846"/>
    <w:rsid w:val="00166242"/>
    <w:rsid w:val="00356D2C"/>
    <w:rsid w:val="00431948"/>
    <w:rsid w:val="0067256C"/>
    <w:rsid w:val="0077298D"/>
    <w:rsid w:val="00BC1737"/>
    <w:rsid w:val="00DA4846"/>
    <w:rsid w:val="00F3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6A3892-9267-4103-9842-D807A9DB9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DC60057</Template>
  <TotalTime>0</TotalTime>
  <Pages>3</Pages>
  <Words>453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浜松医科大学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kikaku03</dc:creator>
  <cp:keywords/>
  <dc:description/>
  <cp:lastModifiedBy>佐々木 友哉</cp:lastModifiedBy>
  <cp:revision>5</cp:revision>
  <cp:lastPrinted>2007-07-25T00:48:00Z</cp:lastPrinted>
  <dcterms:created xsi:type="dcterms:W3CDTF">2021-10-11T10:43:00Z</dcterms:created>
  <dcterms:modified xsi:type="dcterms:W3CDTF">2023-07-31T01:10:00Z</dcterms:modified>
</cp:coreProperties>
</file>