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93CCD" w14:textId="77777777" w:rsidR="00B31712" w:rsidRPr="007B1589" w:rsidRDefault="00B31712" w:rsidP="00742DA1">
      <w:pPr>
        <w:jc w:val="left"/>
        <w:rPr>
          <w:rFonts w:hAnsi="ＭＳ 明朝"/>
          <w:kern w:val="0"/>
          <w:szCs w:val="21"/>
        </w:rPr>
      </w:pPr>
      <w:bookmarkStart w:id="0" w:name="_GoBack"/>
      <w:bookmarkEnd w:id="0"/>
      <w:r w:rsidRPr="007B1589">
        <w:rPr>
          <w:rFonts w:hAnsi="ＭＳ 明朝" w:hint="eastAsia"/>
          <w:kern w:val="0"/>
          <w:szCs w:val="21"/>
        </w:rPr>
        <w:t>別記第２号</w:t>
      </w:r>
    </w:p>
    <w:p w14:paraId="594E5565" w14:textId="6D3F74A4" w:rsidR="00B31712" w:rsidRPr="007B1589" w:rsidRDefault="00B31712" w:rsidP="00742DA1">
      <w:pPr>
        <w:autoSpaceDE w:val="0"/>
        <w:autoSpaceDN w:val="0"/>
        <w:adjustRightInd w:val="0"/>
        <w:jc w:val="left"/>
        <w:rPr>
          <w:rFonts w:hAnsi="ＭＳ 明朝"/>
          <w:kern w:val="0"/>
          <w:szCs w:val="21"/>
        </w:rPr>
      </w:pPr>
      <w:r w:rsidRPr="007B1589">
        <w:rPr>
          <w:rFonts w:hAnsi="ＭＳ 明朝" w:hint="eastAsia"/>
          <w:kern w:val="0"/>
          <w:szCs w:val="21"/>
        </w:rPr>
        <w:t>役務請負契約基準</w:t>
      </w:r>
    </w:p>
    <w:p w14:paraId="2D2EE420" w14:textId="77777777" w:rsidR="00B31712" w:rsidRPr="007B1589" w:rsidRDefault="00B31712" w:rsidP="00742DA1">
      <w:pPr>
        <w:autoSpaceDE w:val="0"/>
        <w:autoSpaceDN w:val="0"/>
        <w:adjustRightInd w:val="0"/>
        <w:jc w:val="left"/>
        <w:rPr>
          <w:rFonts w:hAnsi="ＭＳ 明朝"/>
          <w:kern w:val="0"/>
          <w:szCs w:val="21"/>
        </w:rPr>
      </w:pPr>
    </w:p>
    <w:p w14:paraId="7AF270B2" w14:textId="35CBD468" w:rsidR="00B31712" w:rsidRPr="007B1589" w:rsidRDefault="00B31712" w:rsidP="00742DA1">
      <w:pPr>
        <w:autoSpaceDE w:val="0"/>
        <w:autoSpaceDN w:val="0"/>
        <w:adjustRightInd w:val="0"/>
        <w:ind w:firstLineChars="100" w:firstLine="202"/>
        <w:jc w:val="left"/>
        <w:rPr>
          <w:rFonts w:hAnsi="ＭＳ 明朝"/>
          <w:kern w:val="0"/>
          <w:szCs w:val="21"/>
        </w:rPr>
      </w:pPr>
      <w:r w:rsidRPr="007B1589">
        <w:rPr>
          <w:rFonts w:hAnsi="ＭＳ 明朝" w:hint="eastAsia"/>
          <w:kern w:val="0"/>
          <w:szCs w:val="21"/>
        </w:rPr>
        <w:t>この基準は</w:t>
      </w:r>
      <w:r w:rsidR="007E11AE" w:rsidRPr="007B1589">
        <w:rPr>
          <w:rFonts w:hAnsi="ＭＳ 明朝" w:hint="eastAsia"/>
          <w:kern w:val="0"/>
          <w:szCs w:val="21"/>
        </w:rPr>
        <w:t>、</w:t>
      </w:r>
      <w:r w:rsidRPr="007B1589">
        <w:rPr>
          <w:rFonts w:hAnsi="ＭＳ 明朝" w:hint="eastAsia"/>
          <w:kern w:val="0"/>
          <w:szCs w:val="21"/>
        </w:rPr>
        <w:t>国立大学法人浜松医科大学</w:t>
      </w:r>
      <w:r w:rsidR="00F16812" w:rsidRPr="007B1589">
        <w:rPr>
          <w:rFonts w:hAnsi="ＭＳ 明朝" w:hint="eastAsia"/>
          <w:kern w:val="0"/>
          <w:szCs w:val="21"/>
        </w:rPr>
        <w:t>（以下「本法人」という。）</w:t>
      </w:r>
      <w:r w:rsidRPr="007B1589">
        <w:rPr>
          <w:rFonts w:hAnsi="ＭＳ 明朝" w:hint="eastAsia"/>
          <w:kern w:val="0"/>
          <w:szCs w:val="21"/>
        </w:rPr>
        <w:t>における役務に関する請負契約の</w:t>
      </w:r>
      <w:r w:rsidR="00D062F3" w:rsidRPr="007B1589">
        <w:rPr>
          <w:rFonts w:hAnsi="ＭＳ 明朝" w:hint="eastAsia"/>
          <w:kern w:val="0"/>
          <w:szCs w:val="21"/>
        </w:rPr>
        <w:t>一般</w:t>
      </w:r>
      <w:r w:rsidRPr="007B1589">
        <w:rPr>
          <w:rFonts w:hAnsi="ＭＳ 明朝" w:hint="eastAsia"/>
          <w:kern w:val="0"/>
          <w:szCs w:val="21"/>
        </w:rPr>
        <w:t>的約定事項を定めるものである。</w:t>
      </w:r>
    </w:p>
    <w:p w14:paraId="41DA4B09"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総則</w:t>
      </w:r>
      <w:r w:rsidRPr="007B1589">
        <w:rPr>
          <w:rFonts w:hAnsi="ＭＳ 明朝"/>
          <w:kern w:val="0"/>
          <w:szCs w:val="21"/>
        </w:rPr>
        <w:t>)</w:t>
      </w:r>
    </w:p>
    <w:p w14:paraId="6E7D612C" w14:textId="67A06575"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5B752D" w:rsidRPr="007B1589">
        <w:rPr>
          <w:rFonts w:hAnsi="ＭＳ 明朝"/>
          <w:kern w:val="0"/>
          <w:szCs w:val="21"/>
        </w:rPr>
        <w:t>1</w:t>
      </w:r>
      <w:r w:rsidRPr="007B1589">
        <w:rPr>
          <w:rFonts w:hAnsi="ＭＳ 明朝" w:hint="eastAsia"/>
          <w:kern w:val="0"/>
          <w:szCs w:val="21"/>
        </w:rPr>
        <w:t xml:space="preserve">　発注者及び受注者は</w:t>
      </w:r>
      <w:r w:rsidR="007E11AE" w:rsidRPr="007B1589">
        <w:rPr>
          <w:rFonts w:hAnsi="ＭＳ 明朝" w:hint="eastAsia"/>
          <w:kern w:val="0"/>
          <w:szCs w:val="21"/>
        </w:rPr>
        <w:t>、</w:t>
      </w:r>
      <w:r w:rsidRPr="007B1589">
        <w:rPr>
          <w:rFonts w:hAnsi="ＭＳ 明朝" w:hint="eastAsia"/>
          <w:kern w:val="0"/>
          <w:szCs w:val="21"/>
        </w:rPr>
        <w:t>契約書及びこの契約基準に基づき</w:t>
      </w:r>
      <w:r w:rsidR="007E11AE" w:rsidRPr="007B1589">
        <w:rPr>
          <w:rFonts w:hAnsi="ＭＳ 明朝" w:hint="eastAsia"/>
          <w:kern w:val="0"/>
          <w:szCs w:val="21"/>
        </w:rPr>
        <w:t>、</w:t>
      </w:r>
      <w:r w:rsidRPr="007B1589">
        <w:rPr>
          <w:rFonts w:hAnsi="ＭＳ 明朝" w:hint="eastAsia"/>
          <w:kern w:val="0"/>
          <w:szCs w:val="21"/>
        </w:rPr>
        <w:t>仕様書</w:t>
      </w:r>
      <w:r w:rsidR="00E601A5" w:rsidRPr="007B1589">
        <w:rPr>
          <w:rFonts w:hAnsi="ＭＳ 明朝" w:cs="SimSun"/>
          <w:w w:val="105"/>
          <w:kern w:val="0"/>
          <w:szCs w:val="21"/>
        </w:rPr>
        <w:t>等（図面及び仕様書をいう。以下同じ。）</w:t>
      </w:r>
      <w:r w:rsidRPr="007B1589">
        <w:rPr>
          <w:rFonts w:hAnsi="ＭＳ 明朝" w:hint="eastAsia"/>
          <w:kern w:val="0"/>
          <w:szCs w:val="21"/>
        </w:rPr>
        <w:t>に従い</w:t>
      </w:r>
      <w:r w:rsidR="007E11AE" w:rsidRPr="007B1589">
        <w:rPr>
          <w:rFonts w:hAnsi="ＭＳ 明朝" w:hint="eastAsia"/>
          <w:kern w:val="0"/>
          <w:szCs w:val="21"/>
        </w:rPr>
        <w:t>、</w:t>
      </w:r>
      <w:r w:rsidRPr="007B1589">
        <w:rPr>
          <w:rFonts w:hAnsi="ＭＳ 明朝" w:hint="eastAsia"/>
          <w:kern w:val="0"/>
          <w:szCs w:val="21"/>
        </w:rPr>
        <w:t>日本国の法令を遵守し</w:t>
      </w:r>
      <w:r w:rsidR="007E11AE" w:rsidRPr="007B1589">
        <w:rPr>
          <w:rFonts w:hAnsi="ＭＳ 明朝" w:hint="eastAsia"/>
          <w:kern w:val="0"/>
          <w:szCs w:val="21"/>
        </w:rPr>
        <w:t>、</w:t>
      </w:r>
      <w:r w:rsidRPr="007B1589">
        <w:rPr>
          <w:rFonts w:hAnsi="ＭＳ 明朝" w:hint="eastAsia"/>
          <w:kern w:val="0"/>
          <w:szCs w:val="21"/>
        </w:rPr>
        <w:t>この契約</w:t>
      </w:r>
      <w:r w:rsidR="007E11AE" w:rsidRPr="007B1589">
        <w:rPr>
          <w:rFonts w:hAnsi="ＭＳ 明朝"/>
          <w:kern w:val="0"/>
          <w:szCs w:val="21"/>
        </w:rPr>
        <w:t>(</w:t>
      </w:r>
      <w:r w:rsidRPr="007B1589">
        <w:rPr>
          <w:rFonts w:hAnsi="ＭＳ 明朝" w:hint="eastAsia"/>
          <w:kern w:val="0"/>
          <w:szCs w:val="21"/>
        </w:rPr>
        <w:t>契約書及びこの契約基準並びに仕様書</w:t>
      </w:r>
      <w:r w:rsidR="00E601A5" w:rsidRPr="007B1589">
        <w:rPr>
          <w:rFonts w:hAnsi="ＭＳ 明朝" w:hint="eastAsia"/>
          <w:kern w:val="0"/>
          <w:szCs w:val="21"/>
        </w:rPr>
        <w:t>等</w:t>
      </w:r>
      <w:r w:rsidRPr="007B1589">
        <w:rPr>
          <w:rFonts w:hAnsi="ＭＳ 明朝" w:hint="eastAsia"/>
          <w:kern w:val="0"/>
          <w:szCs w:val="21"/>
        </w:rPr>
        <w:t>を内容とする役務の請負契約をいう。以下同じ。</w:t>
      </w:r>
      <w:r w:rsidR="007E11AE" w:rsidRPr="007B1589">
        <w:rPr>
          <w:rFonts w:hAnsi="ＭＳ 明朝"/>
          <w:kern w:val="0"/>
          <w:szCs w:val="21"/>
        </w:rPr>
        <w:t>)</w:t>
      </w:r>
      <w:r w:rsidRPr="007B1589">
        <w:rPr>
          <w:rFonts w:hAnsi="ＭＳ 明朝" w:hint="eastAsia"/>
          <w:kern w:val="0"/>
          <w:szCs w:val="21"/>
        </w:rPr>
        <w:t>を履行しなければならない。</w:t>
      </w:r>
    </w:p>
    <w:p w14:paraId="5B05CB12" w14:textId="0F6124E1"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2</w:t>
      </w:r>
      <w:r w:rsidRPr="007B1589">
        <w:rPr>
          <w:rFonts w:hAnsi="ＭＳ 明朝" w:hint="eastAsia"/>
          <w:kern w:val="0"/>
          <w:szCs w:val="21"/>
        </w:rPr>
        <w:t xml:space="preserve">　</w:t>
      </w:r>
      <w:r w:rsidRPr="007B1589">
        <w:rPr>
          <w:rFonts w:hAnsi="ＭＳ 明朝"/>
          <w:kern w:val="0"/>
          <w:szCs w:val="21"/>
        </w:rPr>
        <w:t xml:space="preserve"> </w:t>
      </w:r>
      <w:r w:rsidRPr="007B1589">
        <w:rPr>
          <w:rFonts w:hAnsi="ＭＳ 明朝" w:hint="eastAsia"/>
          <w:kern w:val="0"/>
          <w:szCs w:val="21"/>
        </w:rPr>
        <w:t>受注者は</w:t>
      </w:r>
      <w:r w:rsidR="007E11AE" w:rsidRPr="007B1589">
        <w:rPr>
          <w:rFonts w:hAnsi="ＭＳ 明朝" w:hint="eastAsia"/>
          <w:kern w:val="0"/>
          <w:szCs w:val="21"/>
        </w:rPr>
        <w:t>、</w:t>
      </w:r>
      <w:r w:rsidRPr="007B1589">
        <w:rPr>
          <w:rFonts w:hAnsi="ＭＳ 明朝" w:hint="eastAsia"/>
          <w:kern w:val="0"/>
          <w:szCs w:val="21"/>
        </w:rPr>
        <w:t>契約書記載の役務を契約書記載の履行期間内において完了するものとし</w:t>
      </w:r>
      <w:r w:rsidR="007E11AE" w:rsidRPr="007B1589">
        <w:rPr>
          <w:rFonts w:hAnsi="ＭＳ 明朝" w:hint="eastAsia"/>
          <w:kern w:val="0"/>
          <w:szCs w:val="21"/>
        </w:rPr>
        <w:t>、</w:t>
      </w:r>
      <w:r w:rsidRPr="007B1589">
        <w:rPr>
          <w:rFonts w:hAnsi="ＭＳ 明朝" w:hint="eastAsia"/>
          <w:kern w:val="0"/>
          <w:szCs w:val="21"/>
        </w:rPr>
        <w:t>発注者は</w:t>
      </w:r>
      <w:r w:rsidR="007E11AE" w:rsidRPr="007B1589">
        <w:rPr>
          <w:rFonts w:hAnsi="ＭＳ 明朝" w:hint="eastAsia"/>
          <w:kern w:val="0"/>
          <w:szCs w:val="21"/>
        </w:rPr>
        <w:t>、</w:t>
      </w:r>
      <w:r w:rsidRPr="007B1589">
        <w:rPr>
          <w:rFonts w:hAnsi="ＭＳ 明朝" w:hint="eastAsia"/>
          <w:kern w:val="0"/>
          <w:szCs w:val="21"/>
        </w:rPr>
        <w:t>その請負代金を支払うものとする。</w:t>
      </w:r>
    </w:p>
    <w:p w14:paraId="084C5592" w14:textId="07597F63"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役務の実施方法等</w:t>
      </w:r>
      <w:r w:rsidR="00E601A5" w:rsidRPr="007B1589">
        <w:rPr>
          <w:rFonts w:hAnsi="ＭＳ 明朝" w:hint="eastAsia"/>
          <w:kern w:val="0"/>
          <w:szCs w:val="21"/>
        </w:rPr>
        <w:t>、役務を完了</w:t>
      </w:r>
      <w:r w:rsidRPr="007B1589">
        <w:rPr>
          <w:rFonts w:hAnsi="ＭＳ 明朝" w:hint="eastAsia"/>
          <w:kern w:val="0"/>
          <w:szCs w:val="21"/>
        </w:rPr>
        <w:t>するために必要な</w:t>
      </w:r>
      <w:r w:rsidR="00895DDC" w:rsidRPr="007B1589">
        <w:rPr>
          <w:rFonts w:hAnsi="ＭＳ 明朝" w:hint="eastAsia"/>
          <w:kern w:val="0"/>
          <w:szCs w:val="21"/>
        </w:rPr>
        <w:t>一切</w:t>
      </w:r>
      <w:r w:rsidRPr="007B1589">
        <w:rPr>
          <w:rFonts w:hAnsi="ＭＳ 明朝" w:hint="eastAsia"/>
          <w:kern w:val="0"/>
          <w:szCs w:val="21"/>
        </w:rPr>
        <w:t>の手段</w:t>
      </w:r>
      <w:r w:rsidR="00E601A5" w:rsidRPr="007B1589">
        <w:rPr>
          <w:rFonts w:hAnsi="ＭＳ 明朝" w:cs="SimSun"/>
          <w:w w:val="105"/>
          <w:kern w:val="0"/>
          <w:szCs w:val="21"/>
        </w:rPr>
        <w:t>（以下「役務方法等」という。）</w:t>
      </w:r>
      <w:r w:rsidRPr="007B1589">
        <w:rPr>
          <w:rFonts w:hAnsi="ＭＳ 明朝" w:hint="eastAsia"/>
          <w:kern w:val="0"/>
          <w:szCs w:val="21"/>
        </w:rPr>
        <w:t>については</w:t>
      </w:r>
      <w:r w:rsidR="007E11AE" w:rsidRPr="007B1589">
        <w:rPr>
          <w:rFonts w:hAnsi="ＭＳ 明朝" w:hint="eastAsia"/>
          <w:kern w:val="0"/>
          <w:szCs w:val="21"/>
        </w:rPr>
        <w:t>、</w:t>
      </w:r>
      <w:r w:rsidRPr="007B1589">
        <w:rPr>
          <w:rFonts w:hAnsi="ＭＳ 明朝" w:hint="eastAsia"/>
          <w:kern w:val="0"/>
          <w:szCs w:val="21"/>
        </w:rPr>
        <w:t>契約書及びこの契約基準並びに仕様書</w:t>
      </w:r>
      <w:r w:rsidR="00E601A5" w:rsidRPr="007B1589">
        <w:rPr>
          <w:rFonts w:hAnsi="ＭＳ 明朝" w:hint="eastAsia"/>
          <w:kern w:val="0"/>
          <w:szCs w:val="21"/>
        </w:rPr>
        <w:t>等</w:t>
      </w:r>
      <w:r w:rsidRPr="007B1589">
        <w:rPr>
          <w:rFonts w:hAnsi="ＭＳ 明朝" w:hint="eastAsia"/>
          <w:kern w:val="0"/>
          <w:szCs w:val="21"/>
        </w:rPr>
        <w:t>に特別の定めがある場合を除き</w:t>
      </w:r>
      <w:r w:rsidR="007E11AE" w:rsidRPr="007B1589">
        <w:rPr>
          <w:rFonts w:hAnsi="ＭＳ 明朝" w:hint="eastAsia"/>
          <w:kern w:val="0"/>
          <w:szCs w:val="21"/>
        </w:rPr>
        <w:t>、</w:t>
      </w:r>
      <w:r w:rsidRPr="007B1589">
        <w:rPr>
          <w:rFonts w:hAnsi="ＭＳ 明朝" w:hint="eastAsia"/>
          <w:kern w:val="0"/>
          <w:szCs w:val="21"/>
        </w:rPr>
        <w:t>受注者がその責任において定める。</w:t>
      </w:r>
    </w:p>
    <w:p w14:paraId="52F93129" w14:textId="0F78ABC5" w:rsidR="008A45F6" w:rsidRPr="007B1589" w:rsidRDefault="00B31712" w:rsidP="007B1589">
      <w:pPr>
        <w:autoSpaceDE w:val="0"/>
        <w:autoSpaceDN w:val="0"/>
        <w:adjustRightInd w:val="0"/>
        <w:ind w:left="202" w:hangingChars="100" w:hanging="202"/>
        <w:jc w:val="left"/>
        <w:rPr>
          <w:rFonts w:hAnsi="ＭＳ 明朝" w:cs="SimSun"/>
          <w:w w:val="105"/>
          <w:kern w:val="0"/>
          <w:szCs w:val="21"/>
        </w:rPr>
      </w:pPr>
      <w:r w:rsidRPr="007B1589">
        <w:rPr>
          <w:rFonts w:hAnsi="ＭＳ 明朝"/>
          <w:kern w:val="0"/>
          <w:szCs w:val="21"/>
        </w:rPr>
        <w:t xml:space="preserve">4 </w:t>
      </w:r>
      <w:r w:rsidRPr="007B1589">
        <w:rPr>
          <w:rFonts w:hAnsi="ＭＳ 明朝" w:hint="eastAsia"/>
          <w:kern w:val="0"/>
          <w:szCs w:val="21"/>
        </w:rPr>
        <w:t xml:space="preserve">　受注者は</w:t>
      </w:r>
      <w:r w:rsidR="007E11AE" w:rsidRPr="007B1589">
        <w:rPr>
          <w:rFonts w:hAnsi="ＭＳ 明朝" w:hint="eastAsia"/>
          <w:kern w:val="0"/>
          <w:szCs w:val="21"/>
        </w:rPr>
        <w:t>、</w:t>
      </w:r>
      <w:r w:rsidRPr="007B1589">
        <w:rPr>
          <w:rFonts w:hAnsi="ＭＳ 明朝" w:hint="eastAsia"/>
          <w:kern w:val="0"/>
          <w:szCs w:val="21"/>
        </w:rPr>
        <w:t>この契約の履行に関して知り得た</w:t>
      </w:r>
      <w:r w:rsidR="00E601A5" w:rsidRPr="007B1589">
        <w:rPr>
          <w:rFonts w:hAnsi="ＭＳ 明朝" w:cs="SimSun"/>
          <w:w w:val="105"/>
          <w:kern w:val="0"/>
          <w:szCs w:val="21"/>
        </w:rPr>
        <w:t>秘密を漏らしてはならない。</w:t>
      </w:r>
    </w:p>
    <w:p w14:paraId="714CEBD2" w14:textId="0FB8A595" w:rsidR="008A45F6"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5 </w:t>
      </w:r>
      <w:r w:rsidRPr="007B1589">
        <w:rPr>
          <w:rFonts w:hAnsi="ＭＳ 明朝" w:hint="eastAsia"/>
          <w:kern w:val="0"/>
          <w:szCs w:val="21"/>
        </w:rPr>
        <w:t xml:space="preserve">　契約書及びこの契約基準に定める</w:t>
      </w:r>
      <w:r w:rsidR="00E601A5" w:rsidRPr="007B1589">
        <w:rPr>
          <w:rFonts w:hAnsi="ＭＳ 明朝" w:hint="eastAsia"/>
          <w:kern w:val="0"/>
          <w:szCs w:val="21"/>
        </w:rPr>
        <w:t>催告、</w:t>
      </w:r>
      <w:r w:rsidRPr="007B1589">
        <w:rPr>
          <w:rFonts w:hAnsi="ＭＳ 明朝" w:hint="eastAsia"/>
          <w:kern w:val="0"/>
          <w:szCs w:val="21"/>
        </w:rPr>
        <w:t>請求</w:t>
      </w:r>
      <w:r w:rsidR="007E11AE" w:rsidRPr="007B1589">
        <w:rPr>
          <w:rFonts w:hAnsi="ＭＳ 明朝" w:hint="eastAsia"/>
          <w:kern w:val="0"/>
          <w:szCs w:val="21"/>
        </w:rPr>
        <w:t>、</w:t>
      </w:r>
      <w:r w:rsidRPr="007B1589">
        <w:rPr>
          <w:rFonts w:hAnsi="ＭＳ 明朝" w:hint="eastAsia"/>
          <w:kern w:val="0"/>
          <w:szCs w:val="21"/>
        </w:rPr>
        <w:t>通知</w:t>
      </w:r>
      <w:r w:rsidR="007E11AE" w:rsidRPr="007B1589">
        <w:rPr>
          <w:rFonts w:hAnsi="ＭＳ 明朝" w:hint="eastAsia"/>
          <w:kern w:val="0"/>
          <w:szCs w:val="21"/>
        </w:rPr>
        <w:t>、</w:t>
      </w:r>
      <w:r w:rsidRPr="007B1589">
        <w:rPr>
          <w:rFonts w:hAnsi="ＭＳ 明朝" w:hint="eastAsia"/>
          <w:kern w:val="0"/>
          <w:szCs w:val="21"/>
        </w:rPr>
        <w:t>報告</w:t>
      </w:r>
      <w:r w:rsidR="007E11AE" w:rsidRPr="007B1589">
        <w:rPr>
          <w:rFonts w:hAnsi="ＭＳ 明朝" w:hint="eastAsia"/>
          <w:kern w:val="0"/>
          <w:szCs w:val="21"/>
        </w:rPr>
        <w:t>、</w:t>
      </w:r>
      <w:r w:rsidRPr="007B1589">
        <w:rPr>
          <w:rFonts w:hAnsi="ＭＳ 明朝" w:hint="eastAsia"/>
          <w:kern w:val="0"/>
          <w:szCs w:val="21"/>
        </w:rPr>
        <w:t>申出</w:t>
      </w:r>
      <w:r w:rsidR="007E11AE" w:rsidRPr="007B1589">
        <w:rPr>
          <w:rFonts w:hAnsi="ＭＳ 明朝" w:hint="eastAsia"/>
          <w:kern w:val="0"/>
          <w:szCs w:val="21"/>
        </w:rPr>
        <w:t>、</w:t>
      </w:r>
      <w:r w:rsidRPr="007B1589">
        <w:rPr>
          <w:rFonts w:hAnsi="ＭＳ 明朝" w:hint="eastAsia"/>
          <w:kern w:val="0"/>
          <w:szCs w:val="21"/>
        </w:rPr>
        <w:t>承諾及び解除は</w:t>
      </w:r>
      <w:r w:rsidR="007E11AE" w:rsidRPr="007B1589">
        <w:rPr>
          <w:rFonts w:hAnsi="ＭＳ 明朝" w:hint="eastAsia"/>
          <w:kern w:val="0"/>
          <w:szCs w:val="21"/>
        </w:rPr>
        <w:t>、</w:t>
      </w:r>
      <w:r w:rsidRPr="007B1589">
        <w:rPr>
          <w:rFonts w:hAnsi="ＭＳ 明朝" w:hint="eastAsia"/>
          <w:kern w:val="0"/>
          <w:szCs w:val="21"/>
        </w:rPr>
        <w:t>書面により行わなければならない。</w:t>
      </w:r>
    </w:p>
    <w:p w14:paraId="080C1826" w14:textId="77777777"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6 </w:t>
      </w:r>
      <w:r w:rsidRPr="007B1589">
        <w:rPr>
          <w:rFonts w:hAnsi="ＭＳ 明朝" w:hint="eastAsia"/>
          <w:kern w:val="0"/>
          <w:szCs w:val="21"/>
        </w:rPr>
        <w:t xml:space="preserve">　この契約の履行に関して発注者と受注者との間で用いる言語は</w:t>
      </w:r>
      <w:r w:rsidR="007E11AE" w:rsidRPr="007B1589">
        <w:rPr>
          <w:rFonts w:hAnsi="ＭＳ 明朝" w:hint="eastAsia"/>
          <w:kern w:val="0"/>
          <w:szCs w:val="21"/>
        </w:rPr>
        <w:t>、</w:t>
      </w:r>
      <w:r w:rsidRPr="007B1589">
        <w:rPr>
          <w:rFonts w:hAnsi="ＭＳ 明朝" w:hint="eastAsia"/>
          <w:kern w:val="0"/>
          <w:szCs w:val="21"/>
        </w:rPr>
        <w:t>日本語とする。</w:t>
      </w:r>
    </w:p>
    <w:p w14:paraId="530729F1" w14:textId="77777777" w:rsidR="00B31712" w:rsidRPr="007B1589" w:rsidRDefault="00B31712" w:rsidP="007B1589">
      <w:pPr>
        <w:autoSpaceDE w:val="0"/>
        <w:autoSpaceDN w:val="0"/>
        <w:adjustRightInd w:val="0"/>
        <w:jc w:val="left"/>
        <w:rPr>
          <w:rFonts w:hAnsi="ＭＳ 明朝"/>
          <w:kern w:val="0"/>
          <w:szCs w:val="21"/>
        </w:rPr>
      </w:pPr>
      <w:r w:rsidRPr="007B1589">
        <w:rPr>
          <w:rFonts w:hAnsi="ＭＳ 明朝"/>
          <w:kern w:val="0"/>
          <w:szCs w:val="21"/>
        </w:rPr>
        <w:t xml:space="preserve">7 </w:t>
      </w:r>
      <w:r w:rsidRPr="007B1589">
        <w:rPr>
          <w:rFonts w:hAnsi="ＭＳ 明朝" w:hint="eastAsia"/>
          <w:kern w:val="0"/>
          <w:szCs w:val="21"/>
        </w:rPr>
        <w:t xml:space="preserve">　契約書及びこの契約基準に定める金銭の支払に用いる通貨は</w:t>
      </w:r>
      <w:r w:rsidR="007E11AE" w:rsidRPr="007B1589">
        <w:rPr>
          <w:rFonts w:hAnsi="ＭＳ 明朝" w:hint="eastAsia"/>
          <w:kern w:val="0"/>
          <w:szCs w:val="21"/>
        </w:rPr>
        <w:t>、</w:t>
      </w:r>
      <w:r w:rsidRPr="007B1589">
        <w:rPr>
          <w:rFonts w:hAnsi="ＭＳ 明朝" w:hint="eastAsia"/>
          <w:kern w:val="0"/>
          <w:szCs w:val="21"/>
        </w:rPr>
        <w:t>日本円とする。</w:t>
      </w:r>
    </w:p>
    <w:p w14:paraId="27E3CF8E" w14:textId="39B50FFC" w:rsidR="008A45F6" w:rsidRPr="007B1589" w:rsidRDefault="00E601A5"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8 </w:t>
      </w:r>
      <w:r w:rsidRPr="007B1589">
        <w:rPr>
          <w:rFonts w:hAnsi="ＭＳ 明朝" w:hint="eastAsia"/>
          <w:kern w:val="0"/>
          <w:szCs w:val="21"/>
        </w:rPr>
        <w:t xml:space="preserve">　この契約の履行に関して発注者と受注者との間で用いる計量単位は、仕様書等に特別の定めがある場合を除き、計量法（平成</w:t>
      </w:r>
      <w:r w:rsidRPr="007B1589">
        <w:rPr>
          <w:rFonts w:hAnsi="ＭＳ 明朝"/>
          <w:kern w:val="0"/>
          <w:szCs w:val="21"/>
        </w:rPr>
        <w:t>4年法律第51号）に定めるものとする。</w:t>
      </w:r>
    </w:p>
    <w:p w14:paraId="543C99ED" w14:textId="7232FBA1" w:rsidR="00B31712" w:rsidRPr="007B1589" w:rsidRDefault="00E601A5"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9</w:t>
      </w:r>
      <w:r w:rsidR="00B31712" w:rsidRPr="007B1589">
        <w:rPr>
          <w:rFonts w:hAnsi="ＭＳ 明朝"/>
          <w:kern w:val="0"/>
          <w:szCs w:val="21"/>
        </w:rPr>
        <w:t xml:space="preserve"> </w:t>
      </w:r>
      <w:r w:rsidR="00B31712" w:rsidRPr="007B1589">
        <w:rPr>
          <w:rFonts w:hAnsi="ＭＳ 明朝" w:hint="eastAsia"/>
          <w:kern w:val="0"/>
          <w:szCs w:val="21"/>
        </w:rPr>
        <w:t xml:space="preserve">　契約書及びこの契約基準並びに仕様書</w:t>
      </w:r>
      <w:r w:rsidRPr="007B1589">
        <w:rPr>
          <w:rFonts w:hAnsi="ＭＳ 明朝" w:hint="eastAsia"/>
          <w:kern w:val="0"/>
          <w:szCs w:val="21"/>
        </w:rPr>
        <w:t>等</w:t>
      </w:r>
      <w:r w:rsidR="00B31712" w:rsidRPr="007B1589">
        <w:rPr>
          <w:rFonts w:hAnsi="ＭＳ 明朝" w:hint="eastAsia"/>
          <w:kern w:val="0"/>
          <w:szCs w:val="21"/>
        </w:rPr>
        <w:t>における期間の定めについては</w:t>
      </w:r>
      <w:r w:rsidR="007E11AE" w:rsidRPr="007B1589">
        <w:rPr>
          <w:rFonts w:hAnsi="ＭＳ 明朝" w:hint="eastAsia"/>
          <w:kern w:val="0"/>
          <w:szCs w:val="21"/>
        </w:rPr>
        <w:t>、</w:t>
      </w:r>
      <w:r w:rsidR="00B31712" w:rsidRPr="007B1589">
        <w:rPr>
          <w:rFonts w:hAnsi="ＭＳ 明朝" w:hint="eastAsia"/>
          <w:kern w:val="0"/>
          <w:szCs w:val="21"/>
        </w:rPr>
        <w:t>民法</w:t>
      </w:r>
      <w:r w:rsidR="007E11AE" w:rsidRPr="007B1589">
        <w:rPr>
          <w:rFonts w:hAnsi="ＭＳ 明朝"/>
          <w:kern w:val="0"/>
          <w:szCs w:val="21"/>
        </w:rPr>
        <w:t>(</w:t>
      </w:r>
      <w:r w:rsidR="00B31712" w:rsidRPr="007B1589">
        <w:rPr>
          <w:rFonts w:hAnsi="ＭＳ 明朝" w:hint="eastAsia"/>
          <w:kern w:val="0"/>
          <w:szCs w:val="21"/>
        </w:rPr>
        <w:t>明治</w:t>
      </w:r>
      <w:r w:rsidR="005B752D" w:rsidRPr="007B1589">
        <w:rPr>
          <w:rFonts w:hAnsi="ＭＳ 明朝"/>
          <w:kern w:val="0"/>
          <w:szCs w:val="21"/>
        </w:rPr>
        <w:t>29</w:t>
      </w:r>
      <w:r w:rsidR="00B31712" w:rsidRPr="007B1589">
        <w:rPr>
          <w:rFonts w:hAnsi="ＭＳ 明朝" w:hint="eastAsia"/>
          <w:kern w:val="0"/>
          <w:szCs w:val="21"/>
        </w:rPr>
        <w:t>年法律第</w:t>
      </w:r>
      <w:r w:rsidR="005B752D" w:rsidRPr="007B1589">
        <w:rPr>
          <w:rFonts w:hAnsi="ＭＳ 明朝"/>
          <w:kern w:val="0"/>
          <w:szCs w:val="21"/>
        </w:rPr>
        <w:t>89</w:t>
      </w:r>
      <w:r w:rsidR="00B31712" w:rsidRPr="007B1589">
        <w:rPr>
          <w:rFonts w:hAnsi="ＭＳ 明朝" w:hint="eastAsia"/>
          <w:kern w:val="0"/>
          <w:szCs w:val="21"/>
        </w:rPr>
        <w:t>号</w:t>
      </w:r>
      <w:r w:rsidR="007E11AE" w:rsidRPr="007B1589">
        <w:rPr>
          <w:rFonts w:hAnsi="ＭＳ 明朝"/>
          <w:kern w:val="0"/>
          <w:szCs w:val="21"/>
        </w:rPr>
        <w:t>)</w:t>
      </w:r>
      <w:r w:rsidR="00B31712" w:rsidRPr="007B1589">
        <w:rPr>
          <w:rFonts w:hAnsi="ＭＳ 明朝" w:hint="eastAsia"/>
          <w:kern w:val="0"/>
          <w:szCs w:val="21"/>
        </w:rPr>
        <w:t>及び商法</w:t>
      </w:r>
      <w:r w:rsidR="007E11AE" w:rsidRPr="007B1589">
        <w:rPr>
          <w:rFonts w:hAnsi="ＭＳ 明朝"/>
          <w:kern w:val="0"/>
          <w:szCs w:val="21"/>
        </w:rPr>
        <w:t>(</w:t>
      </w:r>
      <w:r w:rsidR="00B31712" w:rsidRPr="007B1589">
        <w:rPr>
          <w:rFonts w:hAnsi="ＭＳ 明朝" w:hint="eastAsia"/>
          <w:kern w:val="0"/>
          <w:szCs w:val="21"/>
        </w:rPr>
        <w:t>明治</w:t>
      </w:r>
      <w:r w:rsidR="005B752D" w:rsidRPr="007B1589">
        <w:rPr>
          <w:rFonts w:hAnsi="ＭＳ 明朝"/>
          <w:kern w:val="0"/>
          <w:szCs w:val="21"/>
        </w:rPr>
        <w:t>32</w:t>
      </w:r>
      <w:r w:rsidR="00B31712" w:rsidRPr="007B1589">
        <w:rPr>
          <w:rFonts w:hAnsi="ＭＳ 明朝" w:hint="eastAsia"/>
          <w:kern w:val="0"/>
          <w:szCs w:val="21"/>
        </w:rPr>
        <w:t>年法律第</w:t>
      </w:r>
      <w:r w:rsidR="005B752D" w:rsidRPr="007B1589">
        <w:rPr>
          <w:rFonts w:hAnsi="ＭＳ 明朝"/>
          <w:kern w:val="0"/>
          <w:szCs w:val="21"/>
        </w:rPr>
        <w:t>48</w:t>
      </w:r>
      <w:r w:rsidR="00B31712" w:rsidRPr="007B1589">
        <w:rPr>
          <w:rFonts w:hAnsi="ＭＳ 明朝" w:hint="eastAsia"/>
          <w:kern w:val="0"/>
          <w:szCs w:val="21"/>
        </w:rPr>
        <w:t>号</w:t>
      </w:r>
      <w:r w:rsidR="007E11AE" w:rsidRPr="007B1589">
        <w:rPr>
          <w:rFonts w:hAnsi="ＭＳ 明朝"/>
          <w:kern w:val="0"/>
          <w:szCs w:val="21"/>
        </w:rPr>
        <w:t>)</w:t>
      </w:r>
      <w:r w:rsidR="00B31712" w:rsidRPr="007B1589">
        <w:rPr>
          <w:rFonts w:hAnsi="ＭＳ 明朝" w:hint="eastAsia"/>
          <w:kern w:val="0"/>
          <w:szCs w:val="21"/>
        </w:rPr>
        <w:t>の定めるところによるものとする。</w:t>
      </w:r>
    </w:p>
    <w:p w14:paraId="33EA0046" w14:textId="09B1EDF8" w:rsidR="00B31712" w:rsidRPr="007B1589" w:rsidRDefault="00E601A5" w:rsidP="007B1589">
      <w:pPr>
        <w:autoSpaceDE w:val="0"/>
        <w:autoSpaceDN w:val="0"/>
        <w:adjustRightInd w:val="0"/>
        <w:jc w:val="left"/>
        <w:rPr>
          <w:rFonts w:hAnsi="ＭＳ 明朝"/>
          <w:kern w:val="0"/>
          <w:szCs w:val="21"/>
        </w:rPr>
      </w:pPr>
      <w:r w:rsidRPr="007B1589">
        <w:rPr>
          <w:rFonts w:hAnsi="ＭＳ 明朝"/>
          <w:kern w:val="0"/>
          <w:szCs w:val="21"/>
        </w:rPr>
        <w:t>10</w:t>
      </w:r>
      <w:r w:rsidRPr="007B1589">
        <w:rPr>
          <w:rFonts w:hAnsi="ＭＳ 明朝" w:hint="eastAsia"/>
          <w:kern w:val="0"/>
          <w:szCs w:val="21"/>
        </w:rPr>
        <w:t xml:space="preserve">　</w:t>
      </w:r>
      <w:r w:rsidR="00B31712" w:rsidRPr="007B1589">
        <w:rPr>
          <w:rFonts w:hAnsi="ＭＳ 明朝" w:hint="eastAsia"/>
          <w:kern w:val="0"/>
          <w:szCs w:val="21"/>
        </w:rPr>
        <w:t>この契約は</w:t>
      </w:r>
      <w:r w:rsidR="007E11AE" w:rsidRPr="007B1589">
        <w:rPr>
          <w:rFonts w:hAnsi="ＭＳ 明朝" w:hint="eastAsia"/>
          <w:kern w:val="0"/>
          <w:szCs w:val="21"/>
        </w:rPr>
        <w:t>、</w:t>
      </w:r>
      <w:r w:rsidR="00B31712" w:rsidRPr="007B1589">
        <w:rPr>
          <w:rFonts w:hAnsi="ＭＳ 明朝" w:hint="eastAsia"/>
          <w:kern w:val="0"/>
          <w:szCs w:val="21"/>
        </w:rPr>
        <w:t>日本国の法令に準拠するものとする。</w:t>
      </w:r>
    </w:p>
    <w:p w14:paraId="33195BD7" w14:textId="0A02FD3E"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1</w:t>
      </w:r>
      <w:r w:rsidR="00E601A5" w:rsidRPr="007B1589">
        <w:rPr>
          <w:rFonts w:hAnsi="ＭＳ 明朝"/>
          <w:kern w:val="0"/>
          <w:szCs w:val="21"/>
        </w:rPr>
        <w:t>1</w:t>
      </w:r>
      <w:r w:rsidRPr="007B1589">
        <w:rPr>
          <w:rFonts w:hAnsi="ＭＳ 明朝"/>
          <w:kern w:val="0"/>
          <w:szCs w:val="21"/>
        </w:rPr>
        <w:t xml:space="preserve"> </w:t>
      </w:r>
      <w:r w:rsidRPr="007B1589">
        <w:rPr>
          <w:rFonts w:hAnsi="ＭＳ 明朝" w:hint="eastAsia"/>
          <w:kern w:val="0"/>
          <w:szCs w:val="21"/>
        </w:rPr>
        <w:t xml:space="preserve"> この契約に係る訴訟については</w:t>
      </w:r>
      <w:r w:rsidR="007E11AE" w:rsidRPr="007B1589">
        <w:rPr>
          <w:rFonts w:hAnsi="ＭＳ 明朝" w:hint="eastAsia"/>
          <w:kern w:val="0"/>
          <w:szCs w:val="21"/>
        </w:rPr>
        <w:t>、</w:t>
      </w:r>
      <w:r w:rsidRPr="007B1589">
        <w:rPr>
          <w:rFonts w:hAnsi="ＭＳ 明朝" w:hint="eastAsia"/>
          <w:kern w:val="0"/>
          <w:szCs w:val="21"/>
        </w:rPr>
        <w:t>日本国の裁判所をもって合意による専属的管轄裁判所において行うものとする。</w:t>
      </w:r>
    </w:p>
    <w:p w14:paraId="6EE51BD9" w14:textId="2FB9E534"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E601A5" w:rsidRPr="007B1589">
        <w:rPr>
          <w:rFonts w:hAnsi="ＭＳ 明朝" w:hint="eastAsia"/>
          <w:kern w:val="0"/>
          <w:szCs w:val="21"/>
        </w:rPr>
        <w:t>役務</w:t>
      </w:r>
      <w:r w:rsidR="00B31712" w:rsidRPr="007B1589">
        <w:rPr>
          <w:rFonts w:hAnsi="ＭＳ 明朝" w:hint="eastAsia"/>
          <w:kern w:val="0"/>
          <w:szCs w:val="21"/>
        </w:rPr>
        <w:t>の実施の調整</w:t>
      </w:r>
      <w:r w:rsidRPr="007B1589">
        <w:rPr>
          <w:rFonts w:hAnsi="ＭＳ 明朝"/>
          <w:kern w:val="0"/>
          <w:szCs w:val="21"/>
        </w:rPr>
        <w:t>)</w:t>
      </w:r>
    </w:p>
    <w:p w14:paraId="666A3E61" w14:textId="6157B1B0" w:rsidR="00B31712" w:rsidRPr="007B1589" w:rsidRDefault="00B31712" w:rsidP="006D1E09">
      <w:pPr>
        <w:ind w:left="202" w:hangingChars="100" w:hanging="202"/>
        <w:jc w:val="left"/>
        <w:rPr>
          <w:rFonts w:hAnsi="ＭＳ 明朝"/>
          <w:kern w:val="0"/>
          <w:szCs w:val="21"/>
        </w:rPr>
      </w:pPr>
      <w:r w:rsidRPr="007B1589">
        <w:rPr>
          <w:rFonts w:hAnsi="ＭＳ 明朝" w:hint="eastAsia"/>
          <w:kern w:val="0"/>
          <w:szCs w:val="21"/>
        </w:rPr>
        <w:t>第</w:t>
      </w:r>
      <w:r w:rsidR="005B752D" w:rsidRPr="007B1589">
        <w:rPr>
          <w:rFonts w:hAnsi="ＭＳ 明朝"/>
          <w:kern w:val="0"/>
          <w:szCs w:val="21"/>
        </w:rPr>
        <w:t>2</w:t>
      </w:r>
      <w:r w:rsidRPr="007B1589">
        <w:rPr>
          <w:rFonts w:hAnsi="ＭＳ 明朝" w:hint="eastAsia"/>
          <w:kern w:val="0"/>
          <w:szCs w:val="21"/>
        </w:rPr>
        <w:t xml:space="preserve">　発注者は</w:t>
      </w:r>
      <w:r w:rsidR="007E11AE" w:rsidRPr="007B1589">
        <w:rPr>
          <w:rFonts w:hAnsi="ＭＳ 明朝" w:hint="eastAsia"/>
          <w:kern w:val="0"/>
          <w:szCs w:val="21"/>
        </w:rPr>
        <w:t>、</w:t>
      </w:r>
      <w:r w:rsidRPr="007B1589">
        <w:rPr>
          <w:rFonts w:hAnsi="ＭＳ 明朝" w:hint="eastAsia"/>
          <w:kern w:val="0"/>
          <w:szCs w:val="21"/>
        </w:rPr>
        <w:t>受注者の</w:t>
      </w:r>
      <w:r w:rsidR="00E601A5" w:rsidRPr="007B1589">
        <w:rPr>
          <w:rFonts w:hAnsi="ＭＳ 明朝" w:hint="eastAsia"/>
          <w:kern w:val="0"/>
          <w:szCs w:val="21"/>
        </w:rPr>
        <w:t>実施する役務</w:t>
      </w:r>
      <w:r w:rsidRPr="007B1589">
        <w:rPr>
          <w:rFonts w:hAnsi="ＭＳ 明朝" w:hint="eastAsia"/>
          <w:kern w:val="0"/>
          <w:szCs w:val="21"/>
        </w:rPr>
        <w:t>及び発注者の発注に係る第</w:t>
      </w:r>
      <w:r w:rsidR="00E601A5" w:rsidRPr="007B1589">
        <w:rPr>
          <w:rFonts w:hAnsi="ＭＳ 明朝" w:hint="eastAsia"/>
          <w:kern w:val="0"/>
          <w:szCs w:val="21"/>
        </w:rPr>
        <w:t>三</w:t>
      </w:r>
      <w:r w:rsidRPr="007B1589">
        <w:rPr>
          <w:rFonts w:hAnsi="ＭＳ 明朝" w:hint="eastAsia"/>
          <w:kern w:val="0"/>
          <w:szCs w:val="21"/>
        </w:rPr>
        <w:t>者の実施する</w:t>
      </w:r>
      <w:r w:rsidR="00E601A5" w:rsidRPr="007B1589">
        <w:rPr>
          <w:rFonts w:hAnsi="ＭＳ 明朝" w:hint="eastAsia"/>
          <w:kern w:val="0"/>
          <w:szCs w:val="21"/>
        </w:rPr>
        <w:t>役務</w:t>
      </w:r>
      <w:r w:rsidR="00E601A5" w:rsidRPr="007B1589">
        <w:rPr>
          <w:rFonts w:hAnsi="ＭＳ 明朝" w:cs="SimSun"/>
          <w:w w:val="105"/>
          <w:kern w:val="0"/>
          <w:szCs w:val="21"/>
        </w:rPr>
        <w:t>が実施上密接に関連する場合において、必要があるときは、</w:t>
      </w:r>
      <w:r w:rsidRPr="007B1589">
        <w:rPr>
          <w:rFonts w:hAnsi="ＭＳ 明朝" w:hint="eastAsia"/>
          <w:kern w:val="0"/>
          <w:szCs w:val="21"/>
        </w:rPr>
        <w:t>その実施につき</w:t>
      </w:r>
      <w:r w:rsidR="007E11AE" w:rsidRPr="007B1589">
        <w:rPr>
          <w:rFonts w:hAnsi="ＭＳ 明朝" w:hint="eastAsia"/>
          <w:kern w:val="0"/>
          <w:szCs w:val="21"/>
        </w:rPr>
        <w:t>、</w:t>
      </w:r>
      <w:r w:rsidRPr="007B1589">
        <w:rPr>
          <w:rFonts w:hAnsi="ＭＳ 明朝" w:hint="eastAsia"/>
          <w:kern w:val="0"/>
          <w:szCs w:val="21"/>
        </w:rPr>
        <w:t>調整を行うものとする。この場合においては</w:t>
      </w:r>
      <w:r w:rsidR="007E11AE" w:rsidRPr="007B1589">
        <w:rPr>
          <w:rFonts w:hAnsi="ＭＳ 明朝" w:hint="eastAsia"/>
          <w:kern w:val="0"/>
          <w:szCs w:val="21"/>
        </w:rPr>
        <w:t>、</w:t>
      </w:r>
      <w:r w:rsidRPr="007B1589">
        <w:rPr>
          <w:rFonts w:hAnsi="ＭＳ 明朝" w:hint="eastAsia"/>
          <w:kern w:val="0"/>
          <w:szCs w:val="21"/>
        </w:rPr>
        <w:t>受注者は</w:t>
      </w:r>
      <w:r w:rsidR="007E11AE" w:rsidRPr="007B1589">
        <w:rPr>
          <w:rFonts w:hAnsi="ＭＳ 明朝" w:hint="eastAsia"/>
          <w:kern w:val="0"/>
          <w:szCs w:val="21"/>
        </w:rPr>
        <w:t>、</w:t>
      </w:r>
      <w:r w:rsidRPr="007B1589">
        <w:rPr>
          <w:rFonts w:hAnsi="ＭＳ 明朝" w:hint="eastAsia"/>
          <w:kern w:val="0"/>
          <w:szCs w:val="21"/>
        </w:rPr>
        <w:t>発注者の調整に従い</w:t>
      </w:r>
      <w:r w:rsidR="007E11AE" w:rsidRPr="007B1589">
        <w:rPr>
          <w:rFonts w:hAnsi="ＭＳ 明朝" w:hint="eastAsia"/>
          <w:kern w:val="0"/>
          <w:szCs w:val="21"/>
        </w:rPr>
        <w:t>、</w:t>
      </w:r>
      <w:r w:rsidRPr="007B1589">
        <w:rPr>
          <w:rFonts w:hAnsi="ＭＳ 明朝" w:hint="eastAsia"/>
          <w:kern w:val="0"/>
          <w:szCs w:val="21"/>
        </w:rPr>
        <w:t>第</w:t>
      </w:r>
      <w:r w:rsidR="00E601A5" w:rsidRPr="007B1589">
        <w:rPr>
          <w:rFonts w:hAnsi="ＭＳ 明朝" w:hint="eastAsia"/>
          <w:kern w:val="0"/>
          <w:szCs w:val="21"/>
        </w:rPr>
        <w:t>三</w:t>
      </w:r>
      <w:r w:rsidRPr="007B1589">
        <w:rPr>
          <w:rFonts w:hAnsi="ＭＳ 明朝" w:hint="eastAsia"/>
          <w:kern w:val="0"/>
          <w:szCs w:val="21"/>
        </w:rPr>
        <w:t>者が実施する</w:t>
      </w:r>
      <w:r w:rsidR="00E601A5" w:rsidRPr="007B1589">
        <w:rPr>
          <w:rFonts w:hAnsi="ＭＳ 明朝" w:hint="eastAsia"/>
          <w:kern w:val="0"/>
          <w:szCs w:val="21"/>
        </w:rPr>
        <w:t>役務</w:t>
      </w:r>
      <w:r w:rsidRPr="007B1589">
        <w:rPr>
          <w:rFonts w:hAnsi="ＭＳ 明朝" w:hint="eastAsia"/>
          <w:kern w:val="0"/>
          <w:szCs w:val="21"/>
        </w:rPr>
        <w:t>の円滑な</w:t>
      </w:r>
      <w:r w:rsidR="00E601A5" w:rsidRPr="007B1589">
        <w:rPr>
          <w:rFonts w:hAnsi="ＭＳ 明朝" w:hint="eastAsia"/>
          <w:kern w:val="0"/>
          <w:szCs w:val="21"/>
        </w:rPr>
        <w:t>実施</w:t>
      </w:r>
      <w:r w:rsidRPr="007B1589">
        <w:rPr>
          <w:rFonts w:hAnsi="ＭＳ 明朝" w:hint="eastAsia"/>
          <w:kern w:val="0"/>
          <w:szCs w:val="21"/>
        </w:rPr>
        <w:t>に協力しなければならない。</w:t>
      </w:r>
    </w:p>
    <w:p w14:paraId="14E7F478" w14:textId="07CB966C"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1D4C6F" w:rsidRPr="007B1589">
        <w:rPr>
          <w:rFonts w:hAnsi="ＭＳ 明朝" w:hint="eastAsia"/>
          <w:kern w:val="0"/>
          <w:szCs w:val="21"/>
        </w:rPr>
        <w:t>役務費</w:t>
      </w:r>
      <w:r w:rsidR="00B31712" w:rsidRPr="007B1589">
        <w:rPr>
          <w:rFonts w:hAnsi="ＭＳ 明朝" w:hint="eastAsia"/>
          <w:kern w:val="0"/>
          <w:szCs w:val="21"/>
        </w:rPr>
        <w:t>内訳書等の提出</w:t>
      </w:r>
      <w:r w:rsidRPr="007B1589">
        <w:rPr>
          <w:rFonts w:hAnsi="ＭＳ 明朝"/>
          <w:kern w:val="0"/>
          <w:szCs w:val="21"/>
        </w:rPr>
        <w:t>)</w:t>
      </w:r>
    </w:p>
    <w:p w14:paraId="219A6248" w14:textId="1C3E03A7" w:rsidR="001D4C6F" w:rsidRPr="007B1589" w:rsidRDefault="00B31712" w:rsidP="001D4C6F">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5B752D" w:rsidRPr="007B1589">
        <w:rPr>
          <w:rFonts w:hAnsi="ＭＳ 明朝"/>
          <w:kern w:val="0"/>
          <w:szCs w:val="21"/>
        </w:rPr>
        <w:t>3</w:t>
      </w:r>
      <w:r w:rsidRPr="007B1589">
        <w:rPr>
          <w:rFonts w:hAnsi="ＭＳ 明朝" w:hint="eastAsia"/>
          <w:kern w:val="0"/>
          <w:szCs w:val="21"/>
        </w:rPr>
        <w:t xml:space="preserve">　受注者は</w:t>
      </w:r>
      <w:r w:rsidR="007E11AE" w:rsidRPr="007B1589">
        <w:rPr>
          <w:rFonts w:hAnsi="ＭＳ 明朝" w:hint="eastAsia"/>
          <w:kern w:val="0"/>
          <w:szCs w:val="21"/>
        </w:rPr>
        <w:t>、</w:t>
      </w:r>
      <w:r w:rsidRPr="007B1589">
        <w:rPr>
          <w:rFonts w:hAnsi="ＭＳ 明朝" w:hint="eastAsia"/>
          <w:kern w:val="0"/>
          <w:szCs w:val="21"/>
        </w:rPr>
        <w:t>この契約締結後</w:t>
      </w:r>
      <w:r w:rsidR="00D062F3" w:rsidRPr="007B1589">
        <w:rPr>
          <w:rFonts w:hAnsi="ＭＳ 明朝"/>
          <w:kern w:val="0"/>
          <w:szCs w:val="21"/>
        </w:rPr>
        <w:t>15</w:t>
      </w:r>
      <w:r w:rsidRPr="007B1589">
        <w:rPr>
          <w:rFonts w:hAnsi="ＭＳ 明朝" w:hint="eastAsia"/>
          <w:kern w:val="0"/>
          <w:szCs w:val="21"/>
        </w:rPr>
        <w:t>日以内に</w:t>
      </w:r>
      <w:r w:rsidR="007E11AE" w:rsidRPr="007B1589">
        <w:rPr>
          <w:rFonts w:hAnsi="ＭＳ 明朝" w:hint="eastAsia"/>
          <w:kern w:val="0"/>
          <w:szCs w:val="21"/>
        </w:rPr>
        <w:t>、</w:t>
      </w:r>
      <w:r w:rsidR="001D4C6F" w:rsidRPr="007B1589">
        <w:rPr>
          <w:rFonts w:hAnsi="ＭＳ 明朝" w:hint="eastAsia"/>
          <w:kern w:val="0"/>
          <w:szCs w:val="21"/>
        </w:rPr>
        <w:t>役務費</w:t>
      </w:r>
      <w:r w:rsidRPr="007B1589">
        <w:rPr>
          <w:rFonts w:hAnsi="ＭＳ 明朝" w:hint="eastAsia"/>
          <w:kern w:val="0"/>
          <w:szCs w:val="21"/>
        </w:rPr>
        <w:t>内訳書及び</w:t>
      </w:r>
      <w:r w:rsidR="001D4C6F" w:rsidRPr="007B1589">
        <w:rPr>
          <w:rFonts w:hAnsi="ＭＳ 明朝" w:hint="eastAsia"/>
          <w:kern w:val="0"/>
          <w:szCs w:val="21"/>
        </w:rPr>
        <w:t>役務</w:t>
      </w:r>
      <w:r w:rsidRPr="007B1589">
        <w:rPr>
          <w:rFonts w:hAnsi="ＭＳ 明朝" w:hint="eastAsia"/>
          <w:kern w:val="0"/>
          <w:szCs w:val="21"/>
        </w:rPr>
        <w:t>実施計画表</w:t>
      </w:r>
      <w:r w:rsidR="001D4C6F" w:rsidRPr="007B1589">
        <w:rPr>
          <w:rFonts w:hAnsi="ＭＳ 明朝" w:hint="eastAsia"/>
          <w:kern w:val="0"/>
          <w:szCs w:val="21"/>
        </w:rPr>
        <w:t>（以下「内訳書等」という。）</w:t>
      </w:r>
      <w:r w:rsidRPr="007B1589">
        <w:rPr>
          <w:rFonts w:hAnsi="ＭＳ 明朝" w:hint="eastAsia"/>
          <w:kern w:val="0"/>
          <w:szCs w:val="21"/>
        </w:rPr>
        <w:t>を作成し</w:t>
      </w:r>
      <w:r w:rsidR="007E11AE" w:rsidRPr="007B1589">
        <w:rPr>
          <w:rFonts w:hAnsi="ＭＳ 明朝" w:hint="eastAsia"/>
          <w:kern w:val="0"/>
          <w:szCs w:val="21"/>
        </w:rPr>
        <w:t>、</w:t>
      </w:r>
      <w:r w:rsidRPr="007B1589">
        <w:rPr>
          <w:rFonts w:hAnsi="ＭＳ 明朝" w:hint="eastAsia"/>
          <w:kern w:val="0"/>
          <w:szCs w:val="21"/>
        </w:rPr>
        <w:t>発注者の求めるところにより発注者に提出しなければならない。</w:t>
      </w:r>
      <w:r w:rsidR="001D4C6F" w:rsidRPr="007B1589">
        <w:rPr>
          <w:rFonts w:hAnsi="ＭＳ 明朝" w:hint="eastAsia"/>
          <w:kern w:val="0"/>
          <w:szCs w:val="21"/>
        </w:rPr>
        <w:t>ただし、発注者が、受注者に内訳書等の提出を必要としない旨の通知をした場合は、この限りでない。</w:t>
      </w:r>
    </w:p>
    <w:p w14:paraId="3AB930F5" w14:textId="77777777" w:rsidR="00B31712" w:rsidRPr="007B1589" w:rsidRDefault="001D4C6F">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内訳書等は、発注者及び受注者を拘束するものではない。</w:t>
      </w:r>
    </w:p>
    <w:p w14:paraId="6D9807CF"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権利義務の譲渡等</w:t>
      </w:r>
      <w:r w:rsidRPr="007B1589">
        <w:rPr>
          <w:rFonts w:hAnsi="ＭＳ 明朝"/>
          <w:kern w:val="0"/>
          <w:szCs w:val="21"/>
        </w:rPr>
        <w:t>)</w:t>
      </w:r>
    </w:p>
    <w:p w14:paraId="7C70841C" w14:textId="7DEE62AA"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5B752D" w:rsidRPr="007B1589">
        <w:rPr>
          <w:rFonts w:hAnsi="ＭＳ 明朝"/>
          <w:kern w:val="0"/>
          <w:szCs w:val="21"/>
        </w:rPr>
        <w:t>4</w:t>
      </w:r>
      <w:r w:rsidRPr="007B1589">
        <w:rPr>
          <w:rFonts w:hAnsi="ＭＳ 明朝" w:hint="eastAsia"/>
          <w:kern w:val="0"/>
          <w:szCs w:val="21"/>
        </w:rPr>
        <w:t xml:space="preserve">　受注者は</w:t>
      </w:r>
      <w:r w:rsidR="007E11AE" w:rsidRPr="007B1589">
        <w:rPr>
          <w:rFonts w:hAnsi="ＭＳ 明朝" w:hint="eastAsia"/>
          <w:kern w:val="0"/>
          <w:szCs w:val="21"/>
        </w:rPr>
        <w:t>、</w:t>
      </w:r>
      <w:r w:rsidRPr="007B1589">
        <w:rPr>
          <w:rFonts w:hAnsi="ＭＳ 明朝" w:hint="eastAsia"/>
          <w:kern w:val="0"/>
          <w:szCs w:val="21"/>
        </w:rPr>
        <w:t>この契約により生ずる権利又は義務を第</w:t>
      </w:r>
      <w:r w:rsidR="001D4C6F" w:rsidRPr="007B1589">
        <w:rPr>
          <w:rFonts w:hAnsi="ＭＳ 明朝" w:hint="eastAsia"/>
          <w:kern w:val="0"/>
          <w:szCs w:val="21"/>
        </w:rPr>
        <w:t>三</w:t>
      </w:r>
      <w:r w:rsidRPr="007B1589">
        <w:rPr>
          <w:rFonts w:hAnsi="ＭＳ 明朝" w:hint="eastAsia"/>
          <w:kern w:val="0"/>
          <w:szCs w:val="21"/>
        </w:rPr>
        <w:t>者に譲渡し</w:t>
      </w:r>
      <w:r w:rsidR="007E11AE" w:rsidRPr="007B1589">
        <w:rPr>
          <w:rFonts w:hAnsi="ＭＳ 明朝" w:hint="eastAsia"/>
          <w:kern w:val="0"/>
          <w:szCs w:val="21"/>
        </w:rPr>
        <w:t>、</w:t>
      </w:r>
      <w:r w:rsidRPr="007B1589">
        <w:rPr>
          <w:rFonts w:hAnsi="ＭＳ 明朝" w:hint="eastAsia"/>
          <w:kern w:val="0"/>
          <w:szCs w:val="21"/>
        </w:rPr>
        <w:t>又は承継させてはならない。ただし</w:t>
      </w:r>
      <w:r w:rsidR="007E11AE" w:rsidRPr="007B1589">
        <w:rPr>
          <w:rFonts w:hAnsi="ＭＳ 明朝" w:hint="eastAsia"/>
          <w:kern w:val="0"/>
          <w:szCs w:val="21"/>
        </w:rPr>
        <w:t>、</w:t>
      </w:r>
      <w:r w:rsidRPr="007B1589">
        <w:rPr>
          <w:rFonts w:hAnsi="ＭＳ 明朝" w:hint="eastAsia"/>
          <w:kern w:val="0"/>
          <w:szCs w:val="21"/>
        </w:rPr>
        <w:t>あらかじめ発注者の承諾を得た場合はこの限りではない。</w:t>
      </w:r>
    </w:p>
    <w:p w14:paraId="03892661" w14:textId="77777777" w:rsidR="001D4C6F" w:rsidRPr="007B1589" w:rsidRDefault="001D4C6F" w:rsidP="001D4C6F">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受注者が前払金の使用によってもなおこの契約の履行に必要な資金が不足することを疎明したときは、発注者は、特段の理由がある場合を除き、受注者の請負代金債権の譲渡について、第</w:t>
      </w:r>
      <w:r w:rsidRPr="007B1589">
        <w:rPr>
          <w:rFonts w:hAnsi="ＭＳ 明朝"/>
          <w:kern w:val="0"/>
          <w:szCs w:val="21"/>
        </w:rPr>
        <w:t>1項ただし書の承諾をしなければならない。</w:t>
      </w:r>
    </w:p>
    <w:p w14:paraId="3F92029F" w14:textId="77777777" w:rsidR="001D4C6F" w:rsidRPr="007B1589" w:rsidRDefault="001D4C6F">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受注者は、前項の規定により、第</w:t>
      </w:r>
      <w:r w:rsidRPr="007B1589">
        <w:rPr>
          <w:rFonts w:hAnsi="ＭＳ 明朝"/>
          <w:kern w:val="0"/>
          <w:szCs w:val="21"/>
        </w:rPr>
        <w:t>1項ただし書の承諾を受けた場合は、請負代金債権の譲渡により得た資金をこの契約の履行以外に使用してはならず、またその使途を疎明する書類を発注者に提出しなければならない。</w:t>
      </w:r>
    </w:p>
    <w:p w14:paraId="5F7B6E1E"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lastRenderedPageBreak/>
        <w:t>(</w:t>
      </w:r>
      <w:r w:rsidR="001D4C6F" w:rsidRPr="007B1589">
        <w:rPr>
          <w:rFonts w:hAnsi="ＭＳ 明朝" w:hint="eastAsia"/>
          <w:kern w:val="0"/>
          <w:szCs w:val="21"/>
        </w:rPr>
        <w:t>一括</w:t>
      </w:r>
      <w:r w:rsidR="00B31712" w:rsidRPr="007B1589">
        <w:rPr>
          <w:rFonts w:hAnsi="ＭＳ 明朝" w:hint="eastAsia"/>
          <w:kern w:val="0"/>
          <w:szCs w:val="21"/>
        </w:rPr>
        <w:t>委任又は</w:t>
      </w:r>
      <w:r w:rsidR="001D4C6F" w:rsidRPr="007B1589">
        <w:rPr>
          <w:rFonts w:hAnsi="ＭＳ 明朝" w:hint="eastAsia"/>
          <w:kern w:val="0"/>
          <w:szCs w:val="21"/>
        </w:rPr>
        <w:t>一括</w:t>
      </w:r>
      <w:r w:rsidR="00B31712" w:rsidRPr="007B1589">
        <w:rPr>
          <w:rFonts w:hAnsi="ＭＳ 明朝" w:hint="eastAsia"/>
          <w:kern w:val="0"/>
          <w:szCs w:val="21"/>
        </w:rPr>
        <w:t>下請負の禁止</w:t>
      </w:r>
      <w:r w:rsidRPr="007B1589">
        <w:rPr>
          <w:rFonts w:hAnsi="ＭＳ 明朝"/>
          <w:kern w:val="0"/>
          <w:szCs w:val="21"/>
        </w:rPr>
        <w:t>)</w:t>
      </w:r>
    </w:p>
    <w:p w14:paraId="1D3C655E" w14:textId="2B924B83"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5B752D" w:rsidRPr="007B1589">
        <w:rPr>
          <w:rFonts w:hAnsi="ＭＳ 明朝"/>
          <w:kern w:val="0"/>
          <w:szCs w:val="21"/>
        </w:rPr>
        <w:t>5</w:t>
      </w:r>
      <w:r w:rsidRPr="007B1589">
        <w:rPr>
          <w:rFonts w:hAnsi="ＭＳ 明朝" w:hint="eastAsia"/>
          <w:kern w:val="0"/>
          <w:szCs w:val="21"/>
        </w:rPr>
        <w:t xml:space="preserve">　受注者は</w:t>
      </w:r>
      <w:r w:rsidR="007E11AE" w:rsidRPr="007B1589">
        <w:rPr>
          <w:rFonts w:hAnsi="ＭＳ 明朝" w:hint="eastAsia"/>
          <w:kern w:val="0"/>
          <w:szCs w:val="21"/>
        </w:rPr>
        <w:t>、</w:t>
      </w:r>
      <w:r w:rsidR="001D4C6F" w:rsidRPr="007B1589">
        <w:rPr>
          <w:rFonts w:hAnsi="ＭＳ 明朝" w:hint="eastAsia"/>
          <w:kern w:val="0"/>
          <w:szCs w:val="21"/>
        </w:rPr>
        <w:t>役務</w:t>
      </w:r>
      <w:r w:rsidRPr="007B1589">
        <w:rPr>
          <w:rFonts w:hAnsi="ＭＳ 明朝" w:hint="eastAsia"/>
          <w:kern w:val="0"/>
          <w:szCs w:val="21"/>
        </w:rPr>
        <w:t>の全部又は</w:t>
      </w:r>
      <w:r w:rsidR="00D062F3" w:rsidRPr="007B1589">
        <w:rPr>
          <w:rFonts w:hAnsi="ＭＳ 明朝" w:hint="eastAsia"/>
          <w:kern w:val="0"/>
          <w:szCs w:val="21"/>
        </w:rPr>
        <w:t>一部</w:t>
      </w:r>
      <w:r w:rsidRPr="007B1589">
        <w:rPr>
          <w:rFonts w:hAnsi="ＭＳ 明朝" w:hint="eastAsia"/>
          <w:kern w:val="0"/>
          <w:szCs w:val="21"/>
        </w:rPr>
        <w:t>を第</w:t>
      </w:r>
      <w:r w:rsidR="001D4C6F" w:rsidRPr="007B1589">
        <w:rPr>
          <w:rFonts w:hAnsi="ＭＳ 明朝" w:hint="eastAsia"/>
          <w:kern w:val="0"/>
          <w:szCs w:val="21"/>
        </w:rPr>
        <w:t>三</w:t>
      </w:r>
      <w:r w:rsidRPr="007B1589">
        <w:rPr>
          <w:rFonts w:hAnsi="ＭＳ 明朝" w:hint="eastAsia"/>
          <w:kern w:val="0"/>
          <w:szCs w:val="21"/>
        </w:rPr>
        <w:t>者に委任し</w:t>
      </w:r>
      <w:r w:rsidR="007E11AE" w:rsidRPr="007B1589">
        <w:rPr>
          <w:rFonts w:hAnsi="ＭＳ 明朝" w:hint="eastAsia"/>
          <w:kern w:val="0"/>
          <w:szCs w:val="21"/>
        </w:rPr>
        <w:t>、</w:t>
      </w:r>
      <w:r w:rsidRPr="007B1589">
        <w:rPr>
          <w:rFonts w:hAnsi="ＭＳ 明朝" w:hint="eastAsia"/>
          <w:kern w:val="0"/>
          <w:szCs w:val="21"/>
        </w:rPr>
        <w:t>又は請け負わせてはならない。ただし</w:t>
      </w:r>
      <w:r w:rsidR="007E11AE" w:rsidRPr="007B1589">
        <w:rPr>
          <w:rFonts w:hAnsi="ＭＳ 明朝" w:hint="eastAsia"/>
          <w:kern w:val="0"/>
          <w:szCs w:val="21"/>
        </w:rPr>
        <w:t>、</w:t>
      </w:r>
      <w:r w:rsidRPr="007B1589">
        <w:rPr>
          <w:rFonts w:hAnsi="ＭＳ 明朝" w:hint="eastAsia"/>
          <w:kern w:val="0"/>
          <w:szCs w:val="21"/>
        </w:rPr>
        <w:t>あらかじめ</w:t>
      </w:r>
      <w:r w:rsidR="007E11AE" w:rsidRPr="007B1589">
        <w:rPr>
          <w:rFonts w:hAnsi="ＭＳ 明朝" w:hint="eastAsia"/>
          <w:kern w:val="0"/>
          <w:szCs w:val="21"/>
        </w:rPr>
        <w:t>、</w:t>
      </w:r>
      <w:r w:rsidRPr="007B1589">
        <w:rPr>
          <w:rFonts w:hAnsi="ＭＳ 明朝" w:hint="eastAsia"/>
          <w:kern w:val="0"/>
          <w:szCs w:val="21"/>
        </w:rPr>
        <w:t>発注者の書面による承諾を得た場合はこの限りでない。</w:t>
      </w:r>
    </w:p>
    <w:p w14:paraId="31099347" w14:textId="77777777" w:rsidR="001D4C6F" w:rsidRPr="007B1589" w:rsidRDefault="001D4C6F" w:rsidP="007B1589">
      <w:pPr>
        <w:autoSpaceDE w:val="0"/>
        <w:autoSpaceDN w:val="0"/>
        <w:adjustRightInd w:val="0"/>
        <w:jc w:val="left"/>
        <w:rPr>
          <w:rFonts w:hAnsi="ＭＳ 明朝"/>
          <w:kern w:val="0"/>
          <w:szCs w:val="21"/>
        </w:rPr>
      </w:pPr>
      <w:r w:rsidRPr="007B1589">
        <w:rPr>
          <w:rFonts w:hAnsi="ＭＳ 明朝"/>
          <w:kern w:val="0"/>
          <w:szCs w:val="21"/>
        </w:rPr>
        <w:t>(下請負人の通知)</w:t>
      </w:r>
    </w:p>
    <w:p w14:paraId="5763D33F" w14:textId="77777777" w:rsidR="001D4C6F" w:rsidRPr="007B1589" w:rsidRDefault="001D4C6F" w:rsidP="001D4C6F">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6　発注者は、受注者に対して、下請負人の商号又は名称その他必要な事項の通知を請求することができる。</w:t>
      </w:r>
    </w:p>
    <w:p w14:paraId="2BAC0A87" w14:textId="77777777" w:rsidR="001D4C6F" w:rsidRPr="007B1589" w:rsidRDefault="001D4C6F" w:rsidP="007B1589">
      <w:pPr>
        <w:autoSpaceDE w:val="0"/>
        <w:autoSpaceDN w:val="0"/>
        <w:adjustRightInd w:val="0"/>
        <w:jc w:val="left"/>
        <w:rPr>
          <w:rFonts w:hAnsi="ＭＳ 明朝"/>
          <w:kern w:val="0"/>
          <w:szCs w:val="21"/>
        </w:rPr>
      </w:pPr>
      <w:r w:rsidRPr="007B1589">
        <w:rPr>
          <w:rFonts w:hAnsi="ＭＳ 明朝"/>
          <w:kern w:val="0"/>
          <w:szCs w:val="21"/>
        </w:rPr>
        <w:t>(特許権等の使用)</w:t>
      </w:r>
    </w:p>
    <w:p w14:paraId="021CB370" w14:textId="77777777" w:rsidR="001D4C6F" w:rsidRPr="007B1589" w:rsidRDefault="001D4C6F">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7　受注者は、特許権、実用新案権、意匠権、商標権その他日本国の法令に基づき保護される第三者の権利（以下「特許権等」という。）の対象となっている役務実施材料、役務実施機械器具、役務方法等を使用するときは、その使用に関する一切の責任を負わなければならない。ただし、発注者がその役務実施材料、役務実施機械器具、役務方法等を指定した場合において、仕様書等に特許権等の対象である旨の明示がなく、かつ、受注者がその存在を知らなかったときは、発注者は、受注者がその使用に関して要した費用を負担しなければならない。</w:t>
      </w:r>
    </w:p>
    <w:p w14:paraId="221C93B9"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監督職員</w:t>
      </w:r>
      <w:r w:rsidRPr="007B1589">
        <w:rPr>
          <w:rFonts w:hAnsi="ＭＳ 明朝"/>
          <w:kern w:val="0"/>
          <w:szCs w:val="21"/>
        </w:rPr>
        <w:t>)</w:t>
      </w:r>
    </w:p>
    <w:p w14:paraId="3D5BF75A" w14:textId="70BBE9EB"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1D4C6F" w:rsidRPr="007B1589">
        <w:rPr>
          <w:rFonts w:hAnsi="ＭＳ 明朝"/>
          <w:kern w:val="0"/>
          <w:szCs w:val="21"/>
        </w:rPr>
        <w:t>8</w:t>
      </w:r>
      <w:r w:rsidRPr="007B1589">
        <w:rPr>
          <w:rFonts w:hAnsi="ＭＳ 明朝" w:hint="eastAsia"/>
          <w:kern w:val="0"/>
          <w:szCs w:val="21"/>
        </w:rPr>
        <w:t xml:space="preserve">　発注者は</w:t>
      </w:r>
      <w:r w:rsidR="007E11AE" w:rsidRPr="007B1589">
        <w:rPr>
          <w:rFonts w:hAnsi="ＭＳ 明朝" w:hint="eastAsia"/>
          <w:kern w:val="0"/>
          <w:szCs w:val="21"/>
        </w:rPr>
        <w:t>、</w:t>
      </w:r>
      <w:r w:rsidRPr="007B1589">
        <w:rPr>
          <w:rFonts w:hAnsi="ＭＳ 明朝" w:hint="eastAsia"/>
          <w:kern w:val="0"/>
          <w:szCs w:val="21"/>
        </w:rPr>
        <w:t>必要がある場合は</w:t>
      </w:r>
      <w:r w:rsidR="007E11AE" w:rsidRPr="007B1589">
        <w:rPr>
          <w:rFonts w:hAnsi="ＭＳ 明朝" w:hint="eastAsia"/>
          <w:kern w:val="0"/>
          <w:szCs w:val="21"/>
        </w:rPr>
        <w:t>、</w:t>
      </w:r>
      <w:r w:rsidRPr="007B1589">
        <w:rPr>
          <w:rFonts w:hAnsi="ＭＳ 明朝" w:hint="eastAsia"/>
          <w:kern w:val="0"/>
          <w:szCs w:val="21"/>
        </w:rPr>
        <w:t>監督職員を置き</w:t>
      </w:r>
      <w:r w:rsidR="007E11AE" w:rsidRPr="007B1589">
        <w:rPr>
          <w:rFonts w:hAnsi="ＭＳ 明朝" w:hint="eastAsia"/>
          <w:kern w:val="0"/>
          <w:szCs w:val="21"/>
        </w:rPr>
        <w:t>、</w:t>
      </w:r>
      <w:r w:rsidR="00AB5CBE" w:rsidRPr="007B1589">
        <w:rPr>
          <w:rFonts w:hAnsi="ＭＳ 明朝" w:hint="eastAsia"/>
          <w:kern w:val="0"/>
          <w:szCs w:val="21"/>
        </w:rPr>
        <w:t>役務の実施</w:t>
      </w:r>
      <w:r w:rsidRPr="007B1589">
        <w:rPr>
          <w:rFonts w:hAnsi="ＭＳ 明朝" w:hint="eastAsia"/>
          <w:kern w:val="0"/>
          <w:szCs w:val="21"/>
        </w:rPr>
        <w:t>について監督させることができる。</w:t>
      </w:r>
    </w:p>
    <w:p w14:paraId="0C2D0BB2" w14:textId="77777777"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発注者は</w:t>
      </w:r>
      <w:r w:rsidR="007E11AE" w:rsidRPr="007B1589">
        <w:rPr>
          <w:rFonts w:hAnsi="ＭＳ 明朝" w:hint="eastAsia"/>
          <w:kern w:val="0"/>
          <w:szCs w:val="21"/>
        </w:rPr>
        <w:t>、</w:t>
      </w:r>
      <w:r w:rsidRPr="007B1589">
        <w:rPr>
          <w:rFonts w:hAnsi="ＭＳ 明朝" w:hint="eastAsia"/>
          <w:kern w:val="0"/>
          <w:szCs w:val="21"/>
        </w:rPr>
        <w:t>前項の監督職員を置いたときは</w:t>
      </w:r>
      <w:r w:rsidR="007E11AE" w:rsidRPr="007B1589">
        <w:rPr>
          <w:rFonts w:hAnsi="ＭＳ 明朝" w:hint="eastAsia"/>
          <w:kern w:val="0"/>
          <w:szCs w:val="21"/>
        </w:rPr>
        <w:t>、</w:t>
      </w:r>
      <w:r w:rsidRPr="007B1589">
        <w:rPr>
          <w:rFonts w:hAnsi="ＭＳ 明朝" w:hint="eastAsia"/>
          <w:kern w:val="0"/>
          <w:szCs w:val="21"/>
        </w:rPr>
        <w:t>その氏名を受注者に通知しなければならない。監督職員を変更したときも同様とする。</w:t>
      </w:r>
      <w:r w:rsidR="00AB5CBE" w:rsidRPr="007B1589">
        <w:rPr>
          <w:rFonts w:hAnsi="ＭＳ 明朝"/>
          <w:kern w:val="0"/>
          <w:szCs w:val="21"/>
        </w:rPr>
        <w:t>ただし、仕様書等に定めた場合は、この限りでない。</w:t>
      </w:r>
    </w:p>
    <w:p w14:paraId="37265088" w14:textId="46404E3E"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監督職員は</w:t>
      </w:r>
      <w:r w:rsidR="007E11AE" w:rsidRPr="007B1589">
        <w:rPr>
          <w:rFonts w:hAnsi="ＭＳ 明朝" w:hint="eastAsia"/>
          <w:kern w:val="0"/>
          <w:szCs w:val="21"/>
        </w:rPr>
        <w:t>、</w:t>
      </w:r>
      <w:r w:rsidRPr="007B1589">
        <w:rPr>
          <w:rFonts w:hAnsi="ＭＳ 明朝" w:hint="eastAsia"/>
          <w:kern w:val="0"/>
          <w:szCs w:val="21"/>
        </w:rPr>
        <w:t>この契約基準に定めるもの及びこの契約基準に基づく発注者の権限とされる事項のうち</w:t>
      </w:r>
      <w:r w:rsidR="007E11AE" w:rsidRPr="007B1589">
        <w:rPr>
          <w:rFonts w:hAnsi="ＭＳ 明朝" w:hint="eastAsia"/>
          <w:kern w:val="0"/>
          <w:szCs w:val="21"/>
        </w:rPr>
        <w:t>、</w:t>
      </w:r>
      <w:r w:rsidR="00AB5CBE" w:rsidRPr="007B1589">
        <w:rPr>
          <w:rFonts w:hAnsi="ＭＳ 明朝"/>
          <w:kern w:val="0"/>
          <w:szCs w:val="21"/>
        </w:rPr>
        <w:t>発注者が必要と認めて監督職員に委任したもののほか、仕様書等に定めるところにより、仕様書等に基づく工程の管理、立会い、役務の実施状況の検査又は役務実施材料及び役務実施機械器具の試験若しくは検査（確認を含む。）</w:t>
      </w:r>
      <w:r w:rsidR="00AB5CBE" w:rsidRPr="007B1589">
        <w:rPr>
          <w:rFonts w:hAnsi="ＭＳ 明朝" w:hint="eastAsia"/>
          <w:kern w:val="0"/>
          <w:szCs w:val="21"/>
        </w:rPr>
        <w:t>の</w:t>
      </w:r>
      <w:r w:rsidRPr="007B1589">
        <w:rPr>
          <w:rFonts w:hAnsi="ＭＳ 明朝" w:hint="eastAsia"/>
          <w:kern w:val="0"/>
          <w:szCs w:val="21"/>
        </w:rPr>
        <w:t>権限を有する。</w:t>
      </w:r>
    </w:p>
    <w:p w14:paraId="53EC32F8" w14:textId="261FB314"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4 </w:t>
      </w:r>
      <w:r w:rsidRPr="007B1589">
        <w:rPr>
          <w:rFonts w:hAnsi="ＭＳ 明朝" w:hint="eastAsia"/>
          <w:kern w:val="0"/>
          <w:szCs w:val="21"/>
        </w:rPr>
        <w:t xml:space="preserve">　</w:t>
      </w:r>
      <w:r w:rsidR="00AB5CBE" w:rsidRPr="007B1589">
        <w:rPr>
          <w:rFonts w:hAnsi="ＭＳ 明朝" w:hint="eastAsia"/>
          <w:kern w:val="0"/>
          <w:szCs w:val="21"/>
        </w:rPr>
        <w:t>発注者は、監督職員に契約書及びこの契約基準に基づく発注者の権限の一部を委任したときにあっては、当該委任した権限の内容を、受注者に通知しなければならない。ただし、仕様書等に定めた場合は、この限りでない。</w:t>
      </w:r>
    </w:p>
    <w:p w14:paraId="276C2B76" w14:textId="77777777" w:rsidR="00AB5CBE" w:rsidRPr="007B1589" w:rsidRDefault="00AB5CBE" w:rsidP="00AB5CBE">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5 </w:t>
      </w:r>
      <w:r w:rsidRPr="007B1589">
        <w:rPr>
          <w:rFonts w:hAnsi="ＭＳ 明朝" w:hint="eastAsia"/>
          <w:kern w:val="0"/>
          <w:szCs w:val="21"/>
        </w:rPr>
        <w:t xml:space="preserve">　発注者が監督職員を置いたときは、契約書及びこの契約基準に定める催告、請求、通知、報告、申出、承諾及び解除については、仕様書等に定めるものを除き、監督職員を経由して行うものとする。この場合においては、監督職員に到達した日をもって発注者に到達したものとみなす。</w:t>
      </w:r>
    </w:p>
    <w:p w14:paraId="7BCC1FC3" w14:textId="77777777" w:rsidR="00AB5CBE" w:rsidRPr="007B1589" w:rsidRDefault="00AB5CBE"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6 </w:t>
      </w:r>
      <w:r w:rsidRPr="007B1589">
        <w:rPr>
          <w:rFonts w:hAnsi="ＭＳ 明朝" w:hint="eastAsia"/>
          <w:kern w:val="0"/>
          <w:szCs w:val="21"/>
        </w:rPr>
        <w:t xml:space="preserve">　発注者が監督職員を置かないときは、契約書及びこの契約基準に定める監督職員の権限は、発注者に帰属する。</w:t>
      </w:r>
    </w:p>
    <w:p w14:paraId="60EB6A22" w14:textId="77777777" w:rsidR="00AB5CBE" w:rsidRPr="007B1589" w:rsidRDefault="00AB5CBE" w:rsidP="007B1589">
      <w:pPr>
        <w:autoSpaceDE w:val="0"/>
        <w:autoSpaceDN w:val="0"/>
        <w:adjustRightInd w:val="0"/>
        <w:jc w:val="left"/>
        <w:rPr>
          <w:rFonts w:hAnsi="ＭＳ 明朝"/>
          <w:kern w:val="0"/>
          <w:szCs w:val="21"/>
        </w:rPr>
      </w:pPr>
      <w:r w:rsidRPr="007B1589">
        <w:rPr>
          <w:rFonts w:hAnsi="ＭＳ 明朝"/>
          <w:kern w:val="0"/>
          <w:szCs w:val="21"/>
        </w:rPr>
        <w:t>(履行報告)</w:t>
      </w:r>
    </w:p>
    <w:p w14:paraId="42538294" w14:textId="77777777" w:rsidR="00AB5CBE" w:rsidRPr="007B1589" w:rsidRDefault="00AB5CBE" w:rsidP="00AB5CBE">
      <w:pPr>
        <w:autoSpaceDE w:val="0"/>
        <w:autoSpaceDN w:val="0"/>
        <w:adjustRightInd w:val="0"/>
        <w:ind w:leftChars="16" w:left="234"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9　受注者は、仕様書等に定めるところにより、この契約の履行について発注者に報告しなければならない。</w:t>
      </w:r>
    </w:p>
    <w:p w14:paraId="18C534A5" w14:textId="77777777" w:rsidR="00AB5CBE" w:rsidRPr="007B1589" w:rsidRDefault="00AB5CBE" w:rsidP="007B1589">
      <w:pPr>
        <w:autoSpaceDE w:val="0"/>
        <w:autoSpaceDN w:val="0"/>
        <w:adjustRightInd w:val="0"/>
        <w:jc w:val="left"/>
        <w:rPr>
          <w:rFonts w:hAnsi="ＭＳ 明朝"/>
          <w:kern w:val="0"/>
          <w:szCs w:val="21"/>
        </w:rPr>
      </w:pPr>
      <w:r w:rsidRPr="007B1589">
        <w:rPr>
          <w:rFonts w:hAnsi="ＭＳ 明朝"/>
          <w:kern w:val="0"/>
          <w:szCs w:val="21"/>
        </w:rPr>
        <w:t>(役務実施材料の品質)</w:t>
      </w:r>
    </w:p>
    <w:p w14:paraId="60815F5A" w14:textId="77777777" w:rsidR="00AB5CBE" w:rsidRPr="007B1589" w:rsidRDefault="00AB5CBE" w:rsidP="007B1589">
      <w:pPr>
        <w:autoSpaceDE w:val="0"/>
        <w:autoSpaceDN w:val="0"/>
        <w:adjustRightInd w:val="0"/>
        <w:ind w:leftChars="16" w:left="234"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10　役務実施材料の品質については、仕様書等に定めるところによる。仕様書等にその品質が明示されていない場合にあっては、中等の品質又は均衡を得た品質を有するものとする。</w:t>
      </w:r>
    </w:p>
    <w:p w14:paraId="5E33EF7D" w14:textId="3D32A208" w:rsidR="00B31712" w:rsidRPr="007B1589" w:rsidRDefault="00AB5CBE">
      <w:pPr>
        <w:autoSpaceDE w:val="0"/>
        <w:autoSpaceDN w:val="0"/>
        <w:adjustRightInd w:val="0"/>
        <w:jc w:val="left"/>
        <w:rPr>
          <w:rFonts w:hAnsi="ＭＳ 明朝"/>
          <w:kern w:val="0"/>
          <w:szCs w:val="21"/>
        </w:rPr>
      </w:pPr>
      <w:r w:rsidRPr="007B1589">
        <w:rPr>
          <w:rFonts w:hAnsi="ＭＳ 明朝"/>
          <w:kern w:val="0"/>
          <w:szCs w:val="21"/>
        </w:rPr>
        <w:t>(支給材料及び貸与品)</w:t>
      </w:r>
      <w:r w:rsidRPr="007B1589" w:rsidDel="00AB5CBE">
        <w:rPr>
          <w:rFonts w:hAnsi="ＭＳ 明朝"/>
          <w:kern w:val="0"/>
          <w:szCs w:val="21"/>
        </w:rPr>
        <w:t xml:space="preserve"> </w:t>
      </w:r>
    </w:p>
    <w:p w14:paraId="0977688D" w14:textId="02E0A224"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AB5CBE" w:rsidRPr="007B1589">
        <w:rPr>
          <w:rFonts w:hAnsi="ＭＳ 明朝"/>
          <w:kern w:val="0"/>
          <w:szCs w:val="21"/>
        </w:rPr>
        <w:t>11</w:t>
      </w:r>
      <w:r w:rsidRPr="007B1589">
        <w:rPr>
          <w:rFonts w:hAnsi="ＭＳ 明朝" w:hint="eastAsia"/>
          <w:kern w:val="0"/>
          <w:szCs w:val="21"/>
        </w:rPr>
        <w:t xml:space="preserve">　</w:t>
      </w:r>
      <w:r w:rsidR="00AB5CBE" w:rsidRPr="007B1589">
        <w:rPr>
          <w:rFonts w:hAnsi="ＭＳ 明朝" w:hint="eastAsia"/>
          <w:kern w:val="0"/>
          <w:szCs w:val="21"/>
        </w:rPr>
        <w:t>発注者が受注者に支給する役務実施材料（以下「支給材料」という。）及び貸与する役務実施機械器具（以下「貸与品」という。）の品名、数量、品質、規格又は性能、引渡場所及び引渡時期は、仕様書等に定めるところによる。</w:t>
      </w:r>
      <w:r w:rsidR="00AB5CBE" w:rsidRPr="007B1589" w:rsidDel="00AB5CBE">
        <w:rPr>
          <w:rFonts w:hAnsi="ＭＳ 明朝" w:hint="eastAsia"/>
          <w:kern w:val="0"/>
          <w:szCs w:val="21"/>
        </w:rPr>
        <w:t xml:space="preserve"> </w:t>
      </w:r>
    </w:p>
    <w:p w14:paraId="44F2B068" w14:textId="77777777" w:rsidR="009C494B" w:rsidRPr="007B1589" w:rsidRDefault="009C494B" w:rsidP="009C494B">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発注者又は監督職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仕様書等の定めと異なり、又は使用に適当でないと認めたときは、受注者は、その旨を直ちに発注者に通知しなければならない。</w:t>
      </w:r>
    </w:p>
    <w:p w14:paraId="2D664EB0" w14:textId="77777777" w:rsidR="009C494B" w:rsidRPr="007B1589" w:rsidRDefault="009C494B" w:rsidP="009C494B">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受注者は、支給材料又は貸与品の引渡しを受けたときは、引渡しの日から</w:t>
      </w:r>
      <w:r w:rsidRPr="007B1589">
        <w:rPr>
          <w:rFonts w:hAnsi="ＭＳ 明朝"/>
          <w:kern w:val="0"/>
          <w:szCs w:val="21"/>
        </w:rPr>
        <w:t>7日以内に、発注者に</w:t>
      </w:r>
      <w:r w:rsidRPr="007B1589">
        <w:rPr>
          <w:rFonts w:hAnsi="ＭＳ 明朝"/>
          <w:kern w:val="0"/>
          <w:szCs w:val="21"/>
        </w:rPr>
        <w:lastRenderedPageBreak/>
        <w:t>受領書又は借用書を提出しなければならない。</w:t>
      </w:r>
    </w:p>
    <w:p w14:paraId="48E585A9" w14:textId="77777777" w:rsidR="009C494B" w:rsidRPr="007B1589" w:rsidRDefault="009C494B" w:rsidP="009C494B">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4 </w:t>
      </w:r>
      <w:r w:rsidRPr="007B1589">
        <w:rPr>
          <w:rFonts w:hAnsi="ＭＳ 明朝" w:hint="eastAsia"/>
          <w:kern w:val="0"/>
          <w:szCs w:val="21"/>
        </w:rPr>
        <w:t xml:space="preserve">　受注者は、支給材料又は貸与品の引渡しを受けた後、当該支給材料又は貸与品に種類、品質又は数量に関しこの契約の内容に適合しないこと（第</w:t>
      </w:r>
      <w:r w:rsidRPr="007B1589">
        <w:rPr>
          <w:rFonts w:hAnsi="ＭＳ 明朝"/>
          <w:kern w:val="0"/>
          <w:szCs w:val="21"/>
        </w:rPr>
        <w:t>2項の検査により発見することが困難であったものに限る。）などがあり使用に適当でないと認めたときは、その旨を直ちに発注者に通知しなければならない。</w:t>
      </w:r>
    </w:p>
    <w:p w14:paraId="2845886D" w14:textId="77777777" w:rsidR="009C494B" w:rsidRPr="007B1589" w:rsidRDefault="009C494B" w:rsidP="009C494B">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5 </w:t>
      </w:r>
      <w:r w:rsidRPr="007B1589">
        <w:rPr>
          <w:rFonts w:hAnsi="ＭＳ 明朝" w:hint="eastAsia"/>
          <w:kern w:val="0"/>
          <w:szCs w:val="21"/>
        </w:rPr>
        <w:t xml:space="preserve">　発注者は、受注者から第</w:t>
      </w:r>
      <w:r w:rsidRPr="007B1589">
        <w:rPr>
          <w:rFonts w:hAnsi="ＭＳ 明朝"/>
          <w:kern w:val="0"/>
          <w:szCs w:val="21"/>
        </w:rPr>
        <w:t>2項後段又は前項の規定による通知を受けた場合において、必要があると認められるときは、当該支給材料若しくは貸与品に代えて他の支給材料若しくは貸与品を引き渡し、支給材料若しくは貸与品の品名、数量、品質、規格若しくは性能を変更し、又は理由を明示した書面により、当該支給材料若しくは貸与品の使用を受注者に請求しなければならない。</w:t>
      </w:r>
    </w:p>
    <w:p w14:paraId="0E8F83E2" w14:textId="77777777" w:rsidR="009C494B" w:rsidRPr="007B1589" w:rsidRDefault="009C494B" w:rsidP="009C494B">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6 </w:t>
      </w:r>
      <w:r w:rsidRPr="007B1589">
        <w:rPr>
          <w:rFonts w:hAnsi="ＭＳ 明朝" w:hint="eastAsia"/>
          <w:kern w:val="0"/>
          <w:szCs w:val="21"/>
        </w:rPr>
        <w:t xml:space="preserve">　発注者は、前項に規定するほか、必要があると認めるときは、支給材料又は貸与品の品名、数量、品質、規格若しくは性能、引渡場所又は引渡時期を変更することができる。</w:t>
      </w:r>
    </w:p>
    <w:p w14:paraId="32C3371D" w14:textId="77777777" w:rsidR="009C494B" w:rsidRPr="007B1589" w:rsidRDefault="009C494B">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7 </w:t>
      </w:r>
      <w:r w:rsidRPr="007B1589">
        <w:rPr>
          <w:rFonts w:hAnsi="ＭＳ 明朝" w:hint="eastAsia"/>
          <w:kern w:val="0"/>
          <w:szCs w:val="21"/>
        </w:rPr>
        <w:t xml:space="preserve">　発注者は、前</w:t>
      </w:r>
      <w:r w:rsidRPr="007B1589">
        <w:rPr>
          <w:rFonts w:hAnsi="ＭＳ 明朝"/>
          <w:kern w:val="0"/>
          <w:szCs w:val="21"/>
        </w:rPr>
        <w:t>2項の場合において、必要があると認められるときは履行期間若しくは請負代金額を変更し、又は受注者に損害を及ぼしたときは必要な費用を負担しなければならない。</w:t>
      </w:r>
    </w:p>
    <w:p w14:paraId="06262E5A" w14:textId="24DAF567" w:rsidR="00B31712" w:rsidRPr="007B1589" w:rsidRDefault="009C494B" w:rsidP="007B1589">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8</w:t>
      </w:r>
      <w:r w:rsidR="00B31712" w:rsidRPr="007B1589">
        <w:rPr>
          <w:rFonts w:hAnsi="ＭＳ 明朝"/>
          <w:kern w:val="0"/>
          <w:szCs w:val="21"/>
        </w:rPr>
        <w:t xml:space="preserve"> </w:t>
      </w:r>
      <w:r w:rsidR="00B31712" w:rsidRPr="007B1589">
        <w:rPr>
          <w:rFonts w:hAnsi="ＭＳ 明朝" w:hint="eastAsia"/>
          <w:kern w:val="0"/>
          <w:szCs w:val="21"/>
        </w:rPr>
        <w:t xml:space="preserve">　受注者は</w:t>
      </w:r>
      <w:r w:rsidR="007E11AE" w:rsidRPr="007B1589">
        <w:rPr>
          <w:rFonts w:hAnsi="ＭＳ 明朝" w:hint="eastAsia"/>
          <w:kern w:val="0"/>
          <w:szCs w:val="21"/>
        </w:rPr>
        <w:t>、</w:t>
      </w:r>
      <w:r w:rsidR="00813659" w:rsidRPr="007B1589">
        <w:rPr>
          <w:rFonts w:hAnsi="ＭＳ 明朝" w:hint="eastAsia"/>
          <w:kern w:val="0"/>
          <w:szCs w:val="21"/>
        </w:rPr>
        <w:t>役務</w:t>
      </w:r>
      <w:r w:rsidR="00B31712" w:rsidRPr="007B1589">
        <w:rPr>
          <w:rFonts w:hAnsi="ＭＳ 明朝" w:hint="eastAsia"/>
          <w:kern w:val="0"/>
          <w:szCs w:val="21"/>
        </w:rPr>
        <w:t>の実施に当たり</w:t>
      </w:r>
      <w:r w:rsidR="007E11AE" w:rsidRPr="007B1589">
        <w:rPr>
          <w:rFonts w:hAnsi="ＭＳ 明朝" w:hint="eastAsia"/>
          <w:kern w:val="0"/>
          <w:szCs w:val="21"/>
        </w:rPr>
        <w:t>、</w:t>
      </w:r>
      <w:r w:rsidR="00382DD6" w:rsidRPr="007B1589">
        <w:rPr>
          <w:rFonts w:hAnsi="ＭＳ 明朝" w:hint="eastAsia"/>
          <w:kern w:val="0"/>
          <w:szCs w:val="21"/>
        </w:rPr>
        <w:t>支給材料及び</w:t>
      </w:r>
      <w:r w:rsidR="00B31712" w:rsidRPr="007B1589">
        <w:rPr>
          <w:rFonts w:hAnsi="ＭＳ 明朝" w:hint="eastAsia"/>
          <w:kern w:val="0"/>
          <w:szCs w:val="21"/>
        </w:rPr>
        <w:t>貸与品について</w:t>
      </w:r>
      <w:r w:rsidR="007E11AE" w:rsidRPr="007B1589">
        <w:rPr>
          <w:rFonts w:hAnsi="ＭＳ 明朝" w:hint="eastAsia"/>
          <w:kern w:val="0"/>
          <w:szCs w:val="21"/>
        </w:rPr>
        <w:t>、</w:t>
      </w:r>
      <w:r w:rsidR="00B31712" w:rsidRPr="007B1589">
        <w:rPr>
          <w:rFonts w:hAnsi="ＭＳ 明朝" w:hint="eastAsia"/>
          <w:kern w:val="0"/>
          <w:szCs w:val="21"/>
        </w:rPr>
        <w:t>善良な管理者の注意をもって管理しなければならない。</w:t>
      </w:r>
    </w:p>
    <w:p w14:paraId="01CCEBDF" w14:textId="77777777" w:rsidR="009C494B" w:rsidRPr="007B1589" w:rsidRDefault="009C494B"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9 </w:t>
      </w:r>
      <w:r w:rsidRPr="007B1589">
        <w:rPr>
          <w:rFonts w:hAnsi="ＭＳ 明朝" w:hint="eastAsia"/>
          <w:kern w:val="0"/>
          <w:szCs w:val="21"/>
        </w:rPr>
        <w:t xml:space="preserve">　受注者は、仕様書等に定めるところにより、役務の完了、仕様書等の変更等によって不用となった支給材料又は貸与品を発注者に返還しなければならない。</w:t>
      </w:r>
    </w:p>
    <w:p w14:paraId="2D816DD4" w14:textId="36CB9B5E" w:rsidR="00B31712" w:rsidRPr="007B1589" w:rsidRDefault="009C494B"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10</w:t>
      </w:r>
      <w:r w:rsidR="00B31712" w:rsidRPr="007B1589">
        <w:rPr>
          <w:rFonts w:hAnsi="ＭＳ 明朝" w:hint="eastAsia"/>
          <w:kern w:val="0"/>
          <w:szCs w:val="21"/>
        </w:rPr>
        <w:t xml:space="preserve">　受注者は</w:t>
      </w:r>
      <w:r w:rsidR="007E11AE" w:rsidRPr="007B1589">
        <w:rPr>
          <w:rFonts w:hAnsi="ＭＳ 明朝" w:hint="eastAsia"/>
          <w:kern w:val="0"/>
          <w:szCs w:val="21"/>
        </w:rPr>
        <w:t>、</w:t>
      </w:r>
      <w:r w:rsidR="00B31712" w:rsidRPr="007B1589">
        <w:rPr>
          <w:rFonts w:hAnsi="ＭＳ 明朝" w:hint="eastAsia"/>
          <w:kern w:val="0"/>
          <w:szCs w:val="21"/>
        </w:rPr>
        <w:t>故意又は過失により</w:t>
      </w:r>
      <w:r w:rsidR="00382DD6" w:rsidRPr="007B1589">
        <w:rPr>
          <w:rFonts w:hAnsi="ＭＳ 明朝" w:hint="eastAsia"/>
          <w:kern w:val="0"/>
          <w:szCs w:val="21"/>
        </w:rPr>
        <w:t>支給材料又は</w:t>
      </w:r>
      <w:r w:rsidR="00B31712" w:rsidRPr="007B1589">
        <w:rPr>
          <w:rFonts w:hAnsi="ＭＳ 明朝" w:hint="eastAsia"/>
          <w:kern w:val="0"/>
          <w:szCs w:val="21"/>
        </w:rPr>
        <w:t>貸与品が滅失若しくは毀損し</w:t>
      </w:r>
      <w:r w:rsidR="007E11AE" w:rsidRPr="007B1589">
        <w:rPr>
          <w:rFonts w:hAnsi="ＭＳ 明朝" w:hint="eastAsia"/>
          <w:kern w:val="0"/>
          <w:szCs w:val="21"/>
        </w:rPr>
        <w:t>、</w:t>
      </w:r>
      <w:r w:rsidR="00B31712" w:rsidRPr="007B1589">
        <w:rPr>
          <w:rFonts w:hAnsi="ＭＳ 明朝" w:hint="eastAsia"/>
          <w:kern w:val="0"/>
          <w:szCs w:val="21"/>
        </w:rPr>
        <w:t>又はその返還が不可能となったときは</w:t>
      </w:r>
      <w:r w:rsidR="007E11AE" w:rsidRPr="007B1589">
        <w:rPr>
          <w:rFonts w:hAnsi="ＭＳ 明朝" w:hint="eastAsia"/>
          <w:kern w:val="0"/>
          <w:szCs w:val="21"/>
        </w:rPr>
        <w:t>、</w:t>
      </w:r>
      <w:r w:rsidR="00B31712" w:rsidRPr="007B1589">
        <w:rPr>
          <w:rFonts w:hAnsi="ＭＳ 明朝" w:hint="eastAsia"/>
          <w:kern w:val="0"/>
          <w:szCs w:val="21"/>
        </w:rPr>
        <w:t>発注者の指定した期間内に代品を納め</w:t>
      </w:r>
      <w:r w:rsidR="007E11AE" w:rsidRPr="007B1589">
        <w:rPr>
          <w:rFonts w:hAnsi="ＭＳ 明朝" w:hint="eastAsia"/>
          <w:kern w:val="0"/>
          <w:szCs w:val="21"/>
        </w:rPr>
        <w:t>、</w:t>
      </w:r>
      <w:r w:rsidR="00B31712" w:rsidRPr="007B1589">
        <w:rPr>
          <w:rFonts w:hAnsi="ＭＳ 明朝" w:hint="eastAsia"/>
          <w:kern w:val="0"/>
          <w:szCs w:val="21"/>
        </w:rPr>
        <w:t>若しくは原状に復して返還し</w:t>
      </w:r>
      <w:r w:rsidR="007E11AE" w:rsidRPr="007B1589">
        <w:rPr>
          <w:rFonts w:hAnsi="ＭＳ 明朝" w:hint="eastAsia"/>
          <w:kern w:val="0"/>
          <w:szCs w:val="21"/>
        </w:rPr>
        <w:t>、</w:t>
      </w:r>
      <w:r w:rsidR="00B31712" w:rsidRPr="007B1589">
        <w:rPr>
          <w:rFonts w:hAnsi="ＭＳ 明朝" w:hint="eastAsia"/>
          <w:kern w:val="0"/>
          <w:szCs w:val="21"/>
        </w:rPr>
        <w:t>又は返還に代えて損害を賠償しなければならない。</w:t>
      </w:r>
    </w:p>
    <w:p w14:paraId="595F311D" w14:textId="77777777" w:rsidR="009C494B" w:rsidRPr="007B1589" w:rsidRDefault="009C494B" w:rsidP="009C494B">
      <w:pPr>
        <w:autoSpaceDE w:val="0"/>
        <w:autoSpaceDN w:val="0"/>
        <w:adjustRightInd w:val="0"/>
        <w:ind w:left="202" w:hangingChars="100" w:hanging="202"/>
        <w:jc w:val="left"/>
        <w:rPr>
          <w:rFonts w:hAnsi="ＭＳ 明朝"/>
          <w:kern w:val="0"/>
          <w:szCs w:val="21"/>
        </w:rPr>
      </w:pPr>
      <w:r w:rsidRPr="007B1589">
        <w:rPr>
          <w:rFonts w:hAnsi="ＭＳ 明朝"/>
          <w:kern w:val="0"/>
          <w:szCs w:val="21"/>
        </w:rPr>
        <w:t>11</w:t>
      </w:r>
      <w:r w:rsidRPr="007B1589">
        <w:rPr>
          <w:rFonts w:hAnsi="ＭＳ 明朝" w:hint="eastAsia"/>
          <w:kern w:val="0"/>
          <w:szCs w:val="21"/>
        </w:rPr>
        <w:t xml:space="preserve">　受注者は、支給材料、貸与品及び使用材料等の使用方法が仕様書等に明示されていないときは、発注者の指示に従わなければならない。</w:t>
      </w:r>
    </w:p>
    <w:p w14:paraId="33EC00E0" w14:textId="77777777" w:rsidR="009C494B" w:rsidRPr="007B1589" w:rsidRDefault="009C494B" w:rsidP="007B1589">
      <w:pPr>
        <w:autoSpaceDE w:val="0"/>
        <w:autoSpaceDN w:val="0"/>
        <w:adjustRightInd w:val="0"/>
        <w:jc w:val="left"/>
        <w:rPr>
          <w:rFonts w:hAnsi="ＭＳ 明朝"/>
          <w:kern w:val="0"/>
          <w:szCs w:val="21"/>
        </w:rPr>
      </w:pPr>
      <w:r w:rsidRPr="007B1589">
        <w:rPr>
          <w:rFonts w:hAnsi="ＭＳ 明朝"/>
          <w:kern w:val="0"/>
          <w:szCs w:val="21"/>
        </w:rPr>
        <w:t>(役務の実施に必要な施設等の提供)</w:t>
      </w:r>
    </w:p>
    <w:p w14:paraId="7FEA54F5" w14:textId="77777777" w:rsidR="009C494B" w:rsidRPr="007B1589" w:rsidRDefault="009C494B" w:rsidP="009C494B">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12　発注者は、役務の実施に関連し必要な施設及び当該施設に附帯する機械器具がある場合は、仕様書等に定め、受注者に提供するものとする。この場合において、受注者は、その使用については発注者の定める諸規程を遵守しなければならない。</w:t>
      </w:r>
    </w:p>
    <w:p w14:paraId="5BCA3510" w14:textId="77777777" w:rsidR="009C494B" w:rsidRPr="007B1589" w:rsidRDefault="009C494B" w:rsidP="009C494B">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受注者が役務を実施するに当たり直接必要とする光熱水料の負担については、仕様書等の定めるところによる。</w:t>
      </w:r>
    </w:p>
    <w:p w14:paraId="77627C9A" w14:textId="77777777" w:rsidR="009C494B" w:rsidRPr="007B1589" w:rsidRDefault="009C494B" w:rsidP="007B1589">
      <w:pPr>
        <w:autoSpaceDE w:val="0"/>
        <w:autoSpaceDN w:val="0"/>
        <w:adjustRightInd w:val="0"/>
        <w:jc w:val="left"/>
        <w:rPr>
          <w:rFonts w:hAnsi="ＭＳ 明朝"/>
          <w:kern w:val="0"/>
          <w:szCs w:val="21"/>
        </w:rPr>
      </w:pPr>
      <w:r w:rsidRPr="007B1589">
        <w:rPr>
          <w:rFonts w:hAnsi="ＭＳ 明朝"/>
          <w:kern w:val="0"/>
          <w:szCs w:val="21"/>
        </w:rPr>
        <w:t>(仕様書等不適合の場合の改善義務)</w:t>
      </w:r>
    </w:p>
    <w:p w14:paraId="18531F53" w14:textId="77777777" w:rsidR="009C494B" w:rsidRPr="007B1589" w:rsidRDefault="009C494B" w:rsidP="007B1589">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13　受注者は、役務の実施部分が仕様書等に適合しない場合において、発注者がその改善又は使用材料の取替えを請求したときは、当該請求に従わなければならない。この場合において、当該不適合が発注者の責めに帰すべき事由によるときは、発注者は、必要があると認められるときは履行期間若しくは請負代金額を変更し、又は受注者に損害を及ぼしたときは必要な費用を負担しなければならない。</w:t>
      </w:r>
    </w:p>
    <w:p w14:paraId="47E584E6"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仕様書</w:t>
      </w:r>
      <w:r w:rsidR="009C494B" w:rsidRPr="007B1589">
        <w:rPr>
          <w:rFonts w:hAnsi="ＭＳ 明朝" w:hint="eastAsia"/>
          <w:kern w:val="0"/>
          <w:szCs w:val="21"/>
        </w:rPr>
        <w:t>等</w:t>
      </w:r>
      <w:r w:rsidR="00B31712" w:rsidRPr="007B1589">
        <w:rPr>
          <w:rFonts w:hAnsi="ＭＳ 明朝" w:hint="eastAsia"/>
          <w:kern w:val="0"/>
          <w:szCs w:val="21"/>
        </w:rPr>
        <w:t>の変更</w:t>
      </w:r>
      <w:r w:rsidRPr="007B1589">
        <w:rPr>
          <w:rFonts w:hAnsi="ＭＳ 明朝"/>
          <w:kern w:val="0"/>
          <w:szCs w:val="21"/>
        </w:rPr>
        <w:t>)</w:t>
      </w:r>
    </w:p>
    <w:p w14:paraId="4B284BEA" w14:textId="6FC14194" w:rsidR="00B31712" w:rsidRPr="007B1589" w:rsidRDefault="00B31712">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9C494B" w:rsidRPr="007B1589">
        <w:rPr>
          <w:rFonts w:hAnsi="ＭＳ 明朝"/>
          <w:kern w:val="0"/>
          <w:szCs w:val="21"/>
        </w:rPr>
        <w:t>14</w:t>
      </w:r>
      <w:r w:rsidRPr="007B1589">
        <w:rPr>
          <w:rFonts w:hAnsi="ＭＳ 明朝" w:hint="eastAsia"/>
          <w:kern w:val="0"/>
          <w:szCs w:val="21"/>
        </w:rPr>
        <w:t xml:space="preserve">　発注者は</w:t>
      </w:r>
      <w:r w:rsidR="007E11AE" w:rsidRPr="007B1589">
        <w:rPr>
          <w:rFonts w:hAnsi="ＭＳ 明朝" w:hint="eastAsia"/>
          <w:kern w:val="0"/>
          <w:szCs w:val="21"/>
        </w:rPr>
        <w:t>、</w:t>
      </w:r>
      <w:r w:rsidRPr="007B1589">
        <w:rPr>
          <w:rFonts w:hAnsi="ＭＳ 明朝" w:hint="eastAsia"/>
          <w:kern w:val="0"/>
          <w:szCs w:val="21"/>
        </w:rPr>
        <w:t>必要があると認めるときは</w:t>
      </w:r>
      <w:r w:rsidR="007E11AE" w:rsidRPr="007B1589">
        <w:rPr>
          <w:rFonts w:hAnsi="ＭＳ 明朝" w:hint="eastAsia"/>
          <w:kern w:val="0"/>
          <w:szCs w:val="21"/>
        </w:rPr>
        <w:t>、</w:t>
      </w:r>
      <w:r w:rsidRPr="007B1589">
        <w:rPr>
          <w:rFonts w:hAnsi="ＭＳ 明朝" w:hint="eastAsia"/>
          <w:kern w:val="0"/>
          <w:szCs w:val="21"/>
        </w:rPr>
        <w:t>仕様書</w:t>
      </w:r>
      <w:r w:rsidR="009C494B" w:rsidRPr="007B1589">
        <w:rPr>
          <w:rFonts w:hAnsi="ＭＳ 明朝" w:hint="eastAsia"/>
          <w:kern w:val="0"/>
          <w:szCs w:val="21"/>
        </w:rPr>
        <w:t>等</w:t>
      </w:r>
      <w:r w:rsidRPr="007B1589">
        <w:rPr>
          <w:rFonts w:hAnsi="ＭＳ 明朝" w:hint="eastAsia"/>
          <w:kern w:val="0"/>
          <w:szCs w:val="21"/>
        </w:rPr>
        <w:t>の変更内容を受注者に通知して</w:t>
      </w:r>
      <w:r w:rsidR="007E11AE" w:rsidRPr="007B1589">
        <w:rPr>
          <w:rFonts w:hAnsi="ＭＳ 明朝" w:hint="eastAsia"/>
          <w:kern w:val="0"/>
          <w:szCs w:val="21"/>
        </w:rPr>
        <w:t>、</w:t>
      </w:r>
      <w:r w:rsidRPr="007B1589">
        <w:rPr>
          <w:rFonts w:hAnsi="ＭＳ 明朝" w:hint="eastAsia"/>
          <w:kern w:val="0"/>
          <w:szCs w:val="21"/>
        </w:rPr>
        <w:t>仕様書</w:t>
      </w:r>
      <w:r w:rsidR="009C494B" w:rsidRPr="007B1589">
        <w:rPr>
          <w:rFonts w:hAnsi="ＭＳ 明朝" w:hint="eastAsia"/>
          <w:kern w:val="0"/>
          <w:szCs w:val="21"/>
        </w:rPr>
        <w:t>等</w:t>
      </w:r>
      <w:r w:rsidRPr="007B1589">
        <w:rPr>
          <w:rFonts w:hAnsi="ＭＳ 明朝" w:hint="eastAsia"/>
          <w:kern w:val="0"/>
          <w:szCs w:val="21"/>
        </w:rPr>
        <w:t>を変更することができる。この場合において</w:t>
      </w:r>
      <w:r w:rsidR="007E11AE" w:rsidRPr="007B1589">
        <w:rPr>
          <w:rFonts w:hAnsi="ＭＳ 明朝" w:hint="eastAsia"/>
          <w:kern w:val="0"/>
          <w:szCs w:val="21"/>
        </w:rPr>
        <w:t>、</w:t>
      </w:r>
      <w:r w:rsidRPr="007B1589">
        <w:rPr>
          <w:rFonts w:hAnsi="ＭＳ 明朝" w:hint="eastAsia"/>
          <w:kern w:val="0"/>
          <w:szCs w:val="21"/>
        </w:rPr>
        <w:t>発注者は</w:t>
      </w:r>
      <w:r w:rsidR="007E11AE" w:rsidRPr="007B1589">
        <w:rPr>
          <w:rFonts w:hAnsi="ＭＳ 明朝" w:hint="eastAsia"/>
          <w:kern w:val="0"/>
          <w:szCs w:val="21"/>
        </w:rPr>
        <w:t>、</w:t>
      </w:r>
      <w:r w:rsidRPr="007B1589">
        <w:rPr>
          <w:rFonts w:hAnsi="ＭＳ 明朝" w:hint="eastAsia"/>
          <w:kern w:val="0"/>
          <w:szCs w:val="21"/>
        </w:rPr>
        <w:t>必要があると認められるときは履行期間若しくは請負代金額を変更</w:t>
      </w:r>
      <w:r w:rsidR="009C494B" w:rsidRPr="007B1589">
        <w:rPr>
          <w:rFonts w:hAnsi="ＭＳ 明朝" w:hint="eastAsia"/>
          <w:kern w:val="0"/>
          <w:szCs w:val="21"/>
        </w:rPr>
        <w:t>し、又は受注者に損害を及ぼしたときは必要な費用を負担しなければならない。</w:t>
      </w:r>
    </w:p>
    <w:p w14:paraId="63F51A1C" w14:textId="77777777" w:rsidR="007675AE" w:rsidRPr="007B1589" w:rsidRDefault="007675AE" w:rsidP="007B1589">
      <w:pPr>
        <w:autoSpaceDE w:val="0"/>
        <w:autoSpaceDN w:val="0"/>
        <w:adjustRightInd w:val="0"/>
        <w:jc w:val="left"/>
        <w:rPr>
          <w:rFonts w:hAnsi="ＭＳ 明朝"/>
          <w:kern w:val="0"/>
          <w:szCs w:val="21"/>
        </w:rPr>
      </w:pPr>
      <w:r w:rsidRPr="007B1589">
        <w:rPr>
          <w:rFonts w:hAnsi="ＭＳ 明朝"/>
          <w:kern w:val="0"/>
          <w:szCs w:val="21"/>
        </w:rPr>
        <w:t>(著しく短い履行期間の禁止)</w:t>
      </w:r>
    </w:p>
    <w:p w14:paraId="4CF796A9" w14:textId="2DFDE63B" w:rsidR="007675AE" w:rsidRPr="007B1589" w:rsidRDefault="007675AE" w:rsidP="007675AE">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15　発注者は、履行期間の延長又は短縮を行うときは、この役務に従事する者の労働時間その</w:t>
      </w:r>
      <w:r w:rsidR="00813659" w:rsidRPr="007B1589">
        <w:rPr>
          <w:rFonts w:hAnsi="ＭＳ 明朝" w:hint="eastAsia"/>
          <w:kern w:val="0"/>
          <w:szCs w:val="21"/>
        </w:rPr>
        <w:t>他の労働条件が適正に確保されるよう、やむを得ない事由により役務</w:t>
      </w:r>
      <w:r w:rsidRPr="007B1589">
        <w:rPr>
          <w:rFonts w:hAnsi="ＭＳ 明朝" w:hint="eastAsia"/>
          <w:kern w:val="0"/>
          <w:szCs w:val="21"/>
        </w:rPr>
        <w:t>の実施が困難であると見込まれる日数等を考慮しなければならない。</w:t>
      </w:r>
    </w:p>
    <w:p w14:paraId="515BC036" w14:textId="77777777" w:rsidR="007675AE" w:rsidRPr="007B1589" w:rsidRDefault="007675AE" w:rsidP="007B1589">
      <w:pPr>
        <w:autoSpaceDE w:val="0"/>
        <w:autoSpaceDN w:val="0"/>
        <w:adjustRightInd w:val="0"/>
        <w:jc w:val="left"/>
        <w:rPr>
          <w:rFonts w:hAnsi="ＭＳ 明朝"/>
          <w:kern w:val="0"/>
          <w:szCs w:val="21"/>
        </w:rPr>
      </w:pPr>
      <w:r w:rsidRPr="007B1589">
        <w:rPr>
          <w:rFonts w:hAnsi="ＭＳ 明朝"/>
          <w:kern w:val="0"/>
          <w:szCs w:val="21"/>
        </w:rPr>
        <w:t>(役務の中止)</w:t>
      </w:r>
    </w:p>
    <w:p w14:paraId="47E9CA42" w14:textId="77777777" w:rsidR="007675AE" w:rsidRPr="007B1589" w:rsidRDefault="007675AE" w:rsidP="007675AE">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16　発注者は、必要があると認めるときは、役務の中止内容を受注者に通知して、役務の全部又は</w:t>
      </w:r>
      <w:r w:rsidRPr="007B1589">
        <w:rPr>
          <w:rFonts w:hAnsi="ＭＳ 明朝"/>
          <w:kern w:val="0"/>
          <w:szCs w:val="21"/>
        </w:rPr>
        <w:lastRenderedPageBreak/>
        <w:t>一部の実施を一時中止させることができる。</w:t>
      </w:r>
    </w:p>
    <w:p w14:paraId="6F011C5E" w14:textId="77777777" w:rsidR="007675AE" w:rsidRPr="007B1589" w:rsidRDefault="007675AE" w:rsidP="007675AE">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発注者は、前項の規定により役務の実施を一時中止させた場合において、必要があると認められるときは、履行期間若しくは請負代金額を変更し、又は受注者が役務の実施の一時中止に伴う増加費用を必要とし若しくは受注者に損害を及ぼしたときは、必要な費用を負担しなければならない。</w:t>
      </w:r>
    </w:p>
    <w:p w14:paraId="18AA2C8D" w14:textId="77777777" w:rsidR="007675AE" w:rsidRPr="007B1589" w:rsidRDefault="007675AE" w:rsidP="007B1589">
      <w:pPr>
        <w:autoSpaceDE w:val="0"/>
        <w:autoSpaceDN w:val="0"/>
        <w:adjustRightInd w:val="0"/>
        <w:jc w:val="left"/>
        <w:rPr>
          <w:rFonts w:hAnsi="ＭＳ 明朝"/>
          <w:kern w:val="0"/>
          <w:szCs w:val="21"/>
        </w:rPr>
      </w:pPr>
      <w:r w:rsidRPr="007B1589">
        <w:rPr>
          <w:rFonts w:hAnsi="ＭＳ 明朝"/>
          <w:kern w:val="0"/>
          <w:szCs w:val="21"/>
        </w:rPr>
        <w:t>(受注者の請求による履行期間の延長)</w:t>
      </w:r>
    </w:p>
    <w:p w14:paraId="537BCE00" w14:textId="77777777" w:rsidR="007675AE" w:rsidRPr="007B1589" w:rsidRDefault="007675AE" w:rsidP="007675AE">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17　受注者は、天候の不良、第2の規定に基づく関連役務の調整への協力その他受注者の責めに帰すことができない事由により履行期間に役務を完了することができないときは、その理由を明示した書面により、発注者に履行期間の延長変更を請求することができる。</w:t>
      </w:r>
    </w:p>
    <w:p w14:paraId="4F9AB95B" w14:textId="77777777" w:rsidR="007675AE" w:rsidRPr="007B1589" w:rsidRDefault="007675AE" w:rsidP="007B1589">
      <w:pPr>
        <w:autoSpaceDE w:val="0"/>
        <w:autoSpaceDN w:val="0"/>
        <w:adjustRightInd w:val="0"/>
        <w:jc w:val="left"/>
        <w:rPr>
          <w:rFonts w:hAnsi="ＭＳ 明朝"/>
          <w:kern w:val="0"/>
          <w:szCs w:val="21"/>
        </w:rPr>
      </w:pPr>
      <w:r w:rsidRPr="007B1589">
        <w:rPr>
          <w:rFonts w:hAnsi="ＭＳ 明朝"/>
          <w:kern w:val="0"/>
          <w:szCs w:val="21"/>
        </w:rPr>
        <w:t>(発注者の請求による履行期間の短縮等)</w:t>
      </w:r>
    </w:p>
    <w:p w14:paraId="7DC5AC59" w14:textId="77777777" w:rsidR="007675AE" w:rsidRPr="007B1589" w:rsidRDefault="007675AE" w:rsidP="007675AE">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18　発注者は、特別の理由により履行期間を短縮する必要があるときは、履行期間の短縮変更を受注者に請求することができる。</w:t>
      </w:r>
    </w:p>
    <w:p w14:paraId="2371DFCC" w14:textId="77777777" w:rsidR="007675AE" w:rsidRPr="007B1589" w:rsidRDefault="007675AE">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発注者は、前項の場合において、必要があると認められるときは請負代金額を変更し、又は受注者に損害を及ぼしたときは必要な費用を負担しなければならない。</w:t>
      </w:r>
    </w:p>
    <w:p w14:paraId="62A36C8D" w14:textId="63FDCA84"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履行期間等の変更方法</w:t>
      </w:r>
      <w:r w:rsidRPr="007B1589">
        <w:rPr>
          <w:rFonts w:hAnsi="ＭＳ 明朝"/>
          <w:kern w:val="0"/>
          <w:szCs w:val="21"/>
        </w:rPr>
        <w:t>)</w:t>
      </w:r>
    </w:p>
    <w:p w14:paraId="32883617" w14:textId="6856661E"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7675AE" w:rsidRPr="007B1589">
        <w:rPr>
          <w:rFonts w:hAnsi="ＭＳ 明朝"/>
          <w:kern w:val="0"/>
          <w:szCs w:val="21"/>
        </w:rPr>
        <w:t>19</w:t>
      </w:r>
      <w:r w:rsidRPr="007B1589">
        <w:rPr>
          <w:rFonts w:hAnsi="ＭＳ 明朝" w:hint="eastAsia"/>
          <w:kern w:val="0"/>
          <w:szCs w:val="21"/>
        </w:rPr>
        <w:t xml:space="preserve">　履行期間</w:t>
      </w:r>
      <w:r w:rsidR="007675AE" w:rsidRPr="007B1589">
        <w:rPr>
          <w:rFonts w:hAnsi="ＭＳ 明朝" w:hint="eastAsia"/>
          <w:kern w:val="0"/>
          <w:szCs w:val="21"/>
        </w:rPr>
        <w:t>の</w:t>
      </w:r>
      <w:r w:rsidRPr="007B1589">
        <w:rPr>
          <w:rFonts w:hAnsi="ＭＳ 明朝" w:hint="eastAsia"/>
          <w:kern w:val="0"/>
          <w:szCs w:val="21"/>
        </w:rPr>
        <w:t>変更については</w:t>
      </w:r>
      <w:r w:rsidR="007E11AE" w:rsidRPr="007B1589">
        <w:rPr>
          <w:rFonts w:hAnsi="ＭＳ 明朝" w:hint="eastAsia"/>
          <w:kern w:val="0"/>
          <w:szCs w:val="21"/>
        </w:rPr>
        <w:t>、</w:t>
      </w:r>
      <w:r w:rsidRPr="007B1589">
        <w:rPr>
          <w:rFonts w:hAnsi="ＭＳ 明朝" w:hint="eastAsia"/>
          <w:kern w:val="0"/>
          <w:szCs w:val="21"/>
        </w:rPr>
        <w:t>発注者と受注者とが協議をして定める。ただし</w:t>
      </w:r>
      <w:r w:rsidR="007E11AE" w:rsidRPr="007B1589">
        <w:rPr>
          <w:rFonts w:hAnsi="ＭＳ 明朝" w:hint="eastAsia"/>
          <w:kern w:val="0"/>
          <w:szCs w:val="21"/>
        </w:rPr>
        <w:t>、</w:t>
      </w:r>
      <w:r w:rsidRPr="007B1589">
        <w:rPr>
          <w:rFonts w:hAnsi="ＭＳ 明朝" w:hint="eastAsia"/>
          <w:kern w:val="0"/>
          <w:szCs w:val="21"/>
        </w:rPr>
        <w:t>協議開始の日から</w:t>
      </w:r>
      <w:r w:rsidR="00D062F3" w:rsidRPr="007B1589">
        <w:rPr>
          <w:rFonts w:hAnsi="ＭＳ 明朝"/>
          <w:kern w:val="0"/>
          <w:szCs w:val="21"/>
        </w:rPr>
        <w:t>1</w:t>
      </w:r>
      <w:r w:rsidR="005B752D" w:rsidRPr="007B1589">
        <w:rPr>
          <w:rFonts w:hAnsi="ＭＳ 明朝"/>
          <w:kern w:val="0"/>
          <w:szCs w:val="21"/>
        </w:rPr>
        <w:t>4</w:t>
      </w:r>
      <w:r w:rsidRPr="007B1589">
        <w:rPr>
          <w:rFonts w:hAnsi="ＭＳ 明朝" w:hint="eastAsia"/>
          <w:kern w:val="0"/>
          <w:szCs w:val="21"/>
        </w:rPr>
        <w:t>日以内に協議が整わない場合には</w:t>
      </w:r>
      <w:r w:rsidR="007E11AE" w:rsidRPr="007B1589">
        <w:rPr>
          <w:rFonts w:hAnsi="ＭＳ 明朝" w:hint="eastAsia"/>
          <w:kern w:val="0"/>
          <w:szCs w:val="21"/>
        </w:rPr>
        <w:t>、</w:t>
      </w:r>
      <w:r w:rsidRPr="007B1589">
        <w:rPr>
          <w:rFonts w:hAnsi="ＭＳ 明朝" w:hint="eastAsia"/>
          <w:kern w:val="0"/>
          <w:szCs w:val="21"/>
        </w:rPr>
        <w:t>発注者が定め</w:t>
      </w:r>
      <w:r w:rsidR="007E11AE" w:rsidRPr="007B1589">
        <w:rPr>
          <w:rFonts w:hAnsi="ＭＳ 明朝" w:hint="eastAsia"/>
          <w:kern w:val="0"/>
          <w:szCs w:val="21"/>
        </w:rPr>
        <w:t>、</w:t>
      </w:r>
      <w:r w:rsidRPr="007B1589">
        <w:rPr>
          <w:rFonts w:hAnsi="ＭＳ 明朝" w:hint="eastAsia"/>
          <w:kern w:val="0"/>
          <w:szCs w:val="21"/>
        </w:rPr>
        <w:t>受注者に通知する。</w:t>
      </w:r>
    </w:p>
    <w:p w14:paraId="2E8FD42B" w14:textId="55987B1E"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前項の協議開始の日については</w:t>
      </w:r>
      <w:r w:rsidR="007E11AE" w:rsidRPr="007B1589">
        <w:rPr>
          <w:rFonts w:hAnsi="ＭＳ 明朝" w:hint="eastAsia"/>
          <w:kern w:val="0"/>
          <w:szCs w:val="21"/>
        </w:rPr>
        <w:t>、</w:t>
      </w:r>
      <w:r w:rsidRPr="007B1589">
        <w:rPr>
          <w:rFonts w:hAnsi="ＭＳ 明朝" w:hint="eastAsia"/>
          <w:kern w:val="0"/>
          <w:szCs w:val="21"/>
        </w:rPr>
        <w:t>発注者が受注者の意見を聴いて定め</w:t>
      </w:r>
      <w:r w:rsidR="007E11AE" w:rsidRPr="007B1589">
        <w:rPr>
          <w:rFonts w:hAnsi="ＭＳ 明朝" w:hint="eastAsia"/>
          <w:kern w:val="0"/>
          <w:szCs w:val="21"/>
        </w:rPr>
        <w:t>、</w:t>
      </w:r>
      <w:r w:rsidRPr="007B1589">
        <w:rPr>
          <w:rFonts w:hAnsi="ＭＳ 明朝" w:hint="eastAsia"/>
          <w:kern w:val="0"/>
          <w:szCs w:val="21"/>
        </w:rPr>
        <w:t>受注者に通知するものとする。ただし</w:t>
      </w:r>
      <w:r w:rsidR="007E11AE" w:rsidRPr="007B1589">
        <w:rPr>
          <w:rFonts w:hAnsi="ＭＳ 明朝" w:hint="eastAsia"/>
          <w:kern w:val="0"/>
          <w:szCs w:val="21"/>
        </w:rPr>
        <w:t>、</w:t>
      </w:r>
      <w:r w:rsidR="007675AE" w:rsidRPr="007B1589">
        <w:rPr>
          <w:rFonts w:hAnsi="ＭＳ 明朝" w:hint="eastAsia"/>
          <w:kern w:val="0"/>
          <w:szCs w:val="21"/>
        </w:rPr>
        <w:t>発注者が履行期間の変更事由が生じた日（第</w:t>
      </w:r>
      <w:r w:rsidR="007675AE" w:rsidRPr="007B1589">
        <w:rPr>
          <w:rFonts w:hAnsi="ＭＳ 明朝"/>
          <w:kern w:val="0"/>
          <w:szCs w:val="21"/>
        </w:rPr>
        <w:t>17の場合にあっては、発注者が履行期間変更の請求を受けた日、第18の場合にあっては、受注者が履行期間変更の請求を受けた日）</w:t>
      </w:r>
      <w:r w:rsidRPr="007B1589">
        <w:rPr>
          <w:rFonts w:hAnsi="ＭＳ 明朝" w:hint="eastAsia"/>
          <w:kern w:val="0"/>
          <w:szCs w:val="21"/>
        </w:rPr>
        <w:t>から</w:t>
      </w:r>
      <w:r w:rsidR="005B752D" w:rsidRPr="007B1589">
        <w:rPr>
          <w:rFonts w:hAnsi="ＭＳ 明朝" w:hint="eastAsia"/>
          <w:kern w:val="0"/>
          <w:szCs w:val="21"/>
        </w:rPr>
        <w:t>7</w:t>
      </w:r>
      <w:r w:rsidRPr="007B1589">
        <w:rPr>
          <w:rFonts w:hAnsi="ＭＳ 明朝" w:hint="eastAsia"/>
          <w:kern w:val="0"/>
          <w:szCs w:val="21"/>
        </w:rPr>
        <w:t>日以内に協議開始の日を通知しない場合には</w:t>
      </w:r>
      <w:r w:rsidR="007E11AE" w:rsidRPr="007B1589">
        <w:rPr>
          <w:rFonts w:hAnsi="ＭＳ 明朝" w:hint="eastAsia"/>
          <w:kern w:val="0"/>
          <w:szCs w:val="21"/>
        </w:rPr>
        <w:t>、</w:t>
      </w:r>
      <w:r w:rsidRPr="007B1589">
        <w:rPr>
          <w:rFonts w:hAnsi="ＭＳ 明朝" w:hint="eastAsia"/>
          <w:kern w:val="0"/>
          <w:szCs w:val="21"/>
        </w:rPr>
        <w:t>受注者は</w:t>
      </w:r>
      <w:r w:rsidR="007E11AE" w:rsidRPr="007B1589">
        <w:rPr>
          <w:rFonts w:hAnsi="ＭＳ 明朝" w:hint="eastAsia"/>
          <w:kern w:val="0"/>
          <w:szCs w:val="21"/>
        </w:rPr>
        <w:t>、</w:t>
      </w:r>
      <w:r w:rsidRPr="007B1589">
        <w:rPr>
          <w:rFonts w:hAnsi="ＭＳ 明朝" w:hint="eastAsia"/>
          <w:kern w:val="0"/>
          <w:szCs w:val="21"/>
        </w:rPr>
        <w:t>協議開始の日を定め</w:t>
      </w:r>
      <w:r w:rsidR="007E11AE" w:rsidRPr="007B1589">
        <w:rPr>
          <w:rFonts w:hAnsi="ＭＳ 明朝" w:hint="eastAsia"/>
          <w:kern w:val="0"/>
          <w:szCs w:val="21"/>
        </w:rPr>
        <w:t>、</w:t>
      </w:r>
      <w:r w:rsidRPr="007B1589">
        <w:rPr>
          <w:rFonts w:hAnsi="ＭＳ 明朝" w:hint="eastAsia"/>
          <w:kern w:val="0"/>
          <w:szCs w:val="21"/>
        </w:rPr>
        <w:t>発注者に通知することができる。</w:t>
      </w:r>
    </w:p>
    <w:p w14:paraId="5ECB37DB" w14:textId="77777777" w:rsidR="007675AE" w:rsidRPr="007B1589" w:rsidRDefault="007675AE" w:rsidP="007B1589">
      <w:pPr>
        <w:autoSpaceDE w:val="0"/>
        <w:autoSpaceDN w:val="0"/>
        <w:adjustRightInd w:val="0"/>
        <w:jc w:val="left"/>
        <w:rPr>
          <w:rFonts w:hAnsi="ＭＳ 明朝"/>
          <w:kern w:val="0"/>
          <w:szCs w:val="21"/>
        </w:rPr>
      </w:pPr>
      <w:r w:rsidRPr="007B1589">
        <w:rPr>
          <w:rFonts w:hAnsi="ＭＳ 明朝"/>
          <w:kern w:val="0"/>
          <w:szCs w:val="21"/>
        </w:rPr>
        <w:t>(請負代金額の変更方法等)</w:t>
      </w:r>
    </w:p>
    <w:p w14:paraId="352ABC47" w14:textId="77777777" w:rsidR="007675AE" w:rsidRPr="007B1589" w:rsidRDefault="007675AE" w:rsidP="007675AE">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20　請負代金額の変更については、発注者と受注者とが協議をして定める。ただし、協議開始の日から14日以内に協議が整わない場合には、発注者が定め、受注者に通知する。</w:t>
      </w:r>
    </w:p>
    <w:p w14:paraId="4385C2F7" w14:textId="77777777" w:rsidR="007675AE" w:rsidRPr="007B1589" w:rsidRDefault="007675AE" w:rsidP="007675AE">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前項の協議開始の日については、発注者が受注者の意見を聴いて定め、受注者に通知するものとする。ただし、請負代金額の変更事由が生じた日から</w:t>
      </w:r>
      <w:r w:rsidRPr="007B1589">
        <w:rPr>
          <w:rFonts w:hAnsi="ＭＳ 明朝"/>
          <w:kern w:val="0"/>
          <w:szCs w:val="21"/>
        </w:rPr>
        <w:t>7日以内に協議開始の日を通知しない場合には、受注者は、協議開始の日を定め、発注者に通知することができる。</w:t>
      </w:r>
    </w:p>
    <w:p w14:paraId="7D954908" w14:textId="77777777" w:rsidR="007675AE" w:rsidRPr="007B1589" w:rsidRDefault="007675AE"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契約書及びこの契約基準の規定により、受注者が増加費用を必要とした場合又は損害を受けた場合に発注者が負担する必要な費用の額については、発注者と受注者とが協議をして定める。</w:t>
      </w:r>
    </w:p>
    <w:p w14:paraId="631FA6CC"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検査</w:t>
      </w:r>
      <w:r w:rsidRPr="007B1589">
        <w:rPr>
          <w:rFonts w:hAnsi="ＭＳ 明朝"/>
          <w:kern w:val="0"/>
          <w:szCs w:val="21"/>
        </w:rPr>
        <w:t>)</w:t>
      </w:r>
    </w:p>
    <w:p w14:paraId="504ED9B8" w14:textId="1D6BCAB8"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7675AE" w:rsidRPr="007B1589">
        <w:rPr>
          <w:rFonts w:hAnsi="ＭＳ 明朝"/>
          <w:kern w:val="0"/>
          <w:szCs w:val="21"/>
        </w:rPr>
        <w:t>21</w:t>
      </w:r>
      <w:r w:rsidRPr="007B1589">
        <w:rPr>
          <w:rFonts w:hAnsi="ＭＳ 明朝" w:hint="eastAsia"/>
          <w:kern w:val="0"/>
          <w:szCs w:val="21"/>
        </w:rPr>
        <w:t xml:space="preserve">　受注者は</w:t>
      </w:r>
      <w:r w:rsidR="007E11AE" w:rsidRPr="007B1589">
        <w:rPr>
          <w:rFonts w:hAnsi="ＭＳ 明朝" w:hint="eastAsia"/>
          <w:kern w:val="0"/>
          <w:szCs w:val="21"/>
        </w:rPr>
        <w:t>、</w:t>
      </w:r>
      <w:r w:rsidR="007675AE" w:rsidRPr="007B1589">
        <w:rPr>
          <w:rFonts w:hAnsi="ＭＳ 明朝" w:hint="eastAsia"/>
          <w:kern w:val="0"/>
          <w:szCs w:val="21"/>
        </w:rPr>
        <w:t>役務が完了したときは、その旨を</w:t>
      </w:r>
      <w:r w:rsidR="007675AE" w:rsidRPr="007B1589">
        <w:rPr>
          <w:rFonts w:hAnsi="ＭＳ 明朝" w:cs="SimSun"/>
          <w:w w:val="105"/>
          <w:kern w:val="0"/>
          <w:szCs w:val="21"/>
        </w:rPr>
        <w:t>役務完了通知書により</w:t>
      </w:r>
      <w:r w:rsidR="007675AE" w:rsidRPr="007B1589">
        <w:rPr>
          <w:rFonts w:hAnsi="ＭＳ 明朝" w:hint="eastAsia"/>
          <w:kern w:val="0"/>
          <w:szCs w:val="21"/>
        </w:rPr>
        <w:t>発注者に通知しなければならない。ただし、仕様書等において一定期間又は一定時期に通知することとした場合は、当該通知をもって発注者への通知とする。</w:t>
      </w:r>
    </w:p>
    <w:p w14:paraId="7C033A1D" w14:textId="56FC024C"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発注者は</w:t>
      </w:r>
      <w:r w:rsidR="007E11AE" w:rsidRPr="007B1589">
        <w:rPr>
          <w:rFonts w:hAnsi="ＭＳ 明朝" w:hint="eastAsia"/>
          <w:kern w:val="0"/>
          <w:szCs w:val="21"/>
        </w:rPr>
        <w:t>、</w:t>
      </w:r>
      <w:r w:rsidRPr="007B1589">
        <w:rPr>
          <w:rFonts w:hAnsi="ＭＳ 明朝" w:hint="eastAsia"/>
          <w:kern w:val="0"/>
          <w:szCs w:val="21"/>
        </w:rPr>
        <w:t>前項の規定による通知を受けたときは</w:t>
      </w:r>
      <w:r w:rsidR="007E11AE" w:rsidRPr="007B1589">
        <w:rPr>
          <w:rFonts w:hAnsi="ＭＳ 明朝" w:hint="eastAsia"/>
          <w:kern w:val="0"/>
          <w:szCs w:val="21"/>
        </w:rPr>
        <w:t>、</w:t>
      </w:r>
      <w:r w:rsidRPr="007B1589">
        <w:rPr>
          <w:rFonts w:hAnsi="ＭＳ 明朝" w:hint="eastAsia"/>
          <w:kern w:val="0"/>
          <w:szCs w:val="21"/>
        </w:rPr>
        <w:t>通知を受けた日から</w:t>
      </w:r>
      <w:r w:rsidR="00D062F3" w:rsidRPr="007B1589">
        <w:rPr>
          <w:rFonts w:hAnsi="ＭＳ 明朝"/>
          <w:kern w:val="0"/>
          <w:szCs w:val="21"/>
        </w:rPr>
        <w:t>10</w:t>
      </w:r>
      <w:r w:rsidRPr="007B1589">
        <w:rPr>
          <w:rFonts w:hAnsi="ＭＳ 明朝" w:hint="eastAsia"/>
          <w:kern w:val="0"/>
          <w:szCs w:val="21"/>
        </w:rPr>
        <w:t>日以内に受注者立会いの</w:t>
      </w:r>
      <w:r w:rsidR="007675AE" w:rsidRPr="007B1589">
        <w:rPr>
          <w:rFonts w:hAnsi="ＭＳ 明朝" w:hint="eastAsia"/>
          <w:kern w:val="0"/>
          <w:szCs w:val="21"/>
        </w:rPr>
        <w:t>上</w:t>
      </w:r>
      <w:r w:rsidR="007E11AE" w:rsidRPr="007B1589">
        <w:rPr>
          <w:rFonts w:hAnsi="ＭＳ 明朝" w:hint="eastAsia"/>
          <w:kern w:val="0"/>
          <w:szCs w:val="21"/>
        </w:rPr>
        <w:t>、</w:t>
      </w:r>
      <w:r w:rsidRPr="007B1589">
        <w:rPr>
          <w:rFonts w:hAnsi="ＭＳ 明朝" w:hint="eastAsia"/>
          <w:kern w:val="0"/>
          <w:szCs w:val="21"/>
        </w:rPr>
        <w:t>仕様書</w:t>
      </w:r>
      <w:r w:rsidR="007675AE" w:rsidRPr="007B1589">
        <w:rPr>
          <w:rFonts w:hAnsi="ＭＳ 明朝" w:hint="eastAsia"/>
          <w:kern w:val="0"/>
          <w:szCs w:val="21"/>
        </w:rPr>
        <w:t>等</w:t>
      </w:r>
      <w:r w:rsidRPr="007B1589">
        <w:rPr>
          <w:rFonts w:hAnsi="ＭＳ 明朝" w:hint="eastAsia"/>
          <w:kern w:val="0"/>
          <w:szCs w:val="21"/>
        </w:rPr>
        <w:t>に定めるところにより</w:t>
      </w:r>
      <w:r w:rsidR="007E11AE" w:rsidRPr="007B1589">
        <w:rPr>
          <w:rFonts w:hAnsi="ＭＳ 明朝" w:hint="eastAsia"/>
          <w:kern w:val="0"/>
          <w:szCs w:val="21"/>
        </w:rPr>
        <w:t>、</w:t>
      </w:r>
      <w:r w:rsidRPr="007B1589">
        <w:rPr>
          <w:rFonts w:hAnsi="ＭＳ 明朝" w:hint="eastAsia"/>
          <w:kern w:val="0"/>
          <w:szCs w:val="21"/>
        </w:rPr>
        <w:t>当該</w:t>
      </w:r>
      <w:r w:rsidR="007675AE" w:rsidRPr="007B1589">
        <w:rPr>
          <w:rFonts w:hAnsi="ＭＳ 明朝" w:hint="eastAsia"/>
          <w:kern w:val="0"/>
          <w:szCs w:val="21"/>
        </w:rPr>
        <w:t>役務</w:t>
      </w:r>
      <w:r w:rsidRPr="007B1589">
        <w:rPr>
          <w:rFonts w:hAnsi="ＭＳ 明朝" w:hint="eastAsia"/>
          <w:kern w:val="0"/>
          <w:szCs w:val="21"/>
        </w:rPr>
        <w:t>の完了を確認するための検査を完了し</w:t>
      </w:r>
      <w:r w:rsidR="007E11AE" w:rsidRPr="007B1589">
        <w:rPr>
          <w:rFonts w:hAnsi="ＭＳ 明朝" w:hint="eastAsia"/>
          <w:kern w:val="0"/>
          <w:szCs w:val="21"/>
        </w:rPr>
        <w:t>、</w:t>
      </w:r>
      <w:r w:rsidRPr="007B1589">
        <w:rPr>
          <w:rFonts w:hAnsi="ＭＳ 明朝" w:hint="eastAsia"/>
          <w:kern w:val="0"/>
          <w:szCs w:val="21"/>
        </w:rPr>
        <w:t>当該検査の結果を受注者に通知しなければならない。</w:t>
      </w:r>
    </w:p>
    <w:p w14:paraId="22D9554F" w14:textId="6D66D9A4"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受注者は</w:t>
      </w:r>
      <w:r w:rsidR="007E11AE" w:rsidRPr="007B1589">
        <w:rPr>
          <w:rFonts w:hAnsi="ＭＳ 明朝" w:hint="eastAsia"/>
          <w:kern w:val="0"/>
          <w:szCs w:val="21"/>
        </w:rPr>
        <w:t>、</w:t>
      </w:r>
      <w:r w:rsidRPr="007B1589">
        <w:rPr>
          <w:rFonts w:hAnsi="ＭＳ 明朝" w:hint="eastAsia"/>
          <w:kern w:val="0"/>
          <w:szCs w:val="21"/>
        </w:rPr>
        <w:t>前項の検査に合格しないときは</w:t>
      </w:r>
      <w:r w:rsidR="007E11AE" w:rsidRPr="007B1589">
        <w:rPr>
          <w:rFonts w:hAnsi="ＭＳ 明朝" w:hint="eastAsia"/>
          <w:kern w:val="0"/>
          <w:szCs w:val="21"/>
        </w:rPr>
        <w:t>、</w:t>
      </w:r>
      <w:r w:rsidR="007675AE" w:rsidRPr="007B1589">
        <w:rPr>
          <w:rFonts w:hAnsi="ＭＳ 明朝" w:hint="eastAsia"/>
          <w:kern w:val="0"/>
          <w:szCs w:val="21"/>
        </w:rPr>
        <w:t>直ちに仕様書等に定めるところにより改善して発注者の検査を受けなければならない。この場合において、改善の完了を役務の完了とみなし、前</w:t>
      </w:r>
      <w:r w:rsidR="007675AE" w:rsidRPr="007B1589">
        <w:rPr>
          <w:rFonts w:hAnsi="ＭＳ 明朝"/>
          <w:kern w:val="0"/>
          <w:szCs w:val="21"/>
        </w:rPr>
        <w:t>2項の規定を適用する。</w:t>
      </w:r>
    </w:p>
    <w:p w14:paraId="06AA8B66"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請負代金の支払</w:t>
      </w:r>
      <w:r w:rsidRPr="007B1589">
        <w:rPr>
          <w:rFonts w:hAnsi="ＭＳ 明朝"/>
          <w:kern w:val="0"/>
          <w:szCs w:val="21"/>
        </w:rPr>
        <w:t>)</w:t>
      </w:r>
    </w:p>
    <w:p w14:paraId="57B27769" w14:textId="450BE440"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8D5855" w:rsidRPr="007B1589">
        <w:rPr>
          <w:rFonts w:hAnsi="ＭＳ 明朝"/>
          <w:kern w:val="0"/>
          <w:szCs w:val="21"/>
        </w:rPr>
        <w:t>22</w:t>
      </w:r>
      <w:r w:rsidRPr="007B1589">
        <w:rPr>
          <w:rFonts w:hAnsi="ＭＳ 明朝" w:hint="eastAsia"/>
          <w:kern w:val="0"/>
          <w:szCs w:val="21"/>
        </w:rPr>
        <w:t xml:space="preserve">　受注者は</w:t>
      </w:r>
      <w:r w:rsidR="007E11AE" w:rsidRPr="007B1589">
        <w:rPr>
          <w:rFonts w:hAnsi="ＭＳ 明朝" w:hint="eastAsia"/>
          <w:kern w:val="0"/>
          <w:szCs w:val="21"/>
        </w:rPr>
        <w:t>、</w:t>
      </w:r>
      <w:r w:rsidRPr="007B1589">
        <w:rPr>
          <w:rFonts w:hAnsi="ＭＳ 明朝" w:hint="eastAsia"/>
          <w:kern w:val="0"/>
          <w:szCs w:val="21"/>
        </w:rPr>
        <w:t>第</w:t>
      </w:r>
      <w:r w:rsidR="007675AE" w:rsidRPr="007B1589">
        <w:rPr>
          <w:rFonts w:hAnsi="ＭＳ 明朝"/>
          <w:kern w:val="0"/>
          <w:szCs w:val="21"/>
        </w:rPr>
        <w:t>21</w:t>
      </w:r>
      <w:r w:rsidRPr="007B1589">
        <w:rPr>
          <w:rFonts w:hAnsi="ＭＳ 明朝" w:hint="eastAsia"/>
          <w:kern w:val="0"/>
          <w:szCs w:val="21"/>
        </w:rPr>
        <w:t>第</w:t>
      </w:r>
      <w:r w:rsidR="005B752D" w:rsidRPr="007B1589">
        <w:rPr>
          <w:rFonts w:hAnsi="ＭＳ 明朝" w:hint="eastAsia"/>
          <w:kern w:val="0"/>
          <w:szCs w:val="21"/>
        </w:rPr>
        <w:t>2</w:t>
      </w:r>
      <w:r w:rsidRPr="007B1589">
        <w:rPr>
          <w:rFonts w:hAnsi="ＭＳ 明朝" w:hint="eastAsia"/>
          <w:kern w:val="0"/>
          <w:szCs w:val="21"/>
        </w:rPr>
        <w:t>項の検査に合格したときは</w:t>
      </w:r>
      <w:r w:rsidR="007E11AE" w:rsidRPr="007B1589">
        <w:rPr>
          <w:rFonts w:hAnsi="ＭＳ 明朝" w:hint="eastAsia"/>
          <w:kern w:val="0"/>
          <w:szCs w:val="21"/>
        </w:rPr>
        <w:t>、</w:t>
      </w:r>
      <w:r w:rsidR="007675AE" w:rsidRPr="007B1589">
        <w:rPr>
          <w:rFonts w:hAnsi="ＭＳ 明朝" w:hint="eastAsia"/>
          <w:kern w:val="0"/>
          <w:szCs w:val="21"/>
        </w:rPr>
        <w:t>役務</w:t>
      </w:r>
      <w:r w:rsidRPr="007B1589">
        <w:rPr>
          <w:rFonts w:hAnsi="ＭＳ 明朝" w:hint="eastAsia"/>
          <w:kern w:val="0"/>
          <w:szCs w:val="21"/>
        </w:rPr>
        <w:t>請負代金請求書により請負代金の支払を請求することができる。</w:t>
      </w:r>
    </w:p>
    <w:p w14:paraId="749BC930" w14:textId="77777777" w:rsidR="00B31712" w:rsidRPr="007B1589" w:rsidRDefault="00B31712" w:rsidP="007B1589">
      <w:pPr>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発注者は</w:t>
      </w:r>
      <w:r w:rsidR="007E11AE" w:rsidRPr="007B1589">
        <w:rPr>
          <w:rFonts w:hAnsi="ＭＳ 明朝" w:hint="eastAsia"/>
          <w:kern w:val="0"/>
          <w:szCs w:val="21"/>
        </w:rPr>
        <w:t>、</w:t>
      </w:r>
      <w:r w:rsidRPr="007B1589">
        <w:rPr>
          <w:rFonts w:hAnsi="ＭＳ 明朝" w:hint="eastAsia"/>
          <w:kern w:val="0"/>
          <w:szCs w:val="21"/>
        </w:rPr>
        <w:t>前項の規定による請求があったときは</w:t>
      </w:r>
      <w:r w:rsidR="007E11AE" w:rsidRPr="007B1589">
        <w:rPr>
          <w:rFonts w:hAnsi="ＭＳ 明朝" w:hint="eastAsia"/>
          <w:kern w:val="0"/>
          <w:szCs w:val="21"/>
        </w:rPr>
        <w:t>、</w:t>
      </w:r>
      <w:r w:rsidRPr="007B1589">
        <w:rPr>
          <w:rFonts w:hAnsi="ＭＳ 明朝" w:hint="eastAsia"/>
          <w:kern w:val="0"/>
          <w:szCs w:val="21"/>
        </w:rPr>
        <w:t>請求書を受理した日の翌日から</w:t>
      </w:r>
      <w:r w:rsidR="005B752D" w:rsidRPr="007B1589">
        <w:rPr>
          <w:rFonts w:hAnsi="ＭＳ 明朝"/>
          <w:kern w:val="0"/>
          <w:szCs w:val="21"/>
        </w:rPr>
        <w:t>9</w:t>
      </w:r>
      <w:r w:rsidR="00D062F3" w:rsidRPr="007B1589">
        <w:rPr>
          <w:rFonts w:hAnsi="ＭＳ 明朝"/>
          <w:kern w:val="0"/>
          <w:szCs w:val="21"/>
        </w:rPr>
        <w:t>0</w:t>
      </w:r>
      <w:r w:rsidRPr="007B1589">
        <w:rPr>
          <w:rFonts w:hAnsi="ＭＳ 明朝" w:hint="eastAsia"/>
          <w:kern w:val="0"/>
          <w:szCs w:val="21"/>
        </w:rPr>
        <w:t>日以内に請負代金を支払わなければならない。</w:t>
      </w:r>
    </w:p>
    <w:p w14:paraId="178232AC" w14:textId="77777777" w:rsidR="008D5855" w:rsidRPr="007B1589" w:rsidRDefault="008D5855" w:rsidP="008D5855">
      <w:pPr>
        <w:ind w:left="202" w:hangingChars="100" w:hanging="202"/>
        <w:jc w:val="left"/>
        <w:rPr>
          <w:rFonts w:hAnsi="ＭＳ 明朝"/>
          <w:kern w:val="0"/>
          <w:szCs w:val="21"/>
        </w:rPr>
      </w:pPr>
      <w:r w:rsidRPr="007B1589">
        <w:rPr>
          <w:rFonts w:hAnsi="ＭＳ 明朝"/>
          <w:kern w:val="0"/>
          <w:szCs w:val="21"/>
        </w:rPr>
        <w:lastRenderedPageBreak/>
        <w:t xml:space="preserve">3 </w:t>
      </w:r>
      <w:r w:rsidRPr="007B1589">
        <w:rPr>
          <w:rFonts w:hAnsi="ＭＳ 明朝" w:hint="eastAsia"/>
          <w:kern w:val="0"/>
          <w:szCs w:val="21"/>
        </w:rPr>
        <w:t xml:space="preserve">　発注者がその責めに帰すべき事由により第</w:t>
      </w:r>
      <w:r w:rsidRPr="007B1589">
        <w:rPr>
          <w:rFonts w:hAnsi="ＭＳ 明朝"/>
          <w:kern w:val="0"/>
          <w:szCs w:val="21"/>
        </w:rPr>
        <w:t>21第2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DEAA40" w14:textId="77777777" w:rsidR="008D5855" w:rsidRPr="007B1589" w:rsidRDefault="008D5855" w:rsidP="007B1589">
      <w:pPr>
        <w:jc w:val="left"/>
        <w:rPr>
          <w:rFonts w:hAnsi="ＭＳ 明朝"/>
          <w:kern w:val="0"/>
          <w:szCs w:val="21"/>
        </w:rPr>
      </w:pPr>
      <w:r w:rsidRPr="007B1589">
        <w:rPr>
          <w:rFonts w:hAnsi="ＭＳ 明朝"/>
          <w:kern w:val="0"/>
          <w:szCs w:val="21"/>
        </w:rPr>
        <w:t>(契約不適合責任)</w:t>
      </w:r>
    </w:p>
    <w:p w14:paraId="11365B2E" w14:textId="77777777" w:rsidR="008D5855" w:rsidRPr="007B1589" w:rsidRDefault="008D5855" w:rsidP="008D5855">
      <w:pPr>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23　発注者は、履行された役務が種類、品質又は数量に関して契約の内容に適合しないもの（以下「契約不適合」という。）であるときは、受注者に対し、代替役務の履行又は不足分の履行による履行の追完を請求することができる。</w:t>
      </w:r>
    </w:p>
    <w:p w14:paraId="6D54A5FC" w14:textId="77777777" w:rsidR="008D5855" w:rsidRPr="007B1589" w:rsidRDefault="008D5855" w:rsidP="008D5855">
      <w:pPr>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前項の場合において、受注者は、発注者に不相当な負担を課するものではないときは、発注者が請求した方法と異なる方法による履行の追完をすることができる。</w:t>
      </w:r>
    </w:p>
    <w:p w14:paraId="6370B02D" w14:textId="77777777" w:rsidR="008D5855" w:rsidRPr="007B1589" w:rsidRDefault="008D5855" w:rsidP="008D5855">
      <w:pPr>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第</w:t>
      </w:r>
      <w:r w:rsidRPr="007B1589">
        <w:rPr>
          <w:rFonts w:hAnsi="ＭＳ 明朝"/>
          <w:kern w:val="0"/>
          <w:szCs w:val="21"/>
        </w:rPr>
        <w:t>1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することなく、直ちに代金の減額を請求することができる。</w:t>
      </w:r>
    </w:p>
    <w:p w14:paraId="7523A375" w14:textId="77777777" w:rsidR="008D5855" w:rsidRPr="007B1589" w:rsidRDefault="008D5855" w:rsidP="008D5855">
      <w:pPr>
        <w:ind w:firstLineChars="100" w:firstLine="202"/>
        <w:jc w:val="left"/>
        <w:rPr>
          <w:rFonts w:hAnsi="ＭＳ 明朝"/>
          <w:kern w:val="0"/>
          <w:szCs w:val="21"/>
        </w:rPr>
      </w:pPr>
      <w:r w:rsidRPr="007B1589">
        <w:rPr>
          <w:rFonts w:hAnsi="ＭＳ 明朝"/>
          <w:kern w:val="0"/>
          <w:szCs w:val="21"/>
        </w:rPr>
        <w:t>(1)　履行の追完が不能であるとき。</w:t>
      </w:r>
    </w:p>
    <w:p w14:paraId="7342BC08" w14:textId="77777777" w:rsidR="008D5855" w:rsidRPr="007B1589" w:rsidRDefault="008D5855" w:rsidP="008D5855">
      <w:pPr>
        <w:ind w:leftChars="100" w:left="202"/>
        <w:jc w:val="left"/>
        <w:rPr>
          <w:rFonts w:hAnsi="ＭＳ 明朝"/>
          <w:kern w:val="0"/>
          <w:szCs w:val="21"/>
        </w:rPr>
      </w:pPr>
      <w:r w:rsidRPr="007B1589">
        <w:rPr>
          <w:rFonts w:hAnsi="ＭＳ 明朝"/>
          <w:kern w:val="0"/>
          <w:szCs w:val="21"/>
        </w:rPr>
        <w:t>(2)</w:t>
      </w:r>
      <w:r w:rsidRPr="007B1589">
        <w:rPr>
          <w:rFonts w:hAnsi="ＭＳ 明朝" w:hint="eastAsia"/>
          <w:kern w:val="0"/>
          <w:szCs w:val="21"/>
        </w:rPr>
        <w:t xml:space="preserve">　受注者が履行の追完を拒絶する意思を明確に表示したとき。</w:t>
      </w:r>
    </w:p>
    <w:p w14:paraId="62347AE9" w14:textId="77777777" w:rsidR="008D5855" w:rsidRPr="007B1589" w:rsidRDefault="008D5855" w:rsidP="008D5855">
      <w:pPr>
        <w:ind w:leftChars="100" w:left="504" w:hangingChars="150" w:hanging="302"/>
        <w:jc w:val="left"/>
        <w:rPr>
          <w:rFonts w:hAnsi="ＭＳ 明朝"/>
          <w:kern w:val="0"/>
          <w:szCs w:val="21"/>
        </w:rPr>
      </w:pPr>
      <w:r w:rsidRPr="007B1589">
        <w:rPr>
          <w:rFonts w:hAnsi="ＭＳ 明朝"/>
          <w:kern w:val="0"/>
          <w:szCs w:val="21"/>
        </w:rPr>
        <w:t>(3)</w:t>
      </w:r>
      <w:r w:rsidRPr="007B1589">
        <w:rPr>
          <w:rFonts w:hAnsi="ＭＳ 明朝" w:hint="eastAsia"/>
          <w:kern w:val="0"/>
          <w:szCs w:val="21"/>
        </w:rPr>
        <w:t xml:space="preserve">　請負の役務の性質又は当事者の意思表示により、特定の日時又は一定の期間内に履行しなければ契約をした目的を達することができない場合において、受注者が履行の追完をしないでその時期を経過したとき。</w:t>
      </w:r>
    </w:p>
    <w:p w14:paraId="125C2E2A" w14:textId="77777777" w:rsidR="008D5855" w:rsidRPr="007B1589" w:rsidRDefault="008D5855" w:rsidP="007B1589">
      <w:pPr>
        <w:ind w:leftChars="100" w:left="504" w:hangingChars="150" w:hanging="302"/>
        <w:jc w:val="left"/>
        <w:rPr>
          <w:rFonts w:hAnsi="ＭＳ 明朝"/>
          <w:kern w:val="0"/>
          <w:szCs w:val="21"/>
        </w:rPr>
      </w:pPr>
      <w:r w:rsidRPr="007B1589">
        <w:rPr>
          <w:rFonts w:hAnsi="ＭＳ 明朝"/>
          <w:kern w:val="0"/>
          <w:szCs w:val="21"/>
        </w:rPr>
        <w:t>(4)</w:t>
      </w:r>
      <w:r w:rsidRPr="007B1589">
        <w:rPr>
          <w:rFonts w:hAnsi="ＭＳ 明朝" w:hint="eastAsia"/>
          <w:kern w:val="0"/>
          <w:szCs w:val="21"/>
        </w:rPr>
        <w:t xml:space="preserve">　前</w:t>
      </w:r>
      <w:r w:rsidRPr="007B1589">
        <w:rPr>
          <w:rFonts w:hAnsi="ＭＳ 明朝"/>
          <w:kern w:val="0"/>
          <w:szCs w:val="21"/>
        </w:rPr>
        <w:t>3号に掲げる場合のほか、発注者がこの項の規定による催告をしても履行の追完を受ける見込みがないことが明らかであるとき。</w:t>
      </w:r>
    </w:p>
    <w:p w14:paraId="0128159C"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契約保証金</w:t>
      </w:r>
      <w:r w:rsidRPr="007B1589">
        <w:rPr>
          <w:rFonts w:hAnsi="ＭＳ 明朝"/>
          <w:kern w:val="0"/>
          <w:szCs w:val="21"/>
        </w:rPr>
        <w:t>)</w:t>
      </w:r>
    </w:p>
    <w:p w14:paraId="79D1C28E" w14:textId="4C4B749C"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8D5855" w:rsidRPr="007B1589">
        <w:rPr>
          <w:rFonts w:hAnsi="ＭＳ 明朝"/>
          <w:kern w:val="0"/>
          <w:szCs w:val="21"/>
        </w:rPr>
        <w:t>24</w:t>
      </w:r>
      <w:r w:rsidRPr="007B1589">
        <w:rPr>
          <w:rFonts w:hAnsi="ＭＳ 明朝" w:hint="eastAsia"/>
          <w:kern w:val="0"/>
          <w:szCs w:val="21"/>
        </w:rPr>
        <w:t xml:space="preserve">　受注者は</w:t>
      </w:r>
      <w:r w:rsidR="007E11AE" w:rsidRPr="007B1589">
        <w:rPr>
          <w:rFonts w:hAnsi="ＭＳ 明朝" w:hint="eastAsia"/>
          <w:kern w:val="0"/>
          <w:szCs w:val="21"/>
        </w:rPr>
        <w:t>、</w:t>
      </w:r>
      <w:r w:rsidRPr="007B1589">
        <w:rPr>
          <w:rFonts w:hAnsi="ＭＳ 明朝" w:hint="eastAsia"/>
          <w:kern w:val="0"/>
          <w:szCs w:val="21"/>
        </w:rPr>
        <w:t>契約保証金を納付した契約において</w:t>
      </w:r>
      <w:r w:rsidR="007E11AE" w:rsidRPr="007B1589">
        <w:rPr>
          <w:rFonts w:hAnsi="ＭＳ 明朝" w:hint="eastAsia"/>
          <w:kern w:val="0"/>
          <w:szCs w:val="21"/>
        </w:rPr>
        <w:t>、</w:t>
      </w:r>
      <w:r w:rsidRPr="007B1589">
        <w:rPr>
          <w:rFonts w:hAnsi="ＭＳ 明朝" w:hint="eastAsia"/>
          <w:kern w:val="0"/>
          <w:szCs w:val="21"/>
        </w:rPr>
        <w:t>請負代金額の増額の変更をした場合は</w:t>
      </w:r>
      <w:r w:rsidR="007E11AE" w:rsidRPr="007B1589">
        <w:rPr>
          <w:rFonts w:hAnsi="ＭＳ 明朝" w:hint="eastAsia"/>
          <w:kern w:val="0"/>
          <w:szCs w:val="21"/>
        </w:rPr>
        <w:t>、</w:t>
      </w:r>
      <w:r w:rsidRPr="007B1589">
        <w:rPr>
          <w:rFonts w:hAnsi="ＭＳ 明朝" w:hint="eastAsia"/>
          <w:kern w:val="0"/>
          <w:szCs w:val="21"/>
        </w:rPr>
        <w:t>増加後における総請負代金額に対する所要の契約保証金額と既納の契約保証金との差額に相当するものを追加契約保証金として</w:t>
      </w:r>
      <w:r w:rsidR="007E11AE" w:rsidRPr="007B1589">
        <w:rPr>
          <w:rFonts w:hAnsi="ＭＳ 明朝" w:hint="eastAsia"/>
          <w:kern w:val="0"/>
          <w:szCs w:val="21"/>
        </w:rPr>
        <w:t>、</w:t>
      </w:r>
      <w:r w:rsidRPr="007B1589">
        <w:rPr>
          <w:rFonts w:hAnsi="ＭＳ 明朝" w:hint="eastAsia"/>
          <w:kern w:val="0"/>
          <w:szCs w:val="21"/>
        </w:rPr>
        <w:t>発注者の指示に従い</w:t>
      </w:r>
      <w:r w:rsidR="007E11AE" w:rsidRPr="007B1589">
        <w:rPr>
          <w:rFonts w:hAnsi="ＭＳ 明朝" w:hint="eastAsia"/>
          <w:kern w:val="0"/>
          <w:szCs w:val="21"/>
        </w:rPr>
        <w:t>、</w:t>
      </w:r>
      <w:r w:rsidRPr="007B1589">
        <w:rPr>
          <w:rFonts w:hAnsi="ＭＳ 明朝" w:hint="eastAsia"/>
          <w:kern w:val="0"/>
          <w:szCs w:val="21"/>
        </w:rPr>
        <w:t>直ちに納付しなければならない。</w:t>
      </w:r>
    </w:p>
    <w:p w14:paraId="7F21CD53" w14:textId="05C5633C" w:rsidR="00B31712" w:rsidRPr="007B1589" w:rsidRDefault="00B31712" w:rsidP="007B1589">
      <w:pPr>
        <w:ind w:left="202" w:hangingChars="100" w:hanging="202"/>
        <w:jc w:val="left"/>
        <w:rPr>
          <w:rFonts w:hAnsi="ＭＳ 明朝"/>
          <w:szCs w:val="21"/>
        </w:rPr>
      </w:pPr>
      <w:r w:rsidRPr="007B1589">
        <w:rPr>
          <w:rFonts w:hAnsi="ＭＳ 明朝"/>
          <w:kern w:val="0"/>
          <w:szCs w:val="21"/>
        </w:rPr>
        <w:t xml:space="preserve">2 </w:t>
      </w:r>
      <w:r w:rsidRPr="007B1589">
        <w:rPr>
          <w:rFonts w:hAnsi="ＭＳ 明朝" w:hint="eastAsia"/>
          <w:kern w:val="0"/>
          <w:szCs w:val="21"/>
        </w:rPr>
        <w:t xml:space="preserve">　受注者が契約を履行しなかった場合において</w:t>
      </w:r>
      <w:r w:rsidR="007E11AE" w:rsidRPr="007B1589">
        <w:rPr>
          <w:rFonts w:hAnsi="ＭＳ 明朝" w:hint="eastAsia"/>
          <w:kern w:val="0"/>
          <w:szCs w:val="21"/>
        </w:rPr>
        <w:t>、</w:t>
      </w:r>
      <w:r w:rsidRPr="007B1589">
        <w:rPr>
          <w:rFonts w:hAnsi="ＭＳ 明朝" w:hint="eastAsia"/>
          <w:kern w:val="0"/>
          <w:szCs w:val="21"/>
        </w:rPr>
        <w:t>契約保証金を納付しているときは</w:t>
      </w:r>
      <w:r w:rsidR="007E11AE" w:rsidRPr="007B1589">
        <w:rPr>
          <w:rFonts w:hAnsi="ＭＳ 明朝" w:hint="eastAsia"/>
          <w:kern w:val="0"/>
          <w:szCs w:val="21"/>
        </w:rPr>
        <w:t>、</w:t>
      </w:r>
      <w:r w:rsidRPr="007B1589">
        <w:rPr>
          <w:rFonts w:hAnsi="ＭＳ 明朝" w:hint="eastAsia"/>
          <w:kern w:val="0"/>
          <w:szCs w:val="21"/>
        </w:rPr>
        <w:t>当該契約保証金は</w:t>
      </w:r>
      <w:r w:rsidR="007E11AE" w:rsidRPr="007B1589">
        <w:rPr>
          <w:rFonts w:hAnsi="ＭＳ 明朝" w:hint="eastAsia"/>
          <w:kern w:val="0"/>
          <w:szCs w:val="21"/>
        </w:rPr>
        <w:t>、</w:t>
      </w:r>
      <w:r w:rsidR="00F16812" w:rsidRPr="007B1589">
        <w:rPr>
          <w:rFonts w:hAnsi="ＭＳ 明朝" w:hint="eastAsia"/>
          <w:kern w:val="0"/>
          <w:szCs w:val="21"/>
        </w:rPr>
        <w:t>本法人</w:t>
      </w:r>
      <w:r w:rsidRPr="007B1589">
        <w:rPr>
          <w:rFonts w:hAnsi="ＭＳ 明朝" w:hint="eastAsia"/>
          <w:kern w:val="0"/>
          <w:szCs w:val="21"/>
        </w:rPr>
        <w:t>に帰属するものとする。</w:t>
      </w:r>
    </w:p>
    <w:p w14:paraId="4ECEEBC0" w14:textId="77777777"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発注者は</w:t>
      </w:r>
      <w:r w:rsidR="007E11AE" w:rsidRPr="007B1589">
        <w:rPr>
          <w:rFonts w:hAnsi="ＭＳ 明朝" w:hint="eastAsia"/>
          <w:kern w:val="0"/>
          <w:szCs w:val="21"/>
        </w:rPr>
        <w:t>、</w:t>
      </w:r>
      <w:r w:rsidRPr="007B1589">
        <w:rPr>
          <w:rFonts w:hAnsi="ＭＳ 明朝" w:hint="eastAsia"/>
          <w:kern w:val="0"/>
          <w:szCs w:val="21"/>
        </w:rPr>
        <w:t>受注者が契約上の義務を履行したときは</w:t>
      </w:r>
      <w:r w:rsidR="007E11AE" w:rsidRPr="007B1589">
        <w:rPr>
          <w:rFonts w:hAnsi="ＭＳ 明朝" w:hint="eastAsia"/>
          <w:kern w:val="0"/>
          <w:szCs w:val="21"/>
        </w:rPr>
        <w:t>、</w:t>
      </w:r>
      <w:r w:rsidRPr="007B1589">
        <w:rPr>
          <w:rFonts w:hAnsi="ＭＳ 明朝" w:hint="eastAsia"/>
          <w:kern w:val="0"/>
          <w:szCs w:val="21"/>
        </w:rPr>
        <w:t>受注者の請求に基づき契約保証金を還付しなけ</w:t>
      </w:r>
      <w:r w:rsidR="006D1E09" w:rsidRPr="007B1589">
        <w:rPr>
          <w:rFonts w:hAnsi="ＭＳ 明朝" w:hint="eastAsia"/>
          <w:kern w:val="0"/>
          <w:szCs w:val="21"/>
        </w:rPr>
        <w:t>れ</w:t>
      </w:r>
      <w:r w:rsidRPr="007B1589">
        <w:rPr>
          <w:rFonts w:hAnsi="ＭＳ 明朝" w:hint="eastAsia"/>
          <w:kern w:val="0"/>
          <w:szCs w:val="21"/>
        </w:rPr>
        <w:t>ばならない。</w:t>
      </w:r>
    </w:p>
    <w:p w14:paraId="733715AA" w14:textId="77777777" w:rsidR="008D5855" w:rsidRPr="007B1589" w:rsidRDefault="008D5855" w:rsidP="007B1589">
      <w:pPr>
        <w:autoSpaceDE w:val="0"/>
        <w:autoSpaceDN w:val="0"/>
        <w:adjustRightInd w:val="0"/>
        <w:jc w:val="left"/>
        <w:rPr>
          <w:rFonts w:hAnsi="ＭＳ 明朝"/>
          <w:kern w:val="0"/>
          <w:szCs w:val="21"/>
        </w:rPr>
      </w:pPr>
      <w:r w:rsidRPr="007B1589">
        <w:rPr>
          <w:rFonts w:hAnsi="ＭＳ 明朝"/>
          <w:kern w:val="0"/>
          <w:szCs w:val="21"/>
        </w:rPr>
        <w:t>(個人情報に係る秘密の保持)</w:t>
      </w:r>
    </w:p>
    <w:p w14:paraId="234710B2" w14:textId="77777777"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25　受注者は、発注者から提供された個人に関する情報又は知り得た個人に関する情報（生存する個人に関する情報であって、当該情報に含まれる氏名、生年月日、その他の記述等により特定の個人を識別することができるものをいう（他の情報と照合することができ、それにより特定の個人を識別することができるものを含む。）。以下「個人情報」という。）がある場合は、当該個人情報を次の各号の定めに従って取り扱わなければならない。</w:t>
      </w:r>
    </w:p>
    <w:p w14:paraId="785852E7" w14:textId="77777777" w:rsidR="008D5855" w:rsidRPr="007B1589" w:rsidRDefault="008D5855" w:rsidP="008D5855">
      <w:pPr>
        <w:autoSpaceDE w:val="0"/>
        <w:autoSpaceDN w:val="0"/>
        <w:adjustRightInd w:val="0"/>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(1)　個人情報は秘密として扱うものとし、第三者に提供、開示又は漏えいしてはならない。</w:t>
      </w:r>
    </w:p>
    <w:p w14:paraId="6F716ABD" w14:textId="77777777" w:rsidR="008D5855" w:rsidRPr="007B1589" w:rsidRDefault="008D5855" w:rsidP="008D5855">
      <w:pPr>
        <w:autoSpaceDE w:val="0"/>
        <w:autoSpaceDN w:val="0"/>
        <w:adjustRightInd w:val="0"/>
        <w:ind w:left="504" w:hangingChars="250" w:hanging="504"/>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(2)　個人情報を利用するに当たっては、この契約を履行するため必要な場合に限るものとし、当該契約の履行以外の目的のために個人情報を利用してはならない。</w:t>
      </w:r>
    </w:p>
    <w:p w14:paraId="6D18DA8E" w14:textId="77777777" w:rsidR="008D5855" w:rsidRPr="007B1589" w:rsidRDefault="008D5855" w:rsidP="008D5855">
      <w:pPr>
        <w:autoSpaceDE w:val="0"/>
        <w:autoSpaceDN w:val="0"/>
        <w:adjustRightInd w:val="0"/>
        <w:ind w:left="504" w:hangingChars="250" w:hanging="504"/>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(3)　この契約を履行するため必要な場合を除き、個人情報の複製、送信、個人情報を保管している媒体の外部への送付又は持ち出し、その他個人情報の適切な管理に支障を及ぼすおそれのある行為を行ってはならない。</w:t>
      </w:r>
    </w:p>
    <w:p w14:paraId="6D856A33" w14:textId="77777777" w:rsidR="008D5855" w:rsidRPr="007B1589" w:rsidRDefault="008D5855" w:rsidP="008D5855">
      <w:pPr>
        <w:autoSpaceDE w:val="0"/>
        <w:autoSpaceDN w:val="0"/>
        <w:adjustRightInd w:val="0"/>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(4)　個人情報の内容をみだりに他人に知らせ、又は不当な目的に利用してはならない。</w:t>
      </w:r>
    </w:p>
    <w:p w14:paraId="32482708" w14:textId="7A32058C" w:rsidR="008D5855" w:rsidRPr="007B1589" w:rsidRDefault="008D5855" w:rsidP="008D5855">
      <w:pPr>
        <w:autoSpaceDE w:val="0"/>
        <w:autoSpaceDN w:val="0"/>
        <w:adjustRightInd w:val="0"/>
        <w:ind w:left="504" w:hangingChars="250" w:hanging="504"/>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(5</w:t>
      </w:r>
      <w:r w:rsidR="00EF38F2" w:rsidRPr="007B1589">
        <w:rPr>
          <w:rFonts w:hAnsi="ＭＳ 明朝"/>
          <w:kern w:val="0"/>
          <w:szCs w:val="21"/>
        </w:rPr>
        <w:t>)</w:t>
      </w:r>
      <w:r w:rsidRPr="007B1589">
        <w:rPr>
          <w:rFonts w:hAnsi="ＭＳ 明朝" w:hint="eastAsia"/>
          <w:kern w:val="0"/>
          <w:szCs w:val="21"/>
        </w:rPr>
        <w:t xml:space="preserve">　個人情報を保管している媒体が電子媒体である場合は、外部からの不正アクセスの防止、コンピュータウィルスの感染防止等に必要な措置を講じなければならない。</w:t>
      </w:r>
    </w:p>
    <w:p w14:paraId="150E252A" w14:textId="77777777" w:rsidR="008D5855" w:rsidRPr="007B1589" w:rsidRDefault="008D5855" w:rsidP="008D5855">
      <w:pPr>
        <w:autoSpaceDE w:val="0"/>
        <w:autoSpaceDN w:val="0"/>
        <w:adjustRightInd w:val="0"/>
        <w:ind w:left="504" w:hangingChars="250" w:hanging="504"/>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(6)　この契約の履行後、個人情報を消去するとともに発注者から提供された個人情報の媒体があ</w:t>
      </w:r>
      <w:r w:rsidRPr="007B1589">
        <w:rPr>
          <w:rFonts w:hAnsi="ＭＳ 明朝"/>
          <w:kern w:val="0"/>
          <w:szCs w:val="21"/>
        </w:rPr>
        <w:lastRenderedPageBreak/>
        <w:t>るときは当該媒体を発注者に返却しなければならない。</w:t>
      </w:r>
    </w:p>
    <w:p w14:paraId="5AB48C21" w14:textId="77777777" w:rsidR="008D5855" w:rsidRPr="007B1589" w:rsidRDefault="008D5855" w:rsidP="008D5855">
      <w:pPr>
        <w:autoSpaceDE w:val="0"/>
        <w:autoSpaceDN w:val="0"/>
        <w:adjustRightInd w:val="0"/>
        <w:ind w:left="403" w:hangingChars="200" w:hanging="403"/>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(7)　個人情報の漏えい、滅失又は毀損の防止その他の個人情報の適切な管理を行うため管理方法及び管理体制を定め、善良なる管理者の注意義務をもって個人情報を管理しなければならない。</w:t>
      </w:r>
    </w:p>
    <w:p w14:paraId="5B70BFF4" w14:textId="77777777" w:rsidR="008D5855" w:rsidRPr="007B1589" w:rsidRDefault="008D5855"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受注者は、前項第</w:t>
      </w:r>
      <w:r w:rsidRPr="007B1589">
        <w:rPr>
          <w:rFonts w:hAnsi="ＭＳ 明朝"/>
          <w:kern w:val="0"/>
          <w:szCs w:val="21"/>
        </w:rPr>
        <w:t>2号による利用の目的の必要な範囲を超えて、個人情報を保有してはならない。</w:t>
      </w:r>
    </w:p>
    <w:p w14:paraId="0F80D80C" w14:textId="77777777" w:rsidR="008D5855" w:rsidRPr="007B1589" w:rsidRDefault="008D5855" w:rsidP="008D5855">
      <w:pPr>
        <w:autoSpaceDE w:val="0"/>
        <w:autoSpaceDN w:val="0"/>
        <w:adjustRightInd w:val="0"/>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受注者は、偽りその他不正の手段により個人情報を取得してはならない。</w:t>
      </w:r>
    </w:p>
    <w:p w14:paraId="5CED071E" w14:textId="77777777"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4 </w:t>
      </w:r>
      <w:r w:rsidRPr="007B1589">
        <w:rPr>
          <w:rFonts w:hAnsi="ＭＳ 明朝" w:hint="eastAsia"/>
          <w:kern w:val="0"/>
          <w:szCs w:val="21"/>
        </w:rPr>
        <w:t xml:space="preserve">　受注者は、前</w:t>
      </w:r>
      <w:r w:rsidRPr="007B1589">
        <w:rPr>
          <w:rFonts w:hAnsi="ＭＳ 明朝"/>
          <w:kern w:val="0"/>
          <w:szCs w:val="21"/>
        </w:rPr>
        <w:t>3項に定めるもののほか、独立行政法人等の保有する個人情報の保護に関する法律（平成15年法律第59号）その他関係法令に定められた責務を遵守するものとする。</w:t>
      </w:r>
    </w:p>
    <w:p w14:paraId="0C370409" w14:textId="77777777"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5 </w:t>
      </w:r>
      <w:r w:rsidRPr="007B1589">
        <w:rPr>
          <w:rFonts w:hAnsi="ＭＳ 明朝" w:hint="eastAsia"/>
          <w:kern w:val="0"/>
          <w:szCs w:val="21"/>
        </w:rPr>
        <w:t xml:space="preserve">　発注者は、受注者の個人情報の管理の状況について臨時に検査することができる。この場合において、受注者は、発注者から改善要求等があったときは、直ちに必要な措置を講じなければならない。</w:t>
      </w:r>
    </w:p>
    <w:p w14:paraId="35A28398" w14:textId="77777777"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6 </w:t>
      </w:r>
      <w:r w:rsidRPr="007B1589">
        <w:rPr>
          <w:rFonts w:hAnsi="ＭＳ 明朝" w:hint="eastAsia"/>
          <w:kern w:val="0"/>
          <w:szCs w:val="21"/>
        </w:rPr>
        <w:t xml:space="preserve">　受注者は、個人情報の漏えい等が発生した場合は、被害の拡大防止等のために必要な措置を講じるとともに、事案の発生した経緯、被害状況等について調査し、直ちに発注者に連絡しなければならない。</w:t>
      </w:r>
    </w:p>
    <w:p w14:paraId="369F2C25" w14:textId="77777777"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7 </w:t>
      </w:r>
      <w:r w:rsidRPr="007B1589">
        <w:rPr>
          <w:rFonts w:hAnsi="ＭＳ 明朝" w:hint="eastAsia"/>
          <w:kern w:val="0"/>
          <w:szCs w:val="21"/>
        </w:rPr>
        <w:t xml:space="preserve">　前各項の規定は、受注者がこの契約の一部を第三者（受注者の子会社（会社法（平成</w:t>
      </w:r>
      <w:r w:rsidRPr="007B1589">
        <w:rPr>
          <w:rFonts w:hAnsi="ＭＳ 明朝"/>
          <w:kern w:val="0"/>
          <w:szCs w:val="21"/>
        </w:rPr>
        <w:t>17年法律第86号）第二条第一項第三号に規定する子会社をいう。）を含む。）に委任又は請け負わせる場合に準用する。この場合において、受注者は、当該第三者に対し個人情報に係る秘密の保持を遵守させるため必要な措置を講じなければならない。</w:t>
      </w:r>
    </w:p>
    <w:p w14:paraId="136D5DB0" w14:textId="77777777"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8 </w:t>
      </w:r>
      <w:r w:rsidRPr="007B1589">
        <w:rPr>
          <w:rFonts w:hAnsi="ＭＳ 明朝" w:hint="eastAsia"/>
          <w:kern w:val="0"/>
          <w:szCs w:val="21"/>
        </w:rPr>
        <w:t xml:space="preserve">　労働者派遣契約に係る受注者は、派遣労働者に対し次の各号に掲げる事項を遵守するため必要な措置を講じなければならない。</w:t>
      </w:r>
    </w:p>
    <w:p w14:paraId="65AFDF09" w14:textId="77777777" w:rsidR="008D5855" w:rsidRPr="007B1589" w:rsidRDefault="008D5855" w:rsidP="008D5855">
      <w:pPr>
        <w:autoSpaceDE w:val="0"/>
        <w:autoSpaceDN w:val="0"/>
        <w:adjustRightInd w:val="0"/>
        <w:ind w:leftChars="100" w:left="202"/>
        <w:jc w:val="left"/>
        <w:rPr>
          <w:rFonts w:hAnsi="ＭＳ 明朝"/>
          <w:kern w:val="0"/>
          <w:szCs w:val="21"/>
        </w:rPr>
      </w:pPr>
      <w:r w:rsidRPr="007B1589">
        <w:rPr>
          <w:rFonts w:hAnsi="ＭＳ 明朝"/>
          <w:kern w:val="0"/>
          <w:szCs w:val="21"/>
        </w:rPr>
        <w:t>(1)　第1項から第4項までの規定</w:t>
      </w:r>
    </w:p>
    <w:p w14:paraId="270C3BA8" w14:textId="77777777" w:rsidR="008D5855" w:rsidRPr="007B1589" w:rsidRDefault="008D5855" w:rsidP="007B1589">
      <w:pPr>
        <w:autoSpaceDE w:val="0"/>
        <w:autoSpaceDN w:val="0"/>
        <w:adjustRightInd w:val="0"/>
        <w:ind w:leftChars="100" w:left="202"/>
        <w:jc w:val="left"/>
        <w:rPr>
          <w:rFonts w:hAnsi="ＭＳ 明朝"/>
          <w:kern w:val="0"/>
          <w:szCs w:val="21"/>
        </w:rPr>
      </w:pPr>
      <w:r w:rsidRPr="007B1589">
        <w:rPr>
          <w:rFonts w:hAnsi="ＭＳ 明朝"/>
          <w:kern w:val="0"/>
          <w:szCs w:val="21"/>
        </w:rPr>
        <w:t>(2)　発注者の定める個人情報に関する諸規程</w:t>
      </w:r>
    </w:p>
    <w:p w14:paraId="1B595847" w14:textId="007CB11E"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発注者の</w:t>
      </w:r>
      <w:r w:rsidR="008D5855" w:rsidRPr="007B1589">
        <w:rPr>
          <w:rFonts w:hAnsi="ＭＳ 明朝" w:hint="eastAsia"/>
          <w:kern w:val="0"/>
          <w:szCs w:val="21"/>
        </w:rPr>
        <w:t>催告による</w:t>
      </w:r>
      <w:r w:rsidR="00B31712" w:rsidRPr="007B1589">
        <w:rPr>
          <w:rFonts w:hAnsi="ＭＳ 明朝" w:hint="eastAsia"/>
          <w:kern w:val="0"/>
          <w:szCs w:val="21"/>
        </w:rPr>
        <w:t>解除</w:t>
      </w:r>
      <w:r w:rsidR="008D5855" w:rsidRPr="007B1589">
        <w:rPr>
          <w:rFonts w:hAnsi="ＭＳ 明朝" w:hint="eastAsia"/>
          <w:kern w:val="0"/>
          <w:szCs w:val="21"/>
        </w:rPr>
        <w:t>権</w:t>
      </w:r>
      <w:r w:rsidRPr="007B1589">
        <w:rPr>
          <w:rFonts w:hAnsi="ＭＳ 明朝"/>
          <w:kern w:val="0"/>
          <w:szCs w:val="21"/>
        </w:rPr>
        <w:t>)</w:t>
      </w:r>
    </w:p>
    <w:p w14:paraId="4D9C50C4" w14:textId="7E9F28EE" w:rsidR="008D5855" w:rsidRPr="007B1589" w:rsidRDefault="00B31712" w:rsidP="008D5855">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8D5855" w:rsidRPr="007B1589">
        <w:rPr>
          <w:rFonts w:hAnsi="ＭＳ 明朝"/>
          <w:kern w:val="0"/>
          <w:szCs w:val="21"/>
        </w:rPr>
        <w:t>26</w:t>
      </w:r>
      <w:r w:rsidRPr="007B1589">
        <w:rPr>
          <w:rFonts w:hAnsi="ＭＳ 明朝" w:hint="eastAsia"/>
          <w:kern w:val="0"/>
          <w:szCs w:val="21"/>
        </w:rPr>
        <w:t xml:space="preserve">　</w:t>
      </w:r>
      <w:r w:rsidR="008D5855" w:rsidRPr="007B1589">
        <w:rPr>
          <w:rFonts w:hAnsi="ＭＳ 明朝" w:hint="eastAsia"/>
          <w:kern w:val="0"/>
          <w:szCs w:val="21"/>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0D35928" w14:textId="7F819872"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(1)　第</w:t>
      </w:r>
      <w:r w:rsidR="00942CE0">
        <w:rPr>
          <w:rFonts w:hAnsi="ＭＳ 明朝" w:hint="eastAsia"/>
          <w:kern w:val="0"/>
          <w:szCs w:val="21"/>
        </w:rPr>
        <w:t>3</w:t>
      </w:r>
      <w:r w:rsidRPr="007B1589">
        <w:rPr>
          <w:rFonts w:hAnsi="ＭＳ 明朝"/>
          <w:kern w:val="0"/>
          <w:szCs w:val="21"/>
        </w:rPr>
        <w:t>に規定する書類を提出せず、又は虚偽の記載をしてこれを提出したとき。</w:t>
      </w:r>
    </w:p>
    <w:p w14:paraId="471000DD" w14:textId="77777777"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(2)</w:t>
      </w:r>
      <w:r w:rsidRPr="007B1589">
        <w:rPr>
          <w:rFonts w:hAnsi="ＭＳ 明朝" w:hint="eastAsia"/>
          <w:kern w:val="0"/>
          <w:szCs w:val="21"/>
        </w:rPr>
        <w:t xml:space="preserve">　正当な理由なく、役務に着手すべき期日を過ぎても役務に着手しないとき。</w:t>
      </w:r>
    </w:p>
    <w:p w14:paraId="4BFDF401" w14:textId="77777777" w:rsidR="008D5855" w:rsidRPr="007B1589" w:rsidRDefault="008D5855" w:rsidP="008D5855">
      <w:pPr>
        <w:autoSpaceDE w:val="0"/>
        <w:autoSpaceDN w:val="0"/>
        <w:adjustRightInd w:val="0"/>
        <w:ind w:left="504" w:hangingChars="250" w:hanging="504"/>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(3)</w:t>
      </w:r>
      <w:r w:rsidRPr="007B1589">
        <w:rPr>
          <w:rFonts w:hAnsi="ＭＳ 明朝" w:hint="eastAsia"/>
          <w:kern w:val="0"/>
          <w:szCs w:val="21"/>
        </w:rPr>
        <w:t xml:space="preserve">　完了期限内又は完了期限経過後相当の期間内に役務を完了する見込みがないと認められるとき。</w:t>
      </w:r>
    </w:p>
    <w:p w14:paraId="6886A7DF" w14:textId="33D2F5EC" w:rsidR="008D5855" w:rsidRPr="007B1589" w:rsidRDefault="008D5855" w:rsidP="008D5855">
      <w:pPr>
        <w:autoSpaceDE w:val="0"/>
        <w:autoSpaceDN w:val="0"/>
        <w:adjustRightInd w:val="0"/>
        <w:ind w:leftChars="100" w:left="202"/>
        <w:jc w:val="left"/>
        <w:rPr>
          <w:rFonts w:hAnsi="ＭＳ 明朝"/>
          <w:kern w:val="0"/>
          <w:szCs w:val="21"/>
        </w:rPr>
      </w:pPr>
      <w:r w:rsidRPr="007B1589">
        <w:rPr>
          <w:rFonts w:hAnsi="ＭＳ 明朝"/>
          <w:kern w:val="0"/>
          <w:szCs w:val="21"/>
        </w:rPr>
        <w:t>(4)</w:t>
      </w:r>
      <w:r w:rsidRPr="007B1589">
        <w:rPr>
          <w:rFonts w:hAnsi="ＭＳ 明朝" w:hint="eastAsia"/>
          <w:kern w:val="0"/>
          <w:szCs w:val="21"/>
        </w:rPr>
        <w:t xml:space="preserve">　正当な理由なく、第</w:t>
      </w:r>
      <w:r w:rsidR="0025091E" w:rsidRPr="007B1589">
        <w:rPr>
          <w:rFonts w:hAnsi="ＭＳ 明朝"/>
          <w:kern w:val="0"/>
          <w:szCs w:val="21"/>
        </w:rPr>
        <w:t>23</w:t>
      </w:r>
      <w:r w:rsidRPr="007B1589">
        <w:rPr>
          <w:rFonts w:hAnsi="ＭＳ 明朝" w:hint="eastAsia"/>
          <w:kern w:val="0"/>
          <w:szCs w:val="21"/>
        </w:rPr>
        <w:t>第</w:t>
      </w:r>
      <w:r w:rsidRPr="007B1589">
        <w:rPr>
          <w:rFonts w:hAnsi="ＭＳ 明朝"/>
          <w:kern w:val="0"/>
          <w:szCs w:val="21"/>
        </w:rPr>
        <w:t>1項の履行の追完がなされないとき。</w:t>
      </w:r>
    </w:p>
    <w:p w14:paraId="10E30A3B" w14:textId="1E1FD876" w:rsidR="008D5855" w:rsidRPr="007B1589" w:rsidRDefault="008D5855" w:rsidP="008D5855">
      <w:pPr>
        <w:autoSpaceDE w:val="0"/>
        <w:autoSpaceDN w:val="0"/>
        <w:adjustRightInd w:val="0"/>
        <w:ind w:left="504" w:hangingChars="250" w:hanging="504"/>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(5)　その責めに帰すべき事由により、第2</w:t>
      </w:r>
      <w:r w:rsidR="00942CE0">
        <w:rPr>
          <w:rFonts w:hAnsi="ＭＳ 明朝" w:hint="eastAsia"/>
          <w:kern w:val="0"/>
          <w:szCs w:val="21"/>
        </w:rPr>
        <w:t>5</w:t>
      </w:r>
      <w:r w:rsidR="007B161C" w:rsidRPr="007B1589">
        <w:rPr>
          <w:rFonts w:hAnsi="ＭＳ 明朝" w:hint="eastAsia"/>
          <w:kern w:val="0"/>
          <w:szCs w:val="21"/>
        </w:rPr>
        <w:t>第</w:t>
      </w:r>
      <w:r w:rsidR="007B161C" w:rsidRPr="007B1589">
        <w:rPr>
          <w:rFonts w:hAnsi="ＭＳ 明朝"/>
          <w:kern w:val="0"/>
          <w:szCs w:val="21"/>
        </w:rPr>
        <w:t>1</w:t>
      </w:r>
      <w:r w:rsidRPr="007B1589">
        <w:rPr>
          <w:rFonts w:hAnsi="ＭＳ 明朝" w:hint="eastAsia"/>
          <w:kern w:val="0"/>
          <w:szCs w:val="21"/>
        </w:rPr>
        <w:t>項から第</w:t>
      </w:r>
      <w:r w:rsidRPr="007B1589">
        <w:rPr>
          <w:rFonts w:hAnsi="ＭＳ 明朝"/>
          <w:kern w:val="0"/>
          <w:szCs w:val="21"/>
        </w:rPr>
        <w:t>4項まで、第7項及び第8項に規定する個人情報に係る秘密の保持の定めに違反したとき。</w:t>
      </w:r>
    </w:p>
    <w:p w14:paraId="22C136D8" w14:textId="7C4D4A50" w:rsidR="00B31712" w:rsidRPr="007B1589" w:rsidRDefault="008D5855" w:rsidP="007B1589">
      <w:pPr>
        <w:autoSpaceDE w:val="0"/>
        <w:autoSpaceDN w:val="0"/>
        <w:adjustRightInd w:val="0"/>
        <w:jc w:val="left"/>
        <w:rPr>
          <w:rFonts w:hAnsi="ＭＳ 明朝"/>
          <w:kern w:val="0"/>
          <w:szCs w:val="21"/>
        </w:rPr>
      </w:pPr>
      <w:r w:rsidRPr="007B1589">
        <w:rPr>
          <w:rFonts w:hAnsi="ＭＳ 明朝" w:hint="eastAsia"/>
          <w:kern w:val="0"/>
          <w:szCs w:val="21"/>
        </w:rPr>
        <w:t xml:space="preserve">　</w:t>
      </w:r>
      <w:r w:rsidRPr="007B1589">
        <w:rPr>
          <w:rFonts w:hAnsi="ＭＳ 明朝"/>
          <w:kern w:val="0"/>
          <w:szCs w:val="21"/>
        </w:rPr>
        <w:t>(6)</w:t>
      </w:r>
      <w:r w:rsidRPr="007B1589">
        <w:rPr>
          <w:rFonts w:hAnsi="ＭＳ 明朝" w:hint="eastAsia"/>
          <w:kern w:val="0"/>
          <w:szCs w:val="21"/>
        </w:rPr>
        <w:t xml:space="preserve">　前各号に掲げる場合のほか、この契約に違反したとき。</w:t>
      </w:r>
    </w:p>
    <w:p w14:paraId="6502FFEE" w14:textId="77777777" w:rsidR="008D5855" w:rsidRPr="007B1589" w:rsidRDefault="008D5855" w:rsidP="007B1589">
      <w:pPr>
        <w:autoSpaceDE w:val="0"/>
        <w:autoSpaceDN w:val="0"/>
        <w:adjustRightInd w:val="0"/>
        <w:jc w:val="left"/>
        <w:rPr>
          <w:rFonts w:hAnsi="ＭＳ 明朝"/>
          <w:kern w:val="0"/>
          <w:szCs w:val="21"/>
        </w:rPr>
      </w:pPr>
      <w:r w:rsidRPr="007B1589">
        <w:rPr>
          <w:rFonts w:hAnsi="ＭＳ 明朝"/>
          <w:kern w:val="0"/>
          <w:szCs w:val="21"/>
        </w:rPr>
        <w:t>(発注者の催告によらない解除権)</w:t>
      </w:r>
    </w:p>
    <w:p w14:paraId="3F213DC7" w14:textId="77777777"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27　発注者は、受注者が次の各号のいずれかに該当するときは、直ちにこの契約を解除することができる。</w:t>
      </w:r>
    </w:p>
    <w:p w14:paraId="794BDFD8" w14:textId="77777777" w:rsidR="008D5855" w:rsidRPr="007B1589" w:rsidRDefault="008D5855" w:rsidP="008D5855">
      <w:pPr>
        <w:autoSpaceDE w:val="0"/>
        <w:autoSpaceDN w:val="0"/>
        <w:adjustRightInd w:val="0"/>
        <w:ind w:leftChars="100" w:left="202"/>
        <w:jc w:val="left"/>
        <w:rPr>
          <w:rFonts w:hAnsi="ＭＳ 明朝"/>
          <w:kern w:val="0"/>
          <w:szCs w:val="21"/>
        </w:rPr>
      </w:pPr>
      <w:r w:rsidRPr="007B1589">
        <w:rPr>
          <w:rFonts w:hAnsi="ＭＳ 明朝"/>
          <w:kern w:val="0"/>
          <w:szCs w:val="21"/>
        </w:rPr>
        <w:t>(1)</w:t>
      </w:r>
      <w:r w:rsidRPr="007B1589">
        <w:rPr>
          <w:rFonts w:hAnsi="ＭＳ 明朝" w:hint="eastAsia"/>
          <w:kern w:val="0"/>
          <w:szCs w:val="21"/>
        </w:rPr>
        <w:t xml:space="preserve">　第</w:t>
      </w:r>
      <w:r w:rsidRPr="007B1589">
        <w:rPr>
          <w:rFonts w:hAnsi="ＭＳ 明朝"/>
          <w:kern w:val="0"/>
          <w:szCs w:val="21"/>
        </w:rPr>
        <w:t>4第1項の規定に違反して請負代金債権を譲渡したとき。</w:t>
      </w:r>
    </w:p>
    <w:p w14:paraId="6ED75887" w14:textId="240DB896" w:rsidR="008D5855" w:rsidRPr="007B1589" w:rsidRDefault="008D5855" w:rsidP="008D5855">
      <w:pPr>
        <w:autoSpaceDE w:val="0"/>
        <w:autoSpaceDN w:val="0"/>
        <w:adjustRightInd w:val="0"/>
        <w:ind w:leftChars="100" w:left="202"/>
        <w:jc w:val="left"/>
        <w:rPr>
          <w:rFonts w:hAnsi="ＭＳ 明朝"/>
          <w:kern w:val="0"/>
          <w:szCs w:val="21"/>
        </w:rPr>
      </w:pPr>
      <w:r w:rsidRPr="007B1589">
        <w:rPr>
          <w:rFonts w:hAnsi="ＭＳ 明朝"/>
          <w:kern w:val="0"/>
          <w:szCs w:val="21"/>
        </w:rPr>
        <w:t>(2)</w:t>
      </w:r>
      <w:r w:rsidRPr="007B1589">
        <w:rPr>
          <w:rFonts w:hAnsi="ＭＳ 明朝" w:hint="eastAsia"/>
          <w:kern w:val="0"/>
          <w:szCs w:val="21"/>
        </w:rPr>
        <w:t xml:space="preserve">　第</w:t>
      </w:r>
      <w:r w:rsidRPr="007B1589">
        <w:rPr>
          <w:rFonts w:hAnsi="ＭＳ 明朝"/>
          <w:kern w:val="0"/>
          <w:szCs w:val="21"/>
        </w:rPr>
        <w:t>4第</w:t>
      </w:r>
      <w:r w:rsidR="00942CE0">
        <w:rPr>
          <w:rFonts w:hAnsi="ＭＳ 明朝" w:hint="eastAsia"/>
          <w:kern w:val="0"/>
          <w:szCs w:val="21"/>
        </w:rPr>
        <w:t>3</w:t>
      </w:r>
      <w:r w:rsidRPr="007B1589">
        <w:rPr>
          <w:rFonts w:hAnsi="ＭＳ 明朝"/>
          <w:kern w:val="0"/>
          <w:szCs w:val="21"/>
        </w:rPr>
        <w:t>項の規定に違反して譲渡により得た資金を当該請負以外に使用したとき。</w:t>
      </w:r>
    </w:p>
    <w:p w14:paraId="566C2502" w14:textId="77777777" w:rsidR="008D5855" w:rsidRPr="007B1589" w:rsidRDefault="008D5855" w:rsidP="008D5855">
      <w:pPr>
        <w:autoSpaceDE w:val="0"/>
        <w:autoSpaceDN w:val="0"/>
        <w:adjustRightInd w:val="0"/>
        <w:ind w:leftChars="100" w:left="202"/>
        <w:jc w:val="left"/>
        <w:rPr>
          <w:rFonts w:hAnsi="ＭＳ 明朝"/>
          <w:kern w:val="0"/>
          <w:szCs w:val="21"/>
        </w:rPr>
      </w:pPr>
      <w:r w:rsidRPr="007B1589">
        <w:rPr>
          <w:rFonts w:hAnsi="ＭＳ 明朝"/>
          <w:kern w:val="0"/>
          <w:szCs w:val="21"/>
        </w:rPr>
        <w:t>(3)</w:t>
      </w:r>
      <w:r w:rsidRPr="007B1589">
        <w:rPr>
          <w:rFonts w:hAnsi="ＭＳ 明朝" w:hint="eastAsia"/>
          <w:kern w:val="0"/>
          <w:szCs w:val="21"/>
        </w:rPr>
        <w:t xml:space="preserve">　この契約の役務を履行することができないことが明らかであるとき。</w:t>
      </w:r>
    </w:p>
    <w:p w14:paraId="0DD4A235" w14:textId="77777777" w:rsidR="008D5855" w:rsidRPr="007B1589" w:rsidRDefault="008D5855" w:rsidP="008D5855">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(4)</w:t>
      </w:r>
      <w:r w:rsidRPr="007B1589">
        <w:rPr>
          <w:rFonts w:hAnsi="ＭＳ 明朝" w:hint="eastAsia"/>
          <w:kern w:val="0"/>
          <w:szCs w:val="21"/>
        </w:rPr>
        <w:t xml:space="preserve">　履行された請負の役務に契約不適合がある場合において、その不適合が役務を除却した上で再び履行しなければ、契約の目的を達成することができないものであるとき。</w:t>
      </w:r>
    </w:p>
    <w:p w14:paraId="315F94FC" w14:textId="77777777" w:rsidR="008D5855" w:rsidRPr="007B1589" w:rsidRDefault="008D5855" w:rsidP="008D5855">
      <w:pPr>
        <w:autoSpaceDE w:val="0"/>
        <w:autoSpaceDN w:val="0"/>
        <w:adjustRightInd w:val="0"/>
        <w:ind w:leftChars="100" w:left="202"/>
        <w:jc w:val="left"/>
        <w:rPr>
          <w:rFonts w:hAnsi="ＭＳ 明朝"/>
          <w:kern w:val="0"/>
          <w:szCs w:val="21"/>
        </w:rPr>
      </w:pPr>
      <w:r w:rsidRPr="007B1589">
        <w:rPr>
          <w:rFonts w:hAnsi="ＭＳ 明朝"/>
          <w:kern w:val="0"/>
          <w:szCs w:val="21"/>
        </w:rPr>
        <w:t>(5)</w:t>
      </w:r>
      <w:r w:rsidRPr="007B1589">
        <w:rPr>
          <w:rFonts w:hAnsi="ＭＳ 明朝" w:hint="eastAsia"/>
          <w:kern w:val="0"/>
          <w:szCs w:val="21"/>
        </w:rPr>
        <w:t xml:space="preserve">　受注者がこの契約の役務の給付債務の履行を拒絶する意思を明確に表示したとき。</w:t>
      </w:r>
    </w:p>
    <w:p w14:paraId="3AE35732" w14:textId="77777777" w:rsidR="008D5855" w:rsidRPr="007B1589" w:rsidRDefault="008D5855" w:rsidP="008D5855">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(6)</w:t>
      </w:r>
      <w:r w:rsidRPr="007B1589">
        <w:rPr>
          <w:rFonts w:hAnsi="ＭＳ 明朝" w:hint="eastAsia"/>
          <w:kern w:val="0"/>
          <w:szCs w:val="21"/>
        </w:rPr>
        <w:t xml:space="preserve">　受注者の債務の一部の履行が不能である場合又は受注者がその債務の一部の履行を拒絶する</w:t>
      </w:r>
      <w:r w:rsidRPr="007B1589">
        <w:rPr>
          <w:rFonts w:hAnsi="ＭＳ 明朝" w:hint="eastAsia"/>
          <w:kern w:val="0"/>
          <w:szCs w:val="21"/>
        </w:rPr>
        <w:lastRenderedPageBreak/>
        <w:t>意思を明確に表示した場合において、残存する部分のみでは契約をした目的を達することができないとき。</w:t>
      </w:r>
    </w:p>
    <w:p w14:paraId="3E94F63A" w14:textId="77777777" w:rsidR="008D5855" w:rsidRPr="007B1589" w:rsidRDefault="008D5855" w:rsidP="008D5855">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(7)</w:t>
      </w:r>
      <w:r w:rsidRPr="007B1589">
        <w:rPr>
          <w:rFonts w:hAnsi="ＭＳ 明朝" w:hint="eastAsia"/>
          <w:kern w:val="0"/>
          <w:szCs w:val="21"/>
        </w:rPr>
        <w:t xml:space="preserve">　契約の役務の性質や当事者の意思表示により、特定の日時又は一定の期間内に履行しなければ契約をした目的を達することができない場合において、受注者が履行をしないでその時期を経過したとき。</w:t>
      </w:r>
    </w:p>
    <w:p w14:paraId="73B6D979" w14:textId="33250E95" w:rsidR="008D5855" w:rsidRPr="007B1589" w:rsidRDefault="008D5855" w:rsidP="008D5855">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(8)</w:t>
      </w:r>
      <w:r w:rsidRPr="007B1589">
        <w:rPr>
          <w:rFonts w:hAnsi="ＭＳ 明朝" w:hint="eastAsia"/>
          <w:kern w:val="0"/>
          <w:szCs w:val="21"/>
        </w:rPr>
        <w:t xml:space="preserve">　前各号に掲げる場合のほか、受注者がその債務の履行をせず、発注者が第</w:t>
      </w:r>
      <w:r w:rsidR="00764F6E" w:rsidRPr="007B1589">
        <w:rPr>
          <w:rFonts w:hAnsi="ＭＳ 明朝"/>
          <w:kern w:val="0"/>
          <w:szCs w:val="21"/>
        </w:rPr>
        <w:t>26</w:t>
      </w:r>
      <w:r w:rsidRPr="007B1589">
        <w:rPr>
          <w:rFonts w:hAnsi="ＭＳ 明朝" w:hint="eastAsia"/>
          <w:kern w:val="0"/>
          <w:szCs w:val="21"/>
        </w:rPr>
        <w:t>の催告をしても契約をした目的を達するのに足りる履行がされる見込みがないことが明らかであるとき。</w:t>
      </w:r>
    </w:p>
    <w:p w14:paraId="48C1DEF5" w14:textId="77777777" w:rsidR="008D5855" w:rsidRPr="007B1589" w:rsidRDefault="008D5855" w:rsidP="008D5855">
      <w:pPr>
        <w:autoSpaceDE w:val="0"/>
        <w:autoSpaceDN w:val="0"/>
        <w:adjustRightInd w:val="0"/>
        <w:ind w:leftChars="100" w:left="404" w:hangingChars="100" w:hanging="202"/>
        <w:jc w:val="left"/>
        <w:rPr>
          <w:rFonts w:hAnsi="ＭＳ 明朝"/>
          <w:kern w:val="0"/>
          <w:szCs w:val="21"/>
        </w:rPr>
      </w:pPr>
      <w:r w:rsidRPr="007B1589">
        <w:rPr>
          <w:rFonts w:hAnsi="ＭＳ 明朝"/>
          <w:kern w:val="0"/>
          <w:szCs w:val="21"/>
        </w:rPr>
        <w:t>(9)</w:t>
      </w:r>
      <w:r w:rsidRPr="007B1589">
        <w:rPr>
          <w:rFonts w:hAnsi="ＭＳ 明朝" w:hint="eastAsia"/>
          <w:kern w:val="0"/>
          <w:szCs w:val="21"/>
        </w:rPr>
        <w:t xml:space="preserve">　暴力団（暴力団員による不当な行為の防止等に関する法律（平成</w:t>
      </w:r>
      <w:r w:rsidRPr="007B1589">
        <w:rPr>
          <w:rFonts w:hAnsi="ＭＳ 明朝"/>
          <w:kern w:val="0"/>
          <w:szCs w:val="21"/>
        </w:rPr>
        <w:t>3年法律第77号）第2条第2号に規定する暴力団をいう。以下その条において同じ。）又は暴力団員（暴力団員による不当な行為の防止等に関する法律第2条第6号に規定する暴力団員をいう。以下この条において同じ。）が経営に実質的に関与していると認められる者に請負代金債権を譲渡したとき。</w:t>
      </w:r>
    </w:p>
    <w:p w14:paraId="50933B57" w14:textId="6824765D" w:rsidR="008D5855" w:rsidRPr="007B1589" w:rsidRDefault="008D5855" w:rsidP="008D5855">
      <w:pPr>
        <w:autoSpaceDE w:val="0"/>
        <w:autoSpaceDN w:val="0"/>
        <w:adjustRightInd w:val="0"/>
        <w:ind w:leftChars="100" w:left="202"/>
        <w:jc w:val="left"/>
        <w:rPr>
          <w:rFonts w:hAnsi="ＭＳ 明朝"/>
          <w:kern w:val="0"/>
          <w:szCs w:val="21"/>
        </w:rPr>
      </w:pPr>
      <w:r w:rsidRPr="007B1589">
        <w:rPr>
          <w:rFonts w:hAnsi="ＭＳ 明朝"/>
          <w:kern w:val="0"/>
          <w:szCs w:val="21"/>
        </w:rPr>
        <w:t>(10)</w:t>
      </w:r>
      <w:r w:rsidRPr="007B1589">
        <w:rPr>
          <w:rFonts w:hAnsi="ＭＳ 明朝" w:hint="eastAsia"/>
          <w:kern w:val="0"/>
          <w:szCs w:val="21"/>
        </w:rPr>
        <w:t xml:space="preserve">　第</w:t>
      </w:r>
      <w:r w:rsidR="0086389F" w:rsidRPr="007B1589">
        <w:rPr>
          <w:rFonts w:hAnsi="ＭＳ 明朝"/>
          <w:kern w:val="0"/>
          <w:szCs w:val="21"/>
        </w:rPr>
        <w:t>30</w:t>
      </w:r>
      <w:r w:rsidRPr="007B1589">
        <w:rPr>
          <w:rFonts w:hAnsi="ＭＳ 明朝" w:hint="eastAsia"/>
          <w:kern w:val="0"/>
          <w:szCs w:val="21"/>
        </w:rPr>
        <w:t>又は第</w:t>
      </w:r>
      <w:r w:rsidR="0086389F" w:rsidRPr="007B1589">
        <w:rPr>
          <w:rFonts w:hAnsi="ＭＳ 明朝"/>
          <w:kern w:val="0"/>
          <w:szCs w:val="21"/>
        </w:rPr>
        <w:t>31</w:t>
      </w:r>
      <w:r w:rsidRPr="007B1589">
        <w:rPr>
          <w:rFonts w:hAnsi="ＭＳ 明朝" w:hint="eastAsia"/>
          <w:kern w:val="0"/>
          <w:szCs w:val="21"/>
        </w:rPr>
        <w:t>の規定によらないでこの契約の解除を申し出たとき。</w:t>
      </w:r>
    </w:p>
    <w:p w14:paraId="3B584662" w14:textId="77777777" w:rsidR="008D5855" w:rsidRPr="007B1589" w:rsidRDefault="008D5855" w:rsidP="008D5855">
      <w:pPr>
        <w:autoSpaceDE w:val="0"/>
        <w:autoSpaceDN w:val="0"/>
        <w:adjustRightInd w:val="0"/>
        <w:ind w:leftChars="100" w:left="202"/>
        <w:jc w:val="left"/>
        <w:rPr>
          <w:rFonts w:hAnsi="ＭＳ 明朝"/>
          <w:kern w:val="0"/>
          <w:szCs w:val="21"/>
        </w:rPr>
      </w:pPr>
      <w:r w:rsidRPr="007B1589">
        <w:rPr>
          <w:rFonts w:hAnsi="ＭＳ 明朝"/>
          <w:kern w:val="0"/>
          <w:szCs w:val="21"/>
        </w:rPr>
        <w:t>(11)</w:t>
      </w:r>
      <w:r w:rsidRPr="007B1589">
        <w:rPr>
          <w:rFonts w:hAnsi="ＭＳ 明朝" w:hint="eastAsia"/>
          <w:kern w:val="0"/>
          <w:szCs w:val="21"/>
        </w:rPr>
        <w:t xml:space="preserve">　受注者が、次のいずれかに該当するとき。</w:t>
      </w:r>
    </w:p>
    <w:p w14:paraId="4490E5E8" w14:textId="77777777" w:rsidR="008D5855" w:rsidRPr="007B1589" w:rsidRDefault="008D5855" w:rsidP="008D5855">
      <w:pPr>
        <w:autoSpaceDE w:val="0"/>
        <w:autoSpaceDN w:val="0"/>
        <w:adjustRightInd w:val="0"/>
        <w:ind w:left="806" w:hangingChars="400" w:hanging="806"/>
        <w:jc w:val="left"/>
        <w:rPr>
          <w:rFonts w:hAnsi="ＭＳ 明朝"/>
          <w:kern w:val="0"/>
          <w:szCs w:val="21"/>
        </w:rPr>
      </w:pPr>
      <w:r w:rsidRPr="007B1589">
        <w:rPr>
          <w:rFonts w:hAnsi="ＭＳ 明朝" w:hint="eastAsia"/>
          <w:kern w:val="0"/>
          <w:szCs w:val="21"/>
        </w:rPr>
        <w:t xml:space="preserve">　　　イ　役員等（受注者が個人である場合にはその者を、受注者が法人である場合にはその役員又はその支店若しくは常時役務の請負契約を締結する事務所の代表者をいう。以下この号において同じ。）が、暴力団員であると認められるとき。</w:t>
      </w:r>
    </w:p>
    <w:p w14:paraId="05D0D9FD" w14:textId="77777777" w:rsidR="008D5855" w:rsidRPr="007B1589" w:rsidRDefault="008D5855" w:rsidP="008D5855">
      <w:pPr>
        <w:autoSpaceDE w:val="0"/>
        <w:autoSpaceDN w:val="0"/>
        <w:adjustRightInd w:val="0"/>
        <w:ind w:leftChars="100" w:left="202" w:firstLineChars="100" w:firstLine="202"/>
        <w:jc w:val="left"/>
        <w:rPr>
          <w:rFonts w:hAnsi="ＭＳ 明朝"/>
          <w:kern w:val="0"/>
          <w:szCs w:val="21"/>
        </w:rPr>
      </w:pPr>
      <w:r w:rsidRPr="007B1589">
        <w:rPr>
          <w:rFonts w:hAnsi="ＭＳ 明朝" w:hint="eastAsia"/>
          <w:kern w:val="0"/>
          <w:szCs w:val="21"/>
        </w:rPr>
        <w:t xml:space="preserve">　ロ　暴力団又は暴力団員が、経営に実質的に関与していると認められるとき。</w:t>
      </w:r>
    </w:p>
    <w:p w14:paraId="3847772F" w14:textId="77777777" w:rsidR="008D5855" w:rsidRPr="007B1589" w:rsidRDefault="008D5855" w:rsidP="008D5855">
      <w:pPr>
        <w:autoSpaceDE w:val="0"/>
        <w:autoSpaceDN w:val="0"/>
        <w:adjustRightInd w:val="0"/>
        <w:ind w:left="806" w:hangingChars="400" w:hanging="806"/>
        <w:jc w:val="left"/>
        <w:rPr>
          <w:rFonts w:hAnsi="ＭＳ 明朝"/>
          <w:kern w:val="0"/>
          <w:szCs w:val="21"/>
        </w:rPr>
      </w:pPr>
      <w:r w:rsidRPr="007B1589">
        <w:rPr>
          <w:rFonts w:hAnsi="ＭＳ 明朝" w:hint="eastAsia"/>
          <w:kern w:val="0"/>
          <w:szCs w:val="21"/>
        </w:rPr>
        <w:t xml:space="preserve">　　　ハ　役員等が、自己、自社若しくは第三者の不正の利益を図る目的又は第三者に損害を加える目的をもって、暴力団又は暴力団員を利用する等したと認められるとき。</w:t>
      </w:r>
    </w:p>
    <w:p w14:paraId="28B4095D" w14:textId="77777777" w:rsidR="008D5855" w:rsidRPr="007B1589" w:rsidRDefault="008D5855" w:rsidP="008D5855">
      <w:pPr>
        <w:autoSpaceDE w:val="0"/>
        <w:autoSpaceDN w:val="0"/>
        <w:adjustRightInd w:val="0"/>
        <w:ind w:left="806" w:hangingChars="400" w:hanging="806"/>
        <w:jc w:val="left"/>
        <w:rPr>
          <w:rFonts w:hAnsi="ＭＳ 明朝"/>
          <w:kern w:val="0"/>
          <w:szCs w:val="21"/>
        </w:rPr>
      </w:pPr>
      <w:r w:rsidRPr="007B1589">
        <w:rPr>
          <w:rFonts w:hAnsi="ＭＳ 明朝" w:hint="eastAsia"/>
          <w:kern w:val="0"/>
          <w:szCs w:val="21"/>
        </w:rPr>
        <w:t xml:space="preserve">　　　ニ　役員等が、暴力団又は暴力団員に対して資金等を供給し、又は便宜を供与する等直接的若しくは積極的に暴力団の維持、運営に協力し、若しくは関与していると認められるとき。</w:t>
      </w:r>
    </w:p>
    <w:p w14:paraId="1DD7EC9C" w14:textId="77777777" w:rsidR="008D5855" w:rsidRPr="007B1589" w:rsidRDefault="008D5855" w:rsidP="008D5855">
      <w:pPr>
        <w:autoSpaceDE w:val="0"/>
        <w:autoSpaceDN w:val="0"/>
        <w:adjustRightInd w:val="0"/>
        <w:ind w:left="806" w:hangingChars="400" w:hanging="806"/>
        <w:jc w:val="left"/>
        <w:rPr>
          <w:rFonts w:hAnsi="ＭＳ 明朝"/>
          <w:kern w:val="0"/>
          <w:szCs w:val="21"/>
        </w:rPr>
      </w:pPr>
      <w:r w:rsidRPr="007B1589">
        <w:rPr>
          <w:rFonts w:hAnsi="ＭＳ 明朝" w:hint="eastAsia"/>
          <w:kern w:val="0"/>
          <w:szCs w:val="21"/>
        </w:rPr>
        <w:t xml:space="preserve">　　　ホ　役員等が、暴力団又は暴力団員と社会的に非難されるべき関係を有していると認められるとき。</w:t>
      </w:r>
    </w:p>
    <w:p w14:paraId="7F9CDC82" w14:textId="77777777" w:rsidR="008D5855" w:rsidRPr="007B1589" w:rsidRDefault="008D5855" w:rsidP="008D5855">
      <w:pPr>
        <w:autoSpaceDE w:val="0"/>
        <w:autoSpaceDN w:val="0"/>
        <w:adjustRightInd w:val="0"/>
        <w:ind w:left="806" w:hangingChars="400" w:hanging="806"/>
        <w:jc w:val="left"/>
        <w:rPr>
          <w:rFonts w:hAnsi="ＭＳ 明朝"/>
          <w:kern w:val="0"/>
          <w:szCs w:val="21"/>
        </w:rPr>
      </w:pPr>
      <w:r w:rsidRPr="007B1589">
        <w:rPr>
          <w:rFonts w:hAnsi="ＭＳ 明朝" w:hint="eastAsia"/>
          <w:kern w:val="0"/>
          <w:szCs w:val="21"/>
        </w:rPr>
        <w:t xml:space="preserve">　　　ヘ　下請契約又は資材、原材料等の購入契約その他の契約に当たり、その相手方がイからホまでのいずれかに該当することを知りながら、当該者と契約を締結したと認められるとき。</w:t>
      </w:r>
    </w:p>
    <w:p w14:paraId="3FC45E23" w14:textId="77777777" w:rsidR="008D5855" w:rsidRPr="007B1589" w:rsidRDefault="008D5855" w:rsidP="008D5855">
      <w:pPr>
        <w:autoSpaceDE w:val="0"/>
        <w:autoSpaceDN w:val="0"/>
        <w:adjustRightInd w:val="0"/>
        <w:ind w:left="806" w:hangingChars="400" w:hanging="806"/>
        <w:jc w:val="left"/>
        <w:rPr>
          <w:rFonts w:hAnsi="ＭＳ 明朝"/>
          <w:kern w:val="0"/>
          <w:szCs w:val="21"/>
        </w:rPr>
      </w:pPr>
      <w:r w:rsidRPr="007B1589">
        <w:rPr>
          <w:rFonts w:hAnsi="ＭＳ 明朝" w:hint="eastAsia"/>
          <w:kern w:val="0"/>
          <w:szCs w:val="21"/>
        </w:rPr>
        <w:t xml:space="preserve">　　　ト　受注者が、イからホまでのいずれかに該当する者を下請契約又は資材、原材料等の購入契約その他の契約の相手方としていた場合（ヘに該当する場合を除く。）に、発注者が受注者に対して当該契約の解除を求め、受注者がこれに従わなかったとき。</w:t>
      </w:r>
    </w:p>
    <w:p w14:paraId="6B5C48BE" w14:textId="77777777" w:rsidR="008D5855" w:rsidRPr="007B1589" w:rsidRDefault="008D5855" w:rsidP="007B1589">
      <w:pPr>
        <w:autoSpaceDE w:val="0"/>
        <w:autoSpaceDN w:val="0"/>
        <w:adjustRightInd w:val="0"/>
        <w:jc w:val="left"/>
        <w:rPr>
          <w:rFonts w:hAnsi="ＭＳ 明朝"/>
          <w:kern w:val="0"/>
          <w:szCs w:val="21"/>
        </w:rPr>
      </w:pPr>
      <w:r w:rsidRPr="007B1589">
        <w:rPr>
          <w:rFonts w:hAnsi="ＭＳ 明朝"/>
          <w:kern w:val="0"/>
          <w:szCs w:val="21"/>
        </w:rPr>
        <w:t>(発注者の任意解除権)</w:t>
      </w:r>
    </w:p>
    <w:p w14:paraId="4E5F8DAB" w14:textId="5DF696E7"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28　発注者は、役務が完了するまでの間は、第</w:t>
      </w:r>
      <w:r w:rsidR="0086389F" w:rsidRPr="007B1589">
        <w:rPr>
          <w:rFonts w:hAnsi="ＭＳ 明朝"/>
          <w:kern w:val="0"/>
          <w:szCs w:val="21"/>
        </w:rPr>
        <w:t>26</w:t>
      </w:r>
      <w:r w:rsidRPr="007B1589">
        <w:rPr>
          <w:rFonts w:hAnsi="ＭＳ 明朝" w:hint="eastAsia"/>
          <w:kern w:val="0"/>
          <w:szCs w:val="21"/>
        </w:rPr>
        <w:t>又は第</w:t>
      </w:r>
      <w:r w:rsidR="0086389F" w:rsidRPr="007B1589">
        <w:rPr>
          <w:rFonts w:hAnsi="ＭＳ 明朝"/>
          <w:kern w:val="0"/>
          <w:szCs w:val="21"/>
        </w:rPr>
        <w:t>27</w:t>
      </w:r>
      <w:r w:rsidRPr="007B1589">
        <w:rPr>
          <w:rFonts w:hAnsi="ＭＳ 明朝" w:hint="eastAsia"/>
          <w:kern w:val="0"/>
          <w:szCs w:val="21"/>
        </w:rPr>
        <w:t>の規定によるほか、必要があるときは、この契約を解除することができる。</w:t>
      </w:r>
    </w:p>
    <w:p w14:paraId="42CAC1A5" w14:textId="77777777" w:rsidR="008D5855" w:rsidRPr="007B1589" w:rsidRDefault="008D5855" w:rsidP="007B1589">
      <w:pPr>
        <w:autoSpaceDE w:val="0"/>
        <w:autoSpaceDN w:val="0"/>
        <w:adjustRightInd w:val="0"/>
        <w:jc w:val="left"/>
        <w:rPr>
          <w:rFonts w:hAnsi="ＭＳ 明朝"/>
          <w:kern w:val="0"/>
          <w:szCs w:val="21"/>
        </w:rPr>
      </w:pPr>
      <w:r w:rsidRPr="007B1589">
        <w:rPr>
          <w:rFonts w:hAnsi="ＭＳ 明朝"/>
          <w:kern w:val="0"/>
          <w:szCs w:val="21"/>
        </w:rPr>
        <w:t>(</w:t>
      </w:r>
      <w:r w:rsidRPr="007B1589">
        <w:rPr>
          <w:rFonts w:hAnsi="ＭＳ 明朝" w:hint="eastAsia"/>
          <w:kern w:val="0"/>
          <w:szCs w:val="21"/>
        </w:rPr>
        <w:t>発注者の責めに帰すべき事由による場合の解除の制限</w:t>
      </w:r>
      <w:r w:rsidRPr="007B1589">
        <w:rPr>
          <w:rFonts w:hAnsi="ＭＳ 明朝"/>
          <w:kern w:val="0"/>
          <w:szCs w:val="21"/>
        </w:rPr>
        <w:t>)</w:t>
      </w:r>
    </w:p>
    <w:p w14:paraId="7773BFB0" w14:textId="740B6512" w:rsidR="008D5855" w:rsidRPr="007B1589" w:rsidRDefault="008D5855" w:rsidP="007B1589">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29　第</w:t>
      </w:r>
      <w:r w:rsidR="0086389F" w:rsidRPr="007B1589">
        <w:rPr>
          <w:rFonts w:hAnsi="ＭＳ 明朝"/>
          <w:kern w:val="0"/>
          <w:szCs w:val="21"/>
        </w:rPr>
        <w:t>26</w:t>
      </w:r>
      <w:r w:rsidRPr="007B1589">
        <w:rPr>
          <w:rFonts w:hAnsi="ＭＳ 明朝" w:hint="eastAsia"/>
          <w:kern w:val="0"/>
          <w:szCs w:val="21"/>
        </w:rPr>
        <w:t>各号又は第</w:t>
      </w:r>
      <w:r w:rsidR="0086389F" w:rsidRPr="007B1589">
        <w:rPr>
          <w:rFonts w:hAnsi="ＭＳ 明朝"/>
          <w:kern w:val="0"/>
          <w:szCs w:val="21"/>
        </w:rPr>
        <w:t>27</w:t>
      </w:r>
      <w:r w:rsidRPr="007B1589">
        <w:rPr>
          <w:rFonts w:hAnsi="ＭＳ 明朝" w:hint="eastAsia"/>
          <w:kern w:val="0"/>
          <w:szCs w:val="21"/>
        </w:rPr>
        <w:t>各号に定める場合が発注者の責めに帰すべき事由によるものであるときは、発注者は、第</w:t>
      </w:r>
      <w:r w:rsidR="0086389F" w:rsidRPr="007B1589">
        <w:rPr>
          <w:rFonts w:hAnsi="ＭＳ 明朝"/>
          <w:kern w:val="0"/>
          <w:szCs w:val="21"/>
        </w:rPr>
        <w:t>26</w:t>
      </w:r>
      <w:r w:rsidRPr="007B1589">
        <w:rPr>
          <w:rFonts w:hAnsi="ＭＳ 明朝" w:hint="eastAsia"/>
          <w:kern w:val="0"/>
          <w:szCs w:val="21"/>
        </w:rPr>
        <w:t>又は第</w:t>
      </w:r>
      <w:r w:rsidR="0086389F" w:rsidRPr="007B1589">
        <w:rPr>
          <w:rFonts w:hAnsi="ＭＳ 明朝"/>
          <w:kern w:val="0"/>
          <w:szCs w:val="21"/>
        </w:rPr>
        <w:t>27</w:t>
      </w:r>
      <w:r w:rsidRPr="007B1589">
        <w:rPr>
          <w:rFonts w:hAnsi="ＭＳ 明朝" w:hint="eastAsia"/>
          <w:kern w:val="0"/>
          <w:szCs w:val="21"/>
        </w:rPr>
        <w:t>の規定による契約の解除をすることができない。</w:t>
      </w:r>
    </w:p>
    <w:p w14:paraId="2E8DC098" w14:textId="4164AE21"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受注者の</w:t>
      </w:r>
      <w:r w:rsidR="008D5855" w:rsidRPr="007B1589">
        <w:rPr>
          <w:rFonts w:hAnsi="ＭＳ 明朝" w:hint="eastAsia"/>
          <w:kern w:val="0"/>
          <w:szCs w:val="21"/>
        </w:rPr>
        <w:t>催告による</w:t>
      </w:r>
      <w:r w:rsidR="00B31712" w:rsidRPr="007B1589">
        <w:rPr>
          <w:rFonts w:hAnsi="ＭＳ 明朝" w:hint="eastAsia"/>
          <w:kern w:val="0"/>
          <w:szCs w:val="21"/>
        </w:rPr>
        <w:t>解除</w:t>
      </w:r>
      <w:r w:rsidR="008D5855" w:rsidRPr="007B1589">
        <w:rPr>
          <w:rFonts w:hAnsi="ＭＳ 明朝" w:hint="eastAsia"/>
          <w:kern w:val="0"/>
          <w:szCs w:val="21"/>
        </w:rPr>
        <w:t>権</w:t>
      </w:r>
      <w:r w:rsidRPr="007B1589">
        <w:rPr>
          <w:rFonts w:hAnsi="ＭＳ 明朝"/>
          <w:kern w:val="0"/>
          <w:szCs w:val="21"/>
        </w:rPr>
        <w:t>)</w:t>
      </w:r>
    </w:p>
    <w:p w14:paraId="0F22523A" w14:textId="10FAAE34" w:rsidR="008D5855" w:rsidRPr="007B1589" w:rsidRDefault="00B31712" w:rsidP="008D5855">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8D5855" w:rsidRPr="007B1589">
        <w:rPr>
          <w:rFonts w:hAnsi="ＭＳ 明朝"/>
          <w:kern w:val="0"/>
          <w:szCs w:val="21"/>
        </w:rPr>
        <w:t>30</w:t>
      </w:r>
      <w:r w:rsidRPr="007B1589">
        <w:rPr>
          <w:rFonts w:hAnsi="ＭＳ 明朝" w:hint="eastAsia"/>
          <w:kern w:val="0"/>
          <w:szCs w:val="21"/>
        </w:rPr>
        <w:t xml:space="preserve">　</w:t>
      </w:r>
      <w:r w:rsidR="008D5855" w:rsidRPr="007B1589">
        <w:rPr>
          <w:rFonts w:hAnsi="ＭＳ 明朝" w:hint="eastAsia"/>
          <w:kern w:val="0"/>
          <w:szCs w:val="21"/>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2B927BB" w14:textId="77777777" w:rsidR="008D5855" w:rsidRPr="007B1589" w:rsidRDefault="008D5855" w:rsidP="007B1589">
      <w:pPr>
        <w:autoSpaceDE w:val="0"/>
        <w:autoSpaceDN w:val="0"/>
        <w:adjustRightInd w:val="0"/>
        <w:jc w:val="left"/>
        <w:rPr>
          <w:rFonts w:hAnsi="ＭＳ 明朝"/>
          <w:kern w:val="0"/>
          <w:szCs w:val="21"/>
        </w:rPr>
      </w:pPr>
      <w:r w:rsidRPr="007B1589">
        <w:rPr>
          <w:rFonts w:hAnsi="ＭＳ 明朝"/>
          <w:kern w:val="0"/>
          <w:szCs w:val="21"/>
        </w:rPr>
        <w:t>(受注者の催告によらない解除権)</w:t>
      </w:r>
    </w:p>
    <w:p w14:paraId="0435EE4E" w14:textId="77777777" w:rsidR="008D5855" w:rsidRPr="007B1589" w:rsidRDefault="008D5855" w:rsidP="008D5855">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31</w:t>
      </w:r>
      <w:r w:rsidRPr="007B1589">
        <w:rPr>
          <w:rFonts w:hAnsi="ＭＳ 明朝" w:hint="eastAsia"/>
          <w:kern w:val="0"/>
          <w:szCs w:val="21"/>
        </w:rPr>
        <w:t xml:space="preserve">　受注者は、天災その他避けることのできない理由により、給付を完了することが不可能又は著しく困難となったときは、この契約を解除することができる。</w:t>
      </w:r>
    </w:p>
    <w:p w14:paraId="2403D0BF" w14:textId="77777777" w:rsidR="008D5855" w:rsidRPr="007B1589" w:rsidRDefault="008D5855" w:rsidP="007B1589">
      <w:pPr>
        <w:autoSpaceDE w:val="0"/>
        <w:autoSpaceDN w:val="0"/>
        <w:adjustRightInd w:val="0"/>
        <w:jc w:val="left"/>
        <w:rPr>
          <w:rFonts w:hAnsi="ＭＳ 明朝"/>
          <w:kern w:val="0"/>
          <w:szCs w:val="21"/>
        </w:rPr>
      </w:pPr>
      <w:r w:rsidRPr="007B1589">
        <w:rPr>
          <w:rFonts w:hAnsi="ＭＳ 明朝"/>
          <w:kern w:val="0"/>
          <w:szCs w:val="21"/>
        </w:rPr>
        <w:t>(</w:t>
      </w:r>
      <w:r w:rsidRPr="007B1589">
        <w:rPr>
          <w:rFonts w:hAnsi="ＭＳ 明朝" w:hint="eastAsia"/>
          <w:kern w:val="0"/>
          <w:szCs w:val="21"/>
        </w:rPr>
        <w:t>受注者の責めに帰すべき事由による場合の解除の制限</w:t>
      </w:r>
      <w:r w:rsidRPr="007B1589">
        <w:rPr>
          <w:rFonts w:hAnsi="ＭＳ 明朝"/>
          <w:kern w:val="0"/>
          <w:szCs w:val="21"/>
        </w:rPr>
        <w:t>)</w:t>
      </w:r>
    </w:p>
    <w:p w14:paraId="2BEBBAE4" w14:textId="2114EE78" w:rsidR="00B31712" w:rsidRPr="007B1589" w:rsidRDefault="008D5855" w:rsidP="007B1589">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32　第</w:t>
      </w:r>
      <w:r w:rsidR="0086389F" w:rsidRPr="007B1589">
        <w:rPr>
          <w:rFonts w:hAnsi="ＭＳ 明朝"/>
          <w:kern w:val="0"/>
          <w:szCs w:val="21"/>
        </w:rPr>
        <w:t>30</w:t>
      </w:r>
      <w:r w:rsidRPr="007B1589">
        <w:rPr>
          <w:rFonts w:hAnsi="ＭＳ 明朝" w:hint="eastAsia"/>
          <w:kern w:val="0"/>
          <w:szCs w:val="21"/>
        </w:rPr>
        <w:t>又は第</w:t>
      </w:r>
      <w:r w:rsidR="0086389F" w:rsidRPr="007B1589">
        <w:rPr>
          <w:rFonts w:hAnsi="ＭＳ 明朝"/>
          <w:kern w:val="0"/>
          <w:szCs w:val="21"/>
        </w:rPr>
        <w:t>31</w:t>
      </w:r>
      <w:r w:rsidRPr="007B1589">
        <w:rPr>
          <w:rFonts w:hAnsi="ＭＳ 明朝" w:hint="eastAsia"/>
          <w:kern w:val="0"/>
          <w:szCs w:val="21"/>
        </w:rPr>
        <w:t>に定める場合が受注者の責めに帰すべき事由によるものであるときは、受注者は、第</w:t>
      </w:r>
      <w:r w:rsidR="0086389F" w:rsidRPr="007B1589">
        <w:rPr>
          <w:rFonts w:hAnsi="ＭＳ 明朝"/>
          <w:kern w:val="0"/>
          <w:szCs w:val="21"/>
        </w:rPr>
        <w:t>30</w:t>
      </w:r>
      <w:r w:rsidRPr="007B1589">
        <w:rPr>
          <w:rFonts w:hAnsi="ＭＳ 明朝" w:hint="eastAsia"/>
          <w:kern w:val="0"/>
          <w:szCs w:val="21"/>
        </w:rPr>
        <w:t>又は第</w:t>
      </w:r>
      <w:r w:rsidR="0086389F" w:rsidRPr="007B1589">
        <w:rPr>
          <w:rFonts w:hAnsi="ＭＳ 明朝"/>
          <w:kern w:val="0"/>
          <w:szCs w:val="21"/>
        </w:rPr>
        <w:t>31</w:t>
      </w:r>
      <w:r w:rsidRPr="007B1589">
        <w:rPr>
          <w:rFonts w:hAnsi="ＭＳ 明朝" w:hint="eastAsia"/>
          <w:kern w:val="0"/>
          <w:szCs w:val="21"/>
        </w:rPr>
        <w:t>の規定による契約の解除をすることができない。</w:t>
      </w:r>
      <w:r w:rsidRPr="007B1589" w:rsidDel="00714910">
        <w:rPr>
          <w:rFonts w:hAnsi="ＭＳ 明朝"/>
          <w:kern w:val="0"/>
          <w:szCs w:val="21"/>
        </w:rPr>
        <w:t xml:space="preserve"> </w:t>
      </w:r>
      <w:r w:rsidRPr="007B1589" w:rsidDel="008D5855">
        <w:rPr>
          <w:rFonts w:hAnsi="ＭＳ 明朝"/>
          <w:kern w:val="0"/>
          <w:szCs w:val="21"/>
        </w:rPr>
        <w:t xml:space="preserve"> </w:t>
      </w:r>
    </w:p>
    <w:p w14:paraId="0D6D7ADF"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lastRenderedPageBreak/>
        <w:t>(</w:t>
      </w:r>
      <w:r w:rsidR="00B31712" w:rsidRPr="007B1589">
        <w:rPr>
          <w:rFonts w:hAnsi="ＭＳ 明朝" w:hint="eastAsia"/>
          <w:kern w:val="0"/>
          <w:szCs w:val="21"/>
        </w:rPr>
        <w:t>契約解除に伴う措置</w:t>
      </w:r>
      <w:r w:rsidRPr="007B1589">
        <w:rPr>
          <w:rFonts w:hAnsi="ＭＳ 明朝"/>
          <w:kern w:val="0"/>
          <w:szCs w:val="21"/>
        </w:rPr>
        <w:t>)</w:t>
      </w:r>
    </w:p>
    <w:p w14:paraId="3C0F7FC6" w14:textId="3FB63318"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8D5855" w:rsidRPr="007B1589">
        <w:rPr>
          <w:rFonts w:hAnsi="ＭＳ 明朝"/>
          <w:kern w:val="0"/>
          <w:szCs w:val="21"/>
        </w:rPr>
        <w:t>33</w:t>
      </w:r>
      <w:r w:rsidRPr="007B1589">
        <w:rPr>
          <w:rFonts w:hAnsi="ＭＳ 明朝" w:hint="eastAsia"/>
          <w:kern w:val="0"/>
          <w:szCs w:val="21"/>
        </w:rPr>
        <w:t xml:space="preserve">　発注者は</w:t>
      </w:r>
      <w:r w:rsidR="007E11AE" w:rsidRPr="007B1589">
        <w:rPr>
          <w:rFonts w:hAnsi="ＭＳ 明朝" w:hint="eastAsia"/>
          <w:kern w:val="0"/>
          <w:szCs w:val="21"/>
        </w:rPr>
        <w:t>、</w:t>
      </w:r>
      <w:r w:rsidRPr="007B1589">
        <w:rPr>
          <w:rFonts w:hAnsi="ＭＳ 明朝" w:hint="eastAsia"/>
          <w:kern w:val="0"/>
          <w:szCs w:val="21"/>
        </w:rPr>
        <w:t>この契約が</w:t>
      </w:r>
      <w:r w:rsidR="008D5855" w:rsidRPr="007B1589">
        <w:rPr>
          <w:rFonts w:hAnsi="ＭＳ 明朝" w:hint="eastAsia"/>
          <w:kern w:val="0"/>
          <w:szCs w:val="21"/>
        </w:rPr>
        <w:t>給付の完了前に</w:t>
      </w:r>
      <w:r w:rsidRPr="007B1589">
        <w:rPr>
          <w:rFonts w:hAnsi="ＭＳ 明朝" w:hint="eastAsia"/>
          <w:kern w:val="0"/>
          <w:szCs w:val="21"/>
        </w:rPr>
        <w:t>解除された場合においては</w:t>
      </w:r>
      <w:r w:rsidR="007E11AE" w:rsidRPr="007B1589">
        <w:rPr>
          <w:rFonts w:hAnsi="ＭＳ 明朝" w:hint="eastAsia"/>
          <w:kern w:val="0"/>
          <w:szCs w:val="21"/>
        </w:rPr>
        <w:t>、</w:t>
      </w:r>
      <w:r w:rsidR="008D5855" w:rsidRPr="007B1589">
        <w:rPr>
          <w:rFonts w:hAnsi="ＭＳ 明朝" w:hint="eastAsia"/>
          <w:kern w:val="0"/>
          <w:szCs w:val="21"/>
        </w:rPr>
        <w:t>完了部分</w:t>
      </w:r>
      <w:r w:rsidRPr="007B1589">
        <w:rPr>
          <w:rFonts w:hAnsi="ＭＳ 明朝" w:hint="eastAsia"/>
          <w:kern w:val="0"/>
          <w:szCs w:val="21"/>
        </w:rPr>
        <w:t>を検査のうえ</w:t>
      </w:r>
      <w:r w:rsidR="007E11AE" w:rsidRPr="007B1589">
        <w:rPr>
          <w:rFonts w:hAnsi="ＭＳ 明朝" w:hint="eastAsia"/>
          <w:kern w:val="0"/>
          <w:szCs w:val="21"/>
        </w:rPr>
        <w:t>、</w:t>
      </w:r>
      <w:r w:rsidRPr="007B1589">
        <w:rPr>
          <w:rFonts w:hAnsi="ＭＳ 明朝" w:hint="eastAsia"/>
          <w:kern w:val="0"/>
          <w:szCs w:val="21"/>
        </w:rPr>
        <w:t>当該検査に合格した部分に相応する請負代金を受注者に支払わなければならない。</w:t>
      </w:r>
    </w:p>
    <w:p w14:paraId="39A5A2B3" w14:textId="46B59018"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受注者は</w:t>
      </w:r>
      <w:r w:rsidR="007E11AE" w:rsidRPr="007B1589">
        <w:rPr>
          <w:rFonts w:hAnsi="ＭＳ 明朝" w:hint="eastAsia"/>
          <w:kern w:val="0"/>
          <w:szCs w:val="21"/>
        </w:rPr>
        <w:t>、</w:t>
      </w:r>
      <w:r w:rsidRPr="007B1589">
        <w:rPr>
          <w:rFonts w:hAnsi="ＭＳ 明朝" w:hint="eastAsia"/>
          <w:kern w:val="0"/>
          <w:szCs w:val="21"/>
        </w:rPr>
        <w:t>この契約が</w:t>
      </w:r>
      <w:r w:rsidR="008D5855" w:rsidRPr="007B1589">
        <w:rPr>
          <w:rFonts w:hAnsi="ＭＳ 明朝" w:hint="eastAsia"/>
          <w:kern w:val="0"/>
          <w:szCs w:val="21"/>
        </w:rPr>
        <w:t>給付の完了前に</w:t>
      </w:r>
      <w:r w:rsidRPr="007B1589">
        <w:rPr>
          <w:rFonts w:hAnsi="ＭＳ 明朝" w:hint="eastAsia"/>
          <w:kern w:val="0"/>
          <w:szCs w:val="21"/>
        </w:rPr>
        <w:t>解除された場合において</w:t>
      </w:r>
      <w:r w:rsidR="007E11AE" w:rsidRPr="007B1589">
        <w:rPr>
          <w:rFonts w:hAnsi="ＭＳ 明朝" w:hint="eastAsia"/>
          <w:kern w:val="0"/>
          <w:szCs w:val="21"/>
        </w:rPr>
        <w:t>、</w:t>
      </w:r>
      <w:r w:rsidR="00004C11" w:rsidRPr="007B1589">
        <w:rPr>
          <w:rFonts w:hAnsi="ＭＳ 明朝" w:hint="eastAsia"/>
          <w:kern w:val="0"/>
          <w:szCs w:val="21"/>
        </w:rPr>
        <w:t>支給材料</w:t>
      </w:r>
      <w:r w:rsidRPr="007B1589">
        <w:rPr>
          <w:rFonts w:hAnsi="ＭＳ 明朝" w:hint="eastAsia"/>
          <w:kern w:val="0"/>
          <w:szCs w:val="21"/>
        </w:rPr>
        <w:t>があるときは</w:t>
      </w:r>
      <w:r w:rsidR="007E11AE" w:rsidRPr="007B1589">
        <w:rPr>
          <w:rFonts w:hAnsi="ＭＳ 明朝" w:hint="eastAsia"/>
          <w:kern w:val="0"/>
          <w:szCs w:val="21"/>
        </w:rPr>
        <w:t>、</w:t>
      </w:r>
      <w:r w:rsidR="00004C11" w:rsidRPr="007B1589">
        <w:rPr>
          <w:rFonts w:hAnsi="ＭＳ 明朝" w:hint="eastAsia"/>
          <w:kern w:val="0"/>
          <w:szCs w:val="21"/>
        </w:rPr>
        <w:t>前項の完了部分の検査に合格した部分に使用されているものを除き、</w:t>
      </w:r>
      <w:r w:rsidRPr="007B1589">
        <w:rPr>
          <w:rFonts w:hAnsi="ＭＳ 明朝" w:hint="eastAsia"/>
          <w:kern w:val="0"/>
          <w:szCs w:val="21"/>
        </w:rPr>
        <w:t>発注者に返還しなければならない。この場合において</w:t>
      </w:r>
      <w:r w:rsidR="007E11AE" w:rsidRPr="007B1589">
        <w:rPr>
          <w:rFonts w:hAnsi="ＭＳ 明朝" w:hint="eastAsia"/>
          <w:kern w:val="0"/>
          <w:szCs w:val="21"/>
        </w:rPr>
        <w:t>、</w:t>
      </w:r>
      <w:r w:rsidRPr="007B1589">
        <w:rPr>
          <w:rFonts w:hAnsi="ＭＳ 明朝" w:hint="eastAsia"/>
          <w:kern w:val="0"/>
          <w:szCs w:val="21"/>
        </w:rPr>
        <w:t>当該</w:t>
      </w:r>
      <w:r w:rsidR="00004C11" w:rsidRPr="007B1589">
        <w:rPr>
          <w:rFonts w:hAnsi="ＭＳ 明朝" w:hint="eastAsia"/>
          <w:kern w:val="0"/>
          <w:szCs w:val="21"/>
        </w:rPr>
        <w:t>支給材料</w:t>
      </w:r>
      <w:r w:rsidRPr="007B1589">
        <w:rPr>
          <w:rFonts w:hAnsi="ＭＳ 明朝" w:hint="eastAsia"/>
          <w:kern w:val="0"/>
          <w:szCs w:val="21"/>
        </w:rPr>
        <w:t>が受注者の故意又は過失により滅失又は毀損したとき</w:t>
      </w:r>
      <w:r w:rsidR="007E11AE" w:rsidRPr="007B1589">
        <w:rPr>
          <w:rFonts w:hAnsi="ＭＳ 明朝" w:hint="eastAsia"/>
          <w:kern w:val="0"/>
          <w:szCs w:val="21"/>
        </w:rPr>
        <w:t>、</w:t>
      </w:r>
      <w:r w:rsidR="00004C11" w:rsidRPr="007B1589">
        <w:rPr>
          <w:rFonts w:hAnsi="ＭＳ 明朝" w:hint="eastAsia"/>
          <w:kern w:val="0"/>
          <w:szCs w:val="21"/>
        </w:rPr>
        <w:t>又は完了部分の検査に合格しなかった部分に使用されているときは、</w:t>
      </w:r>
      <w:r w:rsidRPr="007B1589">
        <w:rPr>
          <w:rFonts w:hAnsi="ＭＳ 明朝" w:hint="eastAsia"/>
          <w:kern w:val="0"/>
          <w:szCs w:val="21"/>
        </w:rPr>
        <w:t>代品を納め</w:t>
      </w:r>
      <w:r w:rsidR="007E11AE" w:rsidRPr="007B1589">
        <w:rPr>
          <w:rFonts w:hAnsi="ＭＳ 明朝" w:hint="eastAsia"/>
          <w:kern w:val="0"/>
          <w:szCs w:val="21"/>
        </w:rPr>
        <w:t>、</w:t>
      </w:r>
      <w:r w:rsidRPr="007B1589">
        <w:rPr>
          <w:rFonts w:hAnsi="ＭＳ 明朝" w:hint="eastAsia"/>
          <w:kern w:val="0"/>
          <w:szCs w:val="21"/>
        </w:rPr>
        <w:t>若しくは原状に復して返還し</w:t>
      </w:r>
      <w:r w:rsidR="007E11AE" w:rsidRPr="007B1589">
        <w:rPr>
          <w:rFonts w:hAnsi="ＭＳ 明朝" w:hint="eastAsia"/>
          <w:kern w:val="0"/>
          <w:szCs w:val="21"/>
        </w:rPr>
        <w:t>、</w:t>
      </w:r>
      <w:r w:rsidRPr="007B1589">
        <w:rPr>
          <w:rFonts w:hAnsi="ＭＳ 明朝" w:hint="eastAsia"/>
          <w:kern w:val="0"/>
          <w:szCs w:val="21"/>
        </w:rPr>
        <w:t>又は返還に代えてその損害を賠償しなければならない。</w:t>
      </w:r>
    </w:p>
    <w:p w14:paraId="225F89B7" w14:textId="77777777" w:rsidR="00004C11" w:rsidRPr="007B1589" w:rsidRDefault="00004C11"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受注者は、この契約が給付の完了前に解除された場合において、貸与品があるときは、当該貸与品を発注者に返還しなければならない。この場合において、当該貸与品が受注者の故意又は過失により滅失又は毀損したときは、代品を納め、若しくは原状に復して返還し、又は返還に代えてその損害を賠償しなければならない。</w:t>
      </w:r>
    </w:p>
    <w:p w14:paraId="4632FF68" w14:textId="55EA6098" w:rsidR="00B31712" w:rsidRPr="007B1589" w:rsidRDefault="00004C11"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4</w:t>
      </w:r>
      <w:r w:rsidR="00B31712" w:rsidRPr="007B1589">
        <w:rPr>
          <w:rFonts w:hAnsi="ＭＳ 明朝"/>
          <w:kern w:val="0"/>
          <w:szCs w:val="21"/>
        </w:rPr>
        <w:t xml:space="preserve"> </w:t>
      </w:r>
      <w:r w:rsidR="00B31712" w:rsidRPr="007B1589">
        <w:rPr>
          <w:rFonts w:hAnsi="ＭＳ 明朝" w:hint="eastAsia"/>
          <w:kern w:val="0"/>
          <w:szCs w:val="21"/>
        </w:rPr>
        <w:t xml:space="preserve">　第</w:t>
      </w:r>
      <w:r w:rsidR="005B752D" w:rsidRPr="007B1589">
        <w:rPr>
          <w:rFonts w:hAnsi="ＭＳ 明朝"/>
          <w:kern w:val="0"/>
          <w:szCs w:val="21"/>
        </w:rPr>
        <w:t>2</w:t>
      </w:r>
      <w:r w:rsidR="00B31712" w:rsidRPr="007B1589">
        <w:rPr>
          <w:rFonts w:hAnsi="ＭＳ 明朝" w:hint="eastAsia"/>
          <w:kern w:val="0"/>
          <w:szCs w:val="21"/>
        </w:rPr>
        <w:t>項前段</w:t>
      </w:r>
      <w:r w:rsidRPr="007B1589">
        <w:rPr>
          <w:rFonts w:hAnsi="ＭＳ 明朝" w:hint="eastAsia"/>
          <w:kern w:val="0"/>
          <w:szCs w:val="21"/>
        </w:rPr>
        <w:t>及び前項前段</w:t>
      </w:r>
      <w:r w:rsidR="00B31712" w:rsidRPr="007B1589">
        <w:rPr>
          <w:rFonts w:hAnsi="ＭＳ 明朝" w:hint="eastAsia"/>
          <w:kern w:val="0"/>
          <w:szCs w:val="21"/>
        </w:rPr>
        <w:t>に規定する受注者のとるべき措置の期限</w:t>
      </w:r>
      <w:r w:rsidR="007E11AE" w:rsidRPr="007B1589">
        <w:rPr>
          <w:rFonts w:hAnsi="ＭＳ 明朝" w:hint="eastAsia"/>
          <w:kern w:val="0"/>
          <w:szCs w:val="21"/>
        </w:rPr>
        <w:t>、</w:t>
      </w:r>
      <w:r w:rsidR="00B31712" w:rsidRPr="007B1589">
        <w:rPr>
          <w:rFonts w:hAnsi="ＭＳ 明朝" w:hint="eastAsia"/>
          <w:kern w:val="0"/>
          <w:szCs w:val="21"/>
        </w:rPr>
        <w:t>方法等については</w:t>
      </w:r>
      <w:r w:rsidR="007E11AE" w:rsidRPr="007B1589">
        <w:rPr>
          <w:rFonts w:hAnsi="ＭＳ 明朝" w:hint="eastAsia"/>
          <w:kern w:val="0"/>
          <w:szCs w:val="21"/>
        </w:rPr>
        <w:t>、</w:t>
      </w:r>
      <w:r w:rsidR="00B31712" w:rsidRPr="007B1589">
        <w:rPr>
          <w:rFonts w:hAnsi="ＭＳ 明朝" w:hint="eastAsia"/>
          <w:kern w:val="0"/>
          <w:szCs w:val="21"/>
        </w:rPr>
        <w:t>この契約の解除が第</w:t>
      </w:r>
      <w:r w:rsidR="0086389F" w:rsidRPr="007B1589">
        <w:rPr>
          <w:rFonts w:hAnsi="ＭＳ 明朝"/>
          <w:kern w:val="0"/>
          <w:szCs w:val="21"/>
        </w:rPr>
        <w:t>26</w:t>
      </w:r>
      <w:r w:rsidRPr="007B1589">
        <w:rPr>
          <w:rFonts w:hAnsi="ＭＳ 明朝" w:hint="eastAsia"/>
          <w:kern w:val="0"/>
          <w:szCs w:val="21"/>
        </w:rPr>
        <w:t>、</w:t>
      </w:r>
      <w:r w:rsidR="00B31712" w:rsidRPr="007B1589">
        <w:rPr>
          <w:rFonts w:hAnsi="ＭＳ 明朝" w:hint="eastAsia"/>
          <w:kern w:val="0"/>
          <w:szCs w:val="21"/>
        </w:rPr>
        <w:t>第</w:t>
      </w:r>
      <w:r w:rsidR="0086389F" w:rsidRPr="007B1589">
        <w:rPr>
          <w:rFonts w:hAnsi="ＭＳ 明朝"/>
          <w:kern w:val="0"/>
          <w:szCs w:val="21"/>
        </w:rPr>
        <w:t>27</w:t>
      </w:r>
      <w:r w:rsidRPr="007B1589">
        <w:rPr>
          <w:rFonts w:hAnsi="ＭＳ 明朝" w:hint="eastAsia"/>
          <w:kern w:val="0"/>
          <w:szCs w:val="21"/>
        </w:rPr>
        <w:t>又は第</w:t>
      </w:r>
      <w:r w:rsidR="0086389F" w:rsidRPr="007B1589">
        <w:rPr>
          <w:rFonts w:hAnsi="ＭＳ 明朝"/>
          <w:kern w:val="0"/>
          <w:szCs w:val="21"/>
        </w:rPr>
        <w:t>34</w:t>
      </w:r>
      <w:r w:rsidRPr="007B1589">
        <w:rPr>
          <w:rFonts w:hAnsi="ＭＳ 明朝" w:hint="eastAsia"/>
          <w:kern w:val="0"/>
          <w:szCs w:val="21"/>
        </w:rPr>
        <w:t>第</w:t>
      </w:r>
      <w:r w:rsidRPr="007B1589">
        <w:rPr>
          <w:rFonts w:hAnsi="ＭＳ 明朝"/>
          <w:kern w:val="0"/>
          <w:szCs w:val="21"/>
        </w:rPr>
        <w:t>3項</w:t>
      </w:r>
      <w:r w:rsidRPr="007B1589">
        <w:rPr>
          <w:rFonts w:hAnsi="ＭＳ 明朝" w:hint="eastAsia"/>
          <w:kern w:val="0"/>
          <w:szCs w:val="21"/>
        </w:rPr>
        <w:t>の</w:t>
      </w:r>
      <w:r w:rsidR="00B31712" w:rsidRPr="007B1589">
        <w:rPr>
          <w:rFonts w:hAnsi="ＭＳ 明朝" w:hint="eastAsia"/>
          <w:kern w:val="0"/>
          <w:szCs w:val="21"/>
        </w:rPr>
        <w:t>規定によるときは発注者が定め</w:t>
      </w:r>
      <w:r w:rsidR="007E11AE" w:rsidRPr="007B1589">
        <w:rPr>
          <w:rFonts w:hAnsi="ＭＳ 明朝" w:hint="eastAsia"/>
          <w:kern w:val="0"/>
          <w:szCs w:val="21"/>
        </w:rPr>
        <w:t>、</w:t>
      </w:r>
      <w:r w:rsidRPr="007B1589">
        <w:rPr>
          <w:rFonts w:hAnsi="ＭＳ 明朝" w:hint="eastAsia"/>
          <w:kern w:val="0"/>
          <w:szCs w:val="21"/>
        </w:rPr>
        <w:t>第</w:t>
      </w:r>
      <w:r w:rsidR="008C16BD" w:rsidRPr="007B1589">
        <w:rPr>
          <w:rFonts w:hAnsi="ＭＳ 明朝"/>
          <w:kern w:val="0"/>
          <w:szCs w:val="21"/>
        </w:rPr>
        <w:t>28</w:t>
      </w:r>
      <w:r w:rsidRPr="007B1589">
        <w:rPr>
          <w:rFonts w:hAnsi="ＭＳ 明朝" w:hint="eastAsia"/>
          <w:kern w:val="0"/>
          <w:szCs w:val="21"/>
        </w:rPr>
        <w:t>、第</w:t>
      </w:r>
      <w:r w:rsidR="008C16BD" w:rsidRPr="007B1589">
        <w:rPr>
          <w:rFonts w:hAnsi="ＭＳ 明朝"/>
          <w:kern w:val="0"/>
          <w:szCs w:val="21"/>
        </w:rPr>
        <w:t>30</w:t>
      </w:r>
      <w:r w:rsidRPr="007B1589">
        <w:rPr>
          <w:rFonts w:hAnsi="ＭＳ 明朝" w:hint="eastAsia"/>
          <w:kern w:val="0"/>
          <w:szCs w:val="21"/>
        </w:rPr>
        <w:t>又は第</w:t>
      </w:r>
      <w:r w:rsidR="008C16BD" w:rsidRPr="007B1589">
        <w:rPr>
          <w:rFonts w:hAnsi="ＭＳ 明朝"/>
          <w:kern w:val="0"/>
          <w:szCs w:val="21"/>
        </w:rPr>
        <w:t>31</w:t>
      </w:r>
      <w:r w:rsidR="00B31712" w:rsidRPr="007B1589">
        <w:rPr>
          <w:rFonts w:hAnsi="ＭＳ 明朝" w:hint="eastAsia"/>
          <w:kern w:val="0"/>
          <w:szCs w:val="21"/>
        </w:rPr>
        <w:t>の規定によるときは</w:t>
      </w:r>
      <w:r w:rsidR="007E11AE" w:rsidRPr="007B1589">
        <w:rPr>
          <w:rFonts w:hAnsi="ＭＳ 明朝" w:hint="eastAsia"/>
          <w:kern w:val="0"/>
          <w:szCs w:val="21"/>
        </w:rPr>
        <w:t>、</w:t>
      </w:r>
      <w:r w:rsidR="00B31712" w:rsidRPr="007B1589">
        <w:rPr>
          <w:rFonts w:hAnsi="ＭＳ 明朝" w:hint="eastAsia"/>
          <w:kern w:val="0"/>
          <w:szCs w:val="21"/>
        </w:rPr>
        <w:t>受注者が発注者の意見を聴いて定めるものとし</w:t>
      </w:r>
      <w:r w:rsidR="007E11AE" w:rsidRPr="007B1589">
        <w:rPr>
          <w:rFonts w:hAnsi="ＭＳ 明朝" w:hint="eastAsia"/>
          <w:kern w:val="0"/>
          <w:szCs w:val="21"/>
        </w:rPr>
        <w:t>、</w:t>
      </w:r>
      <w:r w:rsidRPr="007B1589">
        <w:rPr>
          <w:rFonts w:hAnsi="ＭＳ 明朝" w:hint="eastAsia"/>
          <w:kern w:val="0"/>
          <w:szCs w:val="21"/>
        </w:rPr>
        <w:t>第</w:t>
      </w:r>
      <w:r w:rsidRPr="007B1589">
        <w:rPr>
          <w:rFonts w:hAnsi="ＭＳ 明朝"/>
          <w:kern w:val="0"/>
          <w:szCs w:val="21"/>
        </w:rPr>
        <w:t>2項後段及び前項後段</w:t>
      </w:r>
      <w:r w:rsidR="00B31712" w:rsidRPr="007B1589">
        <w:rPr>
          <w:rFonts w:hAnsi="ＭＳ 明朝" w:hint="eastAsia"/>
          <w:kern w:val="0"/>
          <w:szCs w:val="21"/>
        </w:rPr>
        <w:t>に規定する受注者のとるべき措置の期限</w:t>
      </w:r>
      <w:r w:rsidR="007E11AE" w:rsidRPr="007B1589">
        <w:rPr>
          <w:rFonts w:hAnsi="ＭＳ 明朝" w:hint="eastAsia"/>
          <w:kern w:val="0"/>
          <w:szCs w:val="21"/>
        </w:rPr>
        <w:t>、</w:t>
      </w:r>
      <w:r w:rsidR="00B31712" w:rsidRPr="007B1589">
        <w:rPr>
          <w:rFonts w:hAnsi="ＭＳ 明朝" w:hint="eastAsia"/>
          <w:kern w:val="0"/>
          <w:szCs w:val="21"/>
        </w:rPr>
        <w:t>方法等については</w:t>
      </w:r>
      <w:r w:rsidR="007E11AE" w:rsidRPr="007B1589">
        <w:rPr>
          <w:rFonts w:hAnsi="ＭＳ 明朝" w:hint="eastAsia"/>
          <w:kern w:val="0"/>
          <w:szCs w:val="21"/>
        </w:rPr>
        <w:t>、</w:t>
      </w:r>
      <w:r w:rsidR="00B31712" w:rsidRPr="007B1589">
        <w:rPr>
          <w:rFonts w:hAnsi="ＭＳ 明朝" w:hint="eastAsia"/>
          <w:kern w:val="0"/>
          <w:szCs w:val="21"/>
        </w:rPr>
        <w:t>発注者が受注者の意見を聴いて定めるものとする。</w:t>
      </w:r>
    </w:p>
    <w:p w14:paraId="2D7D0F06" w14:textId="77777777" w:rsidR="00004C11" w:rsidRPr="007B1589" w:rsidRDefault="00004C11"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5 </w:t>
      </w:r>
      <w:r w:rsidRPr="007B1589">
        <w:rPr>
          <w:rFonts w:hAnsi="ＭＳ 明朝" w:hint="eastAsia"/>
          <w:kern w:val="0"/>
          <w:szCs w:val="21"/>
        </w:rPr>
        <w:t xml:space="preserve">　役務の完了後にこの契約が解除された場合は、解除に伴い生じる事項の処理については発注者及び受注者が民法の規定に従って協議して決める。</w:t>
      </w:r>
    </w:p>
    <w:p w14:paraId="31B635A4" w14:textId="77777777" w:rsidR="00004C11" w:rsidRPr="007B1589" w:rsidRDefault="00004C11" w:rsidP="007B1589">
      <w:pPr>
        <w:autoSpaceDE w:val="0"/>
        <w:autoSpaceDN w:val="0"/>
        <w:adjustRightInd w:val="0"/>
        <w:jc w:val="left"/>
        <w:rPr>
          <w:rFonts w:hAnsi="ＭＳ 明朝"/>
          <w:kern w:val="0"/>
          <w:szCs w:val="21"/>
        </w:rPr>
      </w:pPr>
      <w:r w:rsidRPr="007B1589">
        <w:rPr>
          <w:rFonts w:hAnsi="ＭＳ 明朝"/>
          <w:kern w:val="0"/>
          <w:szCs w:val="21"/>
        </w:rPr>
        <w:t>(発注者の損害賠償請求等)</w:t>
      </w:r>
    </w:p>
    <w:p w14:paraId="3634B3F6"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34　発注者は、受注者が次の各号のいずれかに該当するときは、これによって生じた損害の賠償を請求することができる。</w:t>
      </w:r>
    </w:p>
    <w:p w14:paraId="1EE8C6FA" w14:textId="77777777" w:rsidR="00004C11" w:rsidRPr="007B1589" w:rsidRDefault="00004C11" w:rsidP="00004C11">
      <w:pPr>
        <w:autoSpaceDE w:val="0"/>
        <w:autoSpaceDN w:val="0"/>
        <w:adjustRightInd w:val="0"/>
        <w:ind w:leftChars="100" w:left="202"/>
        <w:jc w:val="left"/>
        <w:rPr>
          <w:rFonts w:hAnsi="ＭＳ 明朝"/>
          <w:kern w:val="0"/>
          <w:szCs w:val="21"/>
        </w:rPr>
      </w:pPr>
      <w:r w:rsidRPr="007B1589">
        <w:rPr>
          <w:rFonts w:hAnsi="ＭＳ 明朝"/>
          <w:kern w:val="0"/>
          <w:szCs w:val="21"/>
        </w:rPr>
        <w:t>(1)　完了期限内に給付を完了することができないとき。</w:t>
      </w:r>
    </w:p>
    <w:p w14:paraId="632619CB" w14:textId="77777777" w:rsidR="00004C11" w:rsidRPr="007B1589" w:rsidRDefault="00004C11" w:rsidP="00004C11">
      <w:pPr>
        <w:autoSpaceDE w:val="0"/>
        <w:autoSpaceDN w:val="0"/>
        <w:adjustRightInd w:val="0"/>
        <w:ind w:leftChars="100" w:left="202"/>
        <w:jc w:val="left"/>
        <w:rPr>
          <w:rFonts w:hAnsi="ＭＳ 明朝"/>
          <w:kern w:val="0"/>
          <w:szCs w:val="21"/>
        </w:rPr>
      </w:pPr>
      <w:r w:rsidRPr="007B1589">
        <w:rPr>
          <w:rFonts w:hAnsi="ＭＳ 明朝"/>
          <w:kern w:val="0"/>
          <w:szCs w:val="21"/>
        </w:rPr>
        <w:t>(2)</w:t>
      </w:r>
      <w:r w:rsidRPr="007B1589">
        <w:rPr>
          <w:rFonts w:hAnsi="ＭＳ 明朝" w:hint="eastAsia"/>
          <w:kern w:val="0"/>
          <w:szCs w:val="21"/>
        </w:rPr>
        <w:t xml:space="preserve">　この役務の履行内容に契約不適合があるとき。</w:t>
      </w:r>
    </w:p>
    <w:p w14:paraId="47B86AB2" w14:textId="0362ADA3" w:rsidR="00004C11" w:rsidRPr="007B1589" w:rsidRDefault="00004C11" w:rsidP="00004C11">
      <w:pPr>
        <w:autoSpaceDE w:val="0"/>
        <w:autoSpaceDN w:val="0"/>
        <w:adjustRightInd w:val="0"/>
        <w:ind w:leftChars="100" w:left="202"/>
        <w:jc w:val="left"/>
        <w:rPr>
          <w:rFonts w:hAnsi="ＭＳ 明朝"/>
          <w:kern w:val="0"/>
          <w:szCs w:val="21"/>
        </w:rPr>
      </w:pPr>
      <w:r w:rsidRPr="007B1589">
        <w:rPr>
          <w:rFonts w:hAnsi="ＭＳ 明朝"/>
          <w:kern w:val="0"/>
          <w:szCs w:val="21"/>
        </w:rPr>
        <w:t>(3)</w:t>
      </w:r>
      <w:r w:rsidRPr="007B1589">
        <w:rPr>
          <w:rFonts w:hAnsi="ＭＳ 明朝" w:hint="eastAsia"/>
          <w:kern w:val="0"/>
          <w:szCs w:val="21"/>
        </w:rPr>
        <w:t xml:space="preserve">　第</w:t>
      </w:r>
      <w:r w:rsidRPr="007B1589">
        <w:rPr>
          <w:rFonts w:hAnsi="ＭＳ 明朝"/>
          <w:kern w:val="0"/>
          <w:szCs w:val="21"/>
        </w:rPr>
        <w:t>2</w:t>
      </w:r>
      <w:r w:rsidR="008C16BD" w:rsidRPr="007B1589">
        <w:rPr>
          <w:rFonts w:hAnsi="ＭＳ 明朝"/>
          <w:kern w:val="0"/>
          <w:szCs w:val="21"/>
        </w:rPr>
        <w:t>6</w:t>
      </w:r>
      <w:r w:rsidRPr="007B1589">
        <w:rPr>
          <w:rFonts w:hAnsi="ＭＳ 明朝" w:hint="eastAsia"/>
          <w:kern w:val="0"/>
          <w:szCs w:val="21"/>
        </w:rPr>
        <w:t>又は第</w:t>
      </w:r>
      <w:r w:rsidR="008C16BD" w:rsidRPr="007B1589">
        <w:rPr>
          <w:rFonts w:hAnsi="ＭＳ 明朝"/>
          <w:kern w:val="0"/>
          <w:szCs w:val="21"/>
        </w:rPr>
        <w:t>27</w:t>
      </w:r>
      <w:r w:rsidRPr="007B1589">
        <w:rPr>
          <w:rFonts w:hAnsi="ＭＳ 明朝" w:hint="eastAsia"/>
          <w:kern w:val="0"/>
          <w:szCs w:val="21"/>
        </w:rPr>
        <w:t>の規定により、給付の完了後にこの契約が解除されたとき。</w:t>
      </w:r>
    </w:p>
    <w:p w14:paraId="08E2025D"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(4)</w:t>
      </w:r>
      <w:r w:rsidRPr="007B1589">
        <w:rPr>
          <w:rFonts w:hAnsi="ＭＳ 明朝" w:hint="eastAsia"/>
          <w:kern w:val="0"/>
          <w:szCs w:val="21"/>
        </w:rPr>
        <w:t xml:space="preserve">　前</w:t>
      </w:r>
      <w:r w:rsidRPr="007B1589">
        <w:rPr>
          <w:rFonts w:hAnsi="ＭＳ 明朝"/>
          <w:kern w:val="0"/>
          <w:szCs w:val="21"/>
        </w:rPr>
        <w:t>3号に掲げる場合のほか、債務の本旨に従った履行をしないとき又は債務の履行が不能であるとき。</w:t>
      </w:r>
    </w:p>
    <w:p w14:paraId="61815923"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次の各号のいずれかに該当するときは、前項の損害賠償に代えて、受注者は、請負代金額の</w:t>
      </w:r>
      <w:r w:rsidRPr="007B1589">
        <w:rPr>
          <w:rFonts w:hAnsi="ＭＳ 明朝"/>
          <w:kern w:val="0"/>
          <w:szCs w:val="21"/>
        </w:rPr>
        <w:t>10分の1に相当する額を違約金として発注者の指定する期間内に支払わなければならない。</w:t>
      </w:r>
    </w:p>
    <w:p w14:paraId="3A458C20" w14:textId="656ECE42" w:rsidR="00004C11" w:rsidRPr="007B1589" w:rsidRDefault="00004C11" w:rsidP="00004C11">
      <w:pPr>
        <w:autoSpaceDE w:val="0"/>
        <w:autoSpaceDN w:val="0"/>
        <w:adjustRightInd w:val="0"/>
        <w:ind w:leftChars="100" w:left="202"/>
        <w:jc w:val="left"/>
        <w:rPr>
          <w:rFonts w:hAnsi="ＭＳ 明朝"/>
          <w:kern w:val="0"/>
          <w:szCs w:val="21"/>
        </w:rPr>
      </w:pPr>
      <w:r w:rsidRPr="007B1589">
        <w:rPr>
          <w:rFonts w:hAnsi="ＭＳ 明朝"/>
          <w:kern w:val="0"/>
          <w:szCs w:val="21"/>
        </w:rPr>
        <w:t>(1)　第</w:t>
      </w:r>
      <w:r w:rsidR="008C16BD" w:rsidRPr="007B1589">
        <w:rPr>
          <w:rFonts w:hAnsi="ＭＳ 明朝"/>
          <w:kern w:val="0"/>
          <w:szCs w:val="21"/>
        </w:rPr>
        <w:t>26</w:t>
      </w:r>
      <w:r w:rsidRPr="007B1589">
        <w:rPr>
          <w:rFonts w:hAnsi="ＭＳ 明朝" w:hint="eastAsia"/>
          <w:kern w:val="0"/>
          <w:szCs w:val="21"/>
        </w:rPr>
        <w:t>又は第</w:t>
      </w:r>
      <w:r w:rsidR="008C16BD" w:rsidRPr="007B1589">
        <w:rPr>
          <w:rFonts w:hAnsi="ＭＳ 明朝"/>
          <w:kern w:val="0"/>
          <w:szCs w:val="21"/>
        </w:rPr>
        <w:t>27</w:t>
      </w:r>
      <w:r w:rsidRPr="007B1589">
        <w:rPr>
          <w:rFonts w:hAnsi="ＭＳ 明朝" w:hint="eastAsia"/>
          <w:kern w:val="0"/>
          <w:szCs w:val="21"/>
        </w:rPr>
        <w:t>の規定により給付の完了前にこの契約が解除されたとき。</w:t>
      </w:r>
    </w:p>
    <w:p w14:paraId="191D7D7F"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(2)</w:t>
      </w:r>
      <w:r w:rsidRPr="007B1589">
        <w:rPr>
          <w:rFonts w:hAnsi="ＭＳ 明朝" w:hint="eastAsia"/>
          <w:kern w:val="0"/>
          <w:szCs w:val="21"/>
        </w:rPr>
        <w:t xml:space="preserve">　給付の完了前に、受注者がその債務の履行を拒否し、又は受注者の責めに帰すべき事由によって受注者の債務について履行不能となったとき。</w:t>
      </w:r>
    </w:p>
    <w:p w14:paraId="1B642AC2"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次の各号に掲げる者がこの契約を解除した場合は、前項第</w:t>
      </w:r>
      <w:r w:rsidRPr="007B1589">
        <w:rPr>
          <w:rFonts w:hAnsi="ＭＳ 明朝"/>
          <w:kern w:val="0"/>
          <w:szCs w:val="21"/>
        </w:rPr>
        <w:t>2号に該当する場合とみなす。</w:t>
      </w:r>
    </w:p>
    <w:p w14:paraId="6CC9221A"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(1)</w:t>
      </w:r>
      <w:r w:rsidRPr="007B1589">
        <w:rPr>
          <w:rFonts w:hAnsi="ＭＳ 明朝" w:hint="eastAsia"/>
          <w:kern w:val="0"/>
          <w:szCs w:val="21"/>
        </w:rPr>
        <w:t xml:space="preserve">　受注者について破産手続開始の決定があった場合において、破産法（平成</w:t>
      </w:r>
      <w:r w:rsidRPr="007B1589">
        <w:rPr>
          <w:rFonts w:hAnsi="ＭＳ 明朝"/>
          <w:kern w:val="0"/>
          <w:szCs w:val="21"/>
        </w:rPr>
        <w:t>16年法律第75号）の規定により選任された破産管財人</w:t>
      </w:r>
    </w:p>
    <w:p w14:paraId="7B2E202D"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(2)</w:t>
      </w:r>
      <w:r w:rsidRPr="007B1589">
        <w:rPr>
          <w:rFonts w:hAnsi="ＭＳ 明朝" w:hint="eastAsia"/>
          <w:kern w:val="0"/>
          <w:szCs w:val="21"/>
        </w:rPr>
        <w:t xml:space="preserve">　受注者について更生手続開始の決定があった場合において、会社更生法（平成</w:t>
      </w:r>
      <w:r w:rsidRPr="007B1589">
        <w:rPr>
          <w:rFonts w:hAnsi="ＭＳ 明朝"/>
          <w:kern w:val="0"/>
          <w:szCs w:val="21"/>
        </w:rPr>
        <w:t>14年法律第154号）の規定により選任された管財人</w:t>
      </w:r>
    </w:p>
    <w:p w14:paraId="33954B5F"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(3)</w:t>
      </w:r>
      <w:r w:rsidRPr="007B1589">
        <w:rPr>
          <w:rFonts w:hAnsi="ＭＳ 明朝" w:hint="eastAsia"/>
          <w:kern w:val="0"/>
          <w:szCs w:val="21"/>
        </w:rPr>
        <w:t xml:space="preserve">　受注者について再生手続開始の決定があった場合において、民事再生法（平成</w:t>
      </w:r>
      <w:r w:rsidRPr="007B1589">
        <w:rPr>
          <w:rFonts w:hAnsi="ＭＳ 明朝"/>
          <w:kern w:val="0"/>
          <w:szCs w:val="21"/>
        </w:rPr>
        <w:t>11年法律第225号）の規定により選任された再生債務者等</w:t>
      </w:r>
    </w:p>
    <w:p w14:paraId="01793A15"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4 </w:t>
      </w:r>
      <w:r w:rsidRPr="007B1589">
        <w:rPr>
          <w:rFonts w:hAnsi="ＭＳ 明朝" w:hint="eastAsia"/>
          <w:kern w:val="0"/>
          <w:szCs w:val="21"/>
        </w:rPr>
        <w:t xml:space="preserve">　第</w:t>
      </w:r>
      <w:r w:rsidRPr="007B1589">
        <w:rPr>
          <w:rFonts w:hAnsi="ＭＳ 明朝"/>
          <w:kern w:val="0"/>
          <w:szCs w:val="21"/>
        </w:rPr>
        <w:t>1項各号又は第2項各号に定める場合（前項の規定により第2項第2号に該当する場合とみなされる場合を除く。）がこの契約及び取引上の社会通念に照らして受注者の責めに帰することができない事由によるものであるときは、第1項及び第2項の規定は適用しない。</w:t>
      </w:r>
    </w:p>
    <w:p w14:paraId="22B5DE72"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5 </w:t>
      </w:r>
      <w:r w:rsidRPr="007B1589">
        <w:rPr>
          <w:rFonts w:hAnsi="ＭＳ 明朝" w:hint="eastAsia"/>
          <w:kern w:val="0"/>
          <w:szCs w:val="21"/>
        </w:rPr>
        <w:t xml:space="preserve">　第</w:t>
      </w:r>
      <w:r w:rsidRPr="007B1589">
        <w:rPr>
          <w:rFonts w:hAnsi="ＭＳ 明朝"/>
          <w:kern w:val="0"/>
          <w:szCs w:val="21"/>
        </w:rPr>
        <w:t>1項第1号の場合においては、発注者は、請負代金額から完了部分に相応する請負代金額を控除した額につき、遅延日数に応じ、政府契約の支払遅延防止等に関する法律（昭和24年法律第256号）第8条第1項の規定に準ずる、政府契約の支払遅延に対する遅延利息の率（以下「遅延利息</w:t>
      </w:r>
      <w:r w:rsidRPr="007B1589">
        <w:rPr>
          <w:rFonts w:hAnsi="ＭＳ 明朝"/>
          <w:kern w:val="0"/>
          <w:szCs w:val="21"/>
        </w:rPr>
        <w:lastRenderedPageBreak/>
        <w:t>率」という。）を乗じて計算した額を請求することができるものとする。</w:t>
      </w:r>
    </w:p>
    <w:p w14:paraId="36237257" w14:textId="658AC894"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6 </w:t>
      </w:r>
      <w:r w:rsidRPr="007B1589">
        <w:rPr>
          <w:rFonts w:hAnsi="ＭＳ 明朝" w:hint="eastAsia"/>
          <w:kern w:val="0"/>
          <w:szCs w:val="21"/>
        </w:rPr>
        <w:t xml:space="preserve">　第</w:t>
      </w:r>
      <w:r w:rsidRPr="007B1589">
        <w:rPr>
          <w:rFonts w:hAnsi="ＭＳ 明朝"/>
          <w:kern w:val="0"/>
          <w:szCs w:val="21"/>
        </w:rPr>
        <w:t>2項の場合（第</w:t>
      </w:r>
      <w:r w:rsidR="008C16BD" w:rsidRPr="007B1589">
        <w:rPr>
          <w:rFonts w:hAnsi="ＭＳ 明朝"/>
          <w:kern w:val="0"/>
          <w:szCs w:val="21"/>
        </w:rPr>
        <w:t>27</w:t>
      </w:r>
      <w:r w:rsidRPr="007B1589">
        <w:rPr>
          <w:rFonts w:hAnsi="ＭＳ 明朝" w:hint="eastAsia"/>
          <w:kern w:val="0"/>
          <w:szCs w:val="21"/>
        </w:rPr>
        <w:t>第</w:t>
      </w:r>
      <w:r w:rsidRPr="007B1589">
        <w:rPr>
          <w:rFonts w:hAnsi="ＭＳ 明朝"/>
          <w:kern w:val="0"/>
          <w:szCs w:val="21"/>
        </w:rPr>
        <w:t>9号及び第11号の規定により、この契約が解除された場合を除く。）において、第</w:t>
      </w:r>
      <w:r w:rsidR="008C16BD" w:rsidRPr="007B1589">
        <w:rPr>
          <w:rFonts w:hAnsi="ＭＳ 明朝"/>
          <w:kern w:val="0"/>
          <w:szCs w:val="21"/>
        </w:rPr>
        <w:t>24</w:t>
      </w:r>
      <w:r w:rsidRPr="007B1589">
        <w:rPr>
          <w:rFonts w:hAnsi="ＭＳ 明朝" w:hint="eastAsia"/>
          <w:kern w:val="0"/>
          <w:szCs w:val="21"/>
        </w:rPr>
        <w:t>の規定により契約保証金の納付が行われているときは、発注者は、当該契約保証金をもって同項の違約金に充当することができる。</w:t>
      </w:r>
    </w:p>
    <w:p w14:paraId="08E6380E" w14:textId="77777777" w:rsidR="00004C11" w:rsidRPr="007B1589" w:rsidRDefault="00004C11" w:rsidP="007B1589">
      <w:pPr>
        <w:autoSpaceDE w:val="0"/>
        <w:autoSpaceDN w:val="0"/>
        <w:adjustRightInd w:val="0"/>
        <w:jc w:val="left"/>
        <w:rPr>
          <w:rFonts w:hAnsi="ＭＳ 明朝"/>
          <w:kern w:val="0"/>
          <w:szCs w:val="21"/>
        </w:rPr>
      </w:pPr>
      <w:r w:rsidRPr="007B1589">
        <w:rPr>
          <w:rFonts w:hAnsi="ＭＳ 明朝"/>
          <w:kern w:val="0"/>
          <w:szCs w:val="21"/>
        </w:rPr>
        <w:t>(談合等不正行為があった場合の違約金等)</w:t>
      </w:r>
    </w:p>
    <w:p w14:paraId="030134FA"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34の2　受注者は、この契約に関して、次の各号のいずれかに該当するときは、契約金額の10分の1に相当する額を違約金として発注者が指定する期日までに支払わなければならない。</w:t>
      </w:r>
    </w:p>
    <w:p w14:paraId="6059FDA9"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(1)</w:t>
      </w:r>
      <w:r w:rsidRPr="007B1589">
        <w:rPr>
          <w:rFonts w:hAnsi="ＭＳ 明朝" w:hint="eastAsia"/>
          <w:kern w:val="0"/>
          <w:szCs w:val="21"/>
        </w:rPr>
        <w:t xml:space="preserve">　受注者が私的独占の禁止及び公正取引の確保に関する法律（昭和</w:t>
      </w:r>
      <w:r w:rsidRPr="007B1589">
        <w:rPr>
          <w:rFonts w:hAnsi="ＭＳ 明朝"/>
          <w:kern w:val="0"/>
          <w:szCs w:val="21"/>
        </w:rPr>
        <w:t>22年法律第54号。以下「独占禁止法」という。）第3条又は第19条の規定に違反し、又は受注者が構成員である事業者団体が同法第8条第1号の規定に違反したことにより公正取引委員会が受注者又は受注者が構成員</w:t>
      </w:r>
      <w:r w:rsidRPr="007B1589">
        <w:rPr>
          <w:rFonts w:hAnsi="ＭＳ 明朝" w:hint="eastAsia"/>
          <w:kern w:val="0"/>
          <w:szCs w:val="21"/>
        </w:rPr>
        <w:t>である事業者団体に対して、同法第</w:t>
      </w:r>
      <w:r w:rsidRPr="007B1589">
        <w:rPr>
          <w:rFonts w:hAnsi="ＭＳ 明朝"/>
          <w:kern w:val="0"/>
          <w:szCs w:val="21"/>
        </w:rPr>
        <w:t>49条に規定する排除措置命令又は同法第62条第1項に規定する納付命令を行い、当該命令が確定したとき。ただし、受注者が同法第19条の規定に違反した場合であって当該違反行為が同法第2条第9項の規定に基づく不公正な取引方法（昭和57年公正取引委員会告示第15号）第6項に規定する不当廉売の場合など発注者に金銭的損害が生じない行為として受注者がこれを証明し、その証明を発注者が認めたときは、この限りでない。</w:t>
      </w:r>
    </w:p>
    <w:p w14:paraId="776527FE"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(2)</w:t>
      </w:r>
      <w:r w:rsidRPr="007B1589">
        <w:rPr>
          <w:rFonts w:hAnsi="ＭＳ 明朝" w:hint="eastAsia"/>
          <w:kern w:val="0"/>
          <w:szCs w:val="21"/>
        </w:rPr>
        <w:t xml:space="preserve">　公正取引委員会が、受注者に対して独占禁止法第</w:t>
      </w:r>
      <w:r w:rsidRPr="007B1589">
        <w:rPr>
          <w:rFonts w:hAnsi="ＭＳ 明朝"/>
          <w:kern w:val="0"/>
          <w:szCs w:val="21"/>
        </w:rPr>
        <w:t>7条の4第7項又は第7条の7第3項の規定による課徴金の納付を命じない旨の通知を行ったとき。</w:t>
      </w:r>
    </w:p>
    <w:p w14:paraId="7EBC25D1"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(3)</w:t>
      </w:r>
      <w:r w:rsidRPr="007B1589">
        <w:rPr>
          <w:rFonts w:hAnsi="ＭＳ 明朝" w:hint="eastAsia"/>
          <w:kern w:val="0"/>
          <w:szCs w:val="21"/>
        </w:rPr>
        <w:t xml:space="preserve">　受注者（受注者が法人の場合にあっては、その役員又は使用人）が刑法（明治</w:t>
      </w:r>
      <w:r w:rsidRPr="007B1589">
        <w:rPr>
          <w:rFonts w:hAnsi="ＭＳ 明朝"/>
          <w:kern w:val="0"/>
          <w:szCs w:val="21"/>
        </w:rPr>
        <w:t>40年法律第45号）第96条の6又は独占禁止法第89条第1項若しくは第95条第1項第1号の規定による刑が確定したとき。</w:t>
      </w:r>
    </w:p>
    <w:p w14:paraId="1303CE85"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受注者は、この契約に関して、次の各号のいずれかに該当するときは、契約金額の</w:t>
      </w:r>
      <w:r w:rsidRPr="007B1589">
        <w:rPr>
          <w:rFonts w:hAnsi="ＭＳ 明朝"/>
          <w:kern w:val="0"/>
          <w:szCs w:val="21"/>
        </w:rPr>
        <w:t>10分の1に相当する額のほか、契約金額の100分の5に相当する額を違約金として発注者が指定する期日までに支払わなければならない。</w:t>
      </w:r>
    </w:p>
    <w:p w14:paraId="14168715"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(1)</w:t>
      </w:r>
      <w:r w:rsidRPr="007B1589">
        <w:rPr>
          <w:rFonts w:hAnsi="ＭＳ 明朝" w:hint="eastAsia"/>
          <w:kern w:val="0"/>
          <w:szCs w:val="21"/>
        </w:rPr>
        <w:t xml:space="preserve">　前項第</w:t>
      </w:r>
      <w:r w:rsidRPr="007B1589">
        <w:rPr>
          <w:rFonts w:hAnsi="ＭＳ 明朝"/>
          <w:kern w:val="0"/>
          <w:szCs w:val="21"/>
        </w:rPr>
        <w:t>1号に規定する確定した納付命令における課徴金について、独占禁止法第7条の3第2項又は第3項の規定の適用があるとき。</w:t>
      </w:r>
    </w:p>
    <w:p w14:paraId="3F48DE09"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(2)</w:t>
      </w:r>
      <w:r w:rsidRPr="007B1589">
        <w:rPr>
          <w:rFonts w:hAnsi="ＭＳ 明朝" w:hint="eastAsia"/>
          <w:kern w:val="0"/>
          <w:szCs w:val="21"/>
        </w:rPr>
        <w:t xml:space="preserve">　前項第</w:t>
      </w:r>
      <w:r w:rsidRPr="007B1589">
        <w:rPr>
          <w:rFonts w:hAnsi="ＭＳ 明朝"/>
          <w:kern w:val="0"/>
          <w:szCs w:val="21"/>
        </w:rPr>
        <w:t>1号に規定する確定した納付命令若しくは排除措置命令又は同項第3号に規定する刑に係る確定判決において、受注者が違反行為の首謀者であることが明らかになったとき。</w:t>
      </w:r>
    </w:p>
    <w:p w14:paraId="697ADBF4"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(3)</w:t>
      </w:r>
      <w:r w:rsidRPr="007B1589">
        <w:rPr>
          <w:rFonts w:hAnsi="ＭＳ 明朝" w:hint="eastAsia"/>
          <w:kern w:val="0"/>
          <w:szCs w:val="21"/>
        </w:rPr>
        <w:t xml:space="preserve">　前項第</w:t>
      </w:r>
      <w:r w:rsidRPr="007B1589">
        <w:rPr>
          <w:rFonts w:hAnsi="ＭＳ 明朝"/>
          <w:kern w:val="0"/>
          <w:szCs w:val="21"/>
        </w:rPr>
        <w:t>2号に規定する通知に係る事件において、受注者が違反行為の首謀者であることが明らかになったとき。</w:t>
      </w:r>
    </w:p>
    <w:p w14:paraId="295513EE"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受注者は、契約の履行を理由として第</w:t>
      </w:r>
      <w:r w:rsidRPr="007B1589">
        <w:rPr>
          <w:rFonts w:hAnsi="ＭＳ 明朝"/>
          <w:kern w:val="0"/>
          <w:szCs w:val="21"/>
        </w:rPr>
        <w:t>1項及び第2項の違約金を免れることができない。</w:t>
      </w:r>
    </w:p>
    <w:p w14:paraId="3FEA67B4"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4 </w:t>
      </w:r>
      <w:r w:rsidRPr="007B1589">
        <w:rPr>
          <w:rFonts w:hAnsi="ＭＳ 明朝" w:hint="eastAsia"/>
          <w:kern w:val="0"/>
          <w:szCs w:val="21"/>
        </w:rPr>
        <w:t xml:space="preserve">　第</w:t>
      </w:r>
      <w:r w:rsidRPr="007B1589">
        <w:rPr>
          <w:rFonts w:hAnsi="ＭＳ 明朝"/>
          <w:kern w:val="0"/>
          <w:szCs w:val="21"/>
        </w:rPr>
        <w:t>1項及び第2項の規定は、発注者に生じた実際の損害の額が違約金の額を超過する場合において、発注者がその超過分の損害につき賠償を請求することを妨げない。</w:t>
      </w:r>
    </w:p>
    <w:p w14:paraId="1E9940DB"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5 </w:t>
      </w:r>
      <w:r w:rsidRPr="007B1589">
        <w:rPr>
          <w:rFonts w:hAnsi="ＭＳ 明朝" w:hint="eastAsia"/>
          <w:kern w:val="0"/>
          <w:szCs w:val="21"/>
        </w:rPr>
        <w:t xml:space="preserve">　受注者はこの契約に関して、第</w:t>
      </w:r>
      <w:r w:rsidRPr="007B1589">
        <w:rPr>
          <w:rFonts w:hAnsi="ＭＳ 明朝"/>
          <w:kern w:val="0"/>
          <w:szCs w:val="21"/>
        </w:rPr>
        <w:t>1項又は第2項の各号のいずれかに該当することとなった場合には、速やかに、当該処分等に係る関係書類を発注者に提出しなければならない。</w:t>
      </w:r>
    </w:p>
    <w:p w14:paraId="7859CA93" w14:textId="77777777" w:rsidR="00004C11" w:rsidRPr="007B1589" w:rsidRDefault="00004C11" w:rsidP="007B1589">
      <w:pPr>
        <w:autoSpaceDE w:val="0"/>
        <w:autoSpaceDN w:val="0"/>
        <w:adjustRightInd w:val="0"/>
        <w:jc w:val="left"/>
        <w:rPr>
          <w:rFonts w:hAnsi="ＭＳ 明朝"/>
          <w:kern w:val="0"/>
          <w:szCs w:val="21"/>
        </w:rPr>
      </w:pPr>
      <w:r w:rsidRPr="007B1589">
        <w:rPr>
          <w:rFonts w:hAnsi="ＭＳ 明朝"/>
          <w:kern w:val="0"/>
          <w:szCs w:val="21"/>
        </w:rPr>
        <w:t>(受注者の損害賠償請求等)</w:t>
      </w:r>
    </w:p>
    <w:p w14:paraId="27BD7260"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Pr="007B1589">
        <w:rPr>
          <w:rFonts w:hAnsi="ＭＳ 明朝"/>
          <w:kern w:val="0"/>
          <w:szCs w:val="21"/>
        </w:rPr>
        <w:t>35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29D981DA" w14:textId="094D770D" w:rsidR="00004C11" w:rsidRPr="007B1589" w:rsidRDefault="00004C11" w:rsidP="00004C11">
      <w:pPr>
        <w:autoSpaceDE w:val="0"/>
        <w:autoSpaceDN w:val="0"/>
        <w:adjustRightInd w:val="0"/>
        <w:ind w:leftChars="100" w:left="202"/>
        <w:jc w:val="left"/>
        <w:rPr>
          <w:rFonts w:hAnsi="ＭＳ 明朝"/>
          <w:kern w:val="0"/>
          <w:szCs w:val="21"/>
        </w:rPr>
      </w:pPr>
      <w:r w:rsidRPr="007B1589">
        <w:rPr>
          <w:rFonts w:hAnsi="ＭＳ 明朝"/>
          <w:kern w:val="0"/>
          <w:szCs w:val="21"/>
        </w:rPr>
        <w:t>(1)</w:t>
      </w:r>
      <w:r w:rsidRPr="007B1589">
        <w:rPr>
          <w:rFonts w:hAnsi="ＭＳ 明朝" w:hint="eastAsia"/>
          <w:kern w:val="0"/>
          <w:szCs w:val="21"/>
        </w:rPr>
        <w:t xml:space="preserve">　第</w:t>
      </w:r>
      <w:r w:rsidR="003D1349" w:rsidRPr="007B1589">
        <w:rPr>
          <w:rFonts w:hAnsi="ＭＳ 明朝"/>
          <w:kern w:val="0"/>
          <w:szCs w:val="21"/>
        </w:rPr>
        <w:t>30</w:t>
      </w:r>
      <w:r w:rsidRPr="007B1589">
        <w:rPr>
          <w:rFonts w:hAnsi="ＭＳ 明朝" w:hint="eastAsia"/>
          <w:kern w:val="0"/>
          <w:szCs w:val="21"/>
        </w:rPr>
        <w:t>又は</w:t>
      </w:r>
      <w:r w:rsidR="003D1349" w:rsidRPr="007B1589">
        <w:rPr>
          <w:rFonts w:hAnsi="ＭＳ 明朝"/>
          <w:kern w:val="0"/>
          <w:szCs w:val="21"/>
        </w:rPr>
        <w:t>31</w:t>
      </w:r>
      <w:r w:rsidRPr="007B1589">
        <w:rPr>
          <w:rFonts w:hAnsi="ＭＳ 明朝" w:hint="eastAsia"/>
          <w:kern w:val="0"/>
          <w:szCs w:val="21"/>
        </w:rPr>
        <w:t>の規定によりこの契約が解除されたとき。</w:t>
      </w:r>
    </w:p>
    <w:p w14:paraId="18574BC9" w14:textId="77777777" w:rsidR="00004C11" w:rsidRPr="007B1589" w:rsidRDefault="00004C11" w:rsidP="00004C11">
      <w:pPr>
        <w:autoSpaceDE w:val="0"/>
        <w:autoSpaceDN w:val="0"/>
        <w:adjustRightInd w:val="0"/>
        <w:ind w:leftChars="100" w:left="504" w:hangingChars="150" w:hanging="302"/>
        <w:jc w:val="left"/>
        <w:rPr>
          <w:rFonts w:hAnsi="ＭＳ 明朝"/>
          <w:kern w:val="0"/>
          <w:szCs w:val="21"/>
        </w:rPr>
      </w:pPr>
      <w:r w:rsidRPr="007B1589">
        <w:rPr>
          <w:rFonts w:hAnsi="ＭＳ 明朝"/>
          <w:kern w:val="0"/>
          <w:szCs w:val="21"/>
        </w:rPr>
        <w:t>(2)</w:t>
      </w:r>
      <w:r w:rsidRPr="007B1589">
        <w:rPr>
          <w:rFonts w:hAnsi="ＭＳ 明朝" w:hint="eastAsia"/>
          <w:kern w:val="0"/>
          <w:szCs w:val="21"/>
        </w:rPr>
        <w:t xml:space="preserve">　前号に掲げる場合のほか、債務の本旨に従った履行をしないとき又は債務の履行が不能であるとき。</w:t>
      </w:r>
    </w:p>
    <w:p w14:paraId="68030B59"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第</w:t>
      </w:r>
      <w:r w:rsidRPr="007B1589">
        <w:rPr>
          <w:rFonts w:hAnsi="ＭＳ 明朝"/>
          <w:kern w:val="0"/>
          <w:szCs w:val="21"/>
        </w:rPr>
        <w:t>22第2項の規定による請負代金の支払が遅れた場合においては、受注者は、未受領金額につき、遅延日数に応じ、遅延利息率を乗じて計算した額の遅延利息の支払を発注者に請求することができる。</w:t>
      </w:r>
    </w:p>
    <w:p w14:paraId="57D7516A" w14:textId="77777777" w:rsidR="00004C11" w:rsidRPr="007B1589" w:rsidRDefault="00004C11" w:rsidP="007B1589">
      <w:pPr>
        <w:autoSpaceDE w:val="0"/>
        <w:autoSpaceDN w:val="0"/>
        <w:adjustRightInd w:val="0"/>
        <w:jc w:val="left"/>
        <w:rPr>
          <w:rFonts w:hAnsi="ＭＳ 明朝"/>
          <w:kern w:val="0"/>
          <w:szCs w:val="21"/>
        </w:rPr>
      </w:pPr>
      <w:r w:rsidRPr="007B1589">
        <w:rPr>
          <w:rFonts w:hAnsi="ＭＳ 明朝"/>
          <w:kern w:val="0"/>
          <w:szCs w:val="21"/>
        </w:rPr>
        <w:t>(契約不適合責任期間等）</w:t>
      </w:r>
    </w:p>
    <w:p w14:paraId="7A5B218D"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lastRenderedPageBreak/>
        <w:t>第</w:t>
      </w:r>
      <w:r w:rsidRPr="007B1589">
        <w:rPr>
          <w:rFonts w:hAnsi="ＭＳ 明朝"/>
          <w:kern w:val="0"/>
          <w:szCs w:val="21"/>
        </w:rPr>
        <w:t>36　発注者は、役務の履行内容に契約不適合があることを知った時から1年以内にその旨を受注者に通知しないときは、発注者は、その不適合を理由として、履行の追完の請求、代金の減額の請求、損害賠償の請求及び契約の解除（以下この条において「請求等」という。）をすることができない。ただし、受注者が引渡しの時にその不適合を知り、又は重大な過失によって知らなかったときは、この限りでない。</w:t>
      </w:r>
    </w:p>
    <w:p w14:paraId="15231A75"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前項の通知は、不適合の種類やおおよその範囲を通知する。</w:t>
      </w:r>
    </w:p>
    <w:p w14:paraId="7EBAB445"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3 </w:t>
      </w:r>
      <w:r w:rsidRPr="007B1589">
        <w:rPr>
          <w:rFonts w:hAnsi="ＭＳ 明朝" w:hint="eastAsia"/>
          <w:kern w:val="0"/>
          <w:szCs w:val="21"/>
        </w:rPr>
        <w:t xml:space="preserve">　発注者は、第</w:t>
      </w:r>
      <w:r w:rsidRPr="007B1589">
        <w:rPr>
          <w:rFonts w:hAnsi="ＭＳ 明朝"/>
          <w:kern w:val="0"/>
          <w:szCs w:val="21"/>
        </w:rPr>
        <w:t>1項の請求等を行ったときは、当該請求等の根拠となる契約不適合に関し、民法の消滅時効の範囲で、当該請求等以外に必要と認められる請求等をすることができる。</w:t>
      </w:r>
    </w:p>
    <w:p w14:paraId="5BA2BCFE" w14:textId="77777777" w:rsidR="00004C11" w:rsidRPr="007B1589" w:rsidRDefault="00004C11" w:rsidP="00004C11">
      <w:pPr>
        <w:autoSpaceDE w:val="0"/>
        <w:autoSpaceDN w:val="0"/>
        <w:ind w:left="202" w:hangingChars="100" w:hanging="202"/>
        <w:jc w:val="left"/>
        <w:rPr>
          <w:rFonts w:hAnsi="ＭＳ 明朝" w:cs="ＭＳ明朝"/>
          <w:kern w:val="0"/>
          <w:szCs w:val="21"/>
        </w:rPr>
      </w:pPr>
      <w:r w:rsidRPr="007B1589">
        <w:rPr>
          <w:rFonts w:hAnsi="ＭＳ 明朝" w:cs="ＭＳ明朝"/>
          <w:kern w:val="0"/>
          <w:szCs w:val="21"/>
        </w:rPr>
        <w:t xml:space="preserve">4 </w:t>
      </w:r>
      <w:r w:rsidRPr="007B1589">
        <w:rPr>
          <w:rFonts w:hAnsi="ＭＳ 明朝" w:cs="ＭＳ明朝" w:hint="eastAsia"/>
          <w:kern w:val="0"/>
          <w:szCs w:val="21"/>
        </w:rPr>
        <w:t xml:space="preserve">　第</w:t>
      </w:r>
      <w:r w:rsidRPr="007B1589">
        <w:rPr>
          <w:rFonts w:hAnsi="ＭＳ 明朝" w:cs="ＭＳ明朝"/>
          <w:kern w:val="0"/>
          <w:szCs w:val="21"/>
        </w:rPr>
        <w:t>1項の請求等については、必要に応じて発注者及び受注者が民法の規定に従って協議し、契約不適合に関する受注者の責任の全部又は一部を免除することができる。</w:t>
      </w:r>
    </w:p>
    <w:p w14:paraId="0D3934EB" w14:textId="77777777" w:rsidR="00004C11" w:rsidRPr="007B1589" w:rsidRDefault="00004C11" w:rsidP="00004C11">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5 </w:t>
      </w:r>
      <w:r w:rsidRPr="007B1589">
        <w:rPr>
          <w:rFonts w:hAnsi="ＭＳ 明朝" w:hint="eastAsia"/>
          <w:kern w:val="0"/>
          <w:szCs w:val="21"/>
        </w:rPr>
        <w:t xml:space="preserve">　前各項の規定は、契約不適合が受注者の故意又は重過失により生じたものであるときには適用しない。この場合において契約不適合に関する受注者の責任は、民法の定めるところによる。</w:t>
      </w:r>
    </w:p>
    <w:p w14:paraId="66AFCA46" w14:textId="2D86C6FD" w:rsidR="00004C11" w:rsidRPr="007B1589" w:rsidRDefault="00004C11"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6 </w:t>
      </w:r>
      <w:r w:rsidRPr="007B1589">
        <w:rPr>
          <w:rFonts w:hAnsi="ＭＳ 明朝" w:hint="eastAsia"/>
          <w:kern w:val="0"/>
          <w:szCs w:val="21"/>
        </w:rPr>
        <w:t xml:space="preserve">　履行された役務の契約不適合が支給材料の性質又は発注者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14:paraId="762D22CA" w14:textId="77777777" w:rsidR="00C6222D" w:rsidRPr="007B1589" w:rsidRDefault="00C6222D" w:rsidP="00C6222D">
      <w:pPr>
        <w:rPr>
          <w:rFonts w:hAnsi="ＭＳ 明朝" w:cstheme="minorBidi"/>
          <w:szCs w:val="21"/>
        </w:rPr>
      </w:pPr>
      <w:r w:rsidRPr="007B1589">
        <w:rPr>
          <w:rFonts w:hAnsi="ＭＳ 明朝" w:cstheme="minorBidi" w:hint="eastAsia"/>
          <w:szCs w:val="21"/>
        </w:rPr>
        <w:t>（情報セキュリティ対策）</w:t>
      </w:r>
    </w:p>
    <w:p w14:paraId="3C9C94A5" w14:textId="2599C72A" w:rsidR="00C6222D" w:rsidRPr="007B1589" w:rsidRDefault="00BD7241" w:rsidP="00C6222D">
      <w:pPr>
        <w:ind w:left="202" w:hangingChars="100" w:hanging="202"/>
        <w:rPr>
          <w:rFonts w:hAnsi="ＭＳ 明朝" w:cstheme="minorBidi"/>
          <w:szCs w:val="21"/>
        </w:rPr>
      </w:pPr>
      <w:r w:rsidRPr="007B1589">
        <w:rPr>
          <w:rFonts w:hAnsi="ＭＳ 明朝" w:cstheme="minorBidi" w:hint="eastAsia"/>
          <w:szCs w:val="21"/>
        </w:rPr>
        <w:t>第</w:t>
      </w:r>
      <w:r w:rsidRPr="007B1589">
        <w:rPr>
          <w:rFonts w:hAnsi="ＭＳ 明朝" w:cstheme="minorBidi"/>
          <w:szCs w:val="21"/>
        </w:rPr>
        <w:t>37</w:t>
      </w:r>
      <w:r w:rsidR="00C6222D" w:rsidRPr="007B1589">
        <w:rPr>
          <w:rFonts w:hAnsi="ＭＳ 明朝" w:cstheme="minorBidi" w:hint="eastAsia"/>
          <w:szCs w:val="21"/>
        </w:rPr>
        <w:t xml:space="preserve">　情報システムの開発、アプリケーションプログラムの開発等を委託する際に、発注者が受注者における情報セキュリティ対策を直接管理することが困難な場合は、発注者は次の各項の内容を含む情報セキュリティ対策を実施するよう仕様書等に定めるものとする。</w:t>
      </w:r>
    </w:p>
    <w:p w14:paraId="5DFF621E" w14:textId="77777777"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 xml:space="preserve">1　 </w:t>
      </w:r>
      <w:r w:rsidRPr="007B1589">
        <w:rPr>
          <w:rFonts w:hAnsi="ＭＳ 明朝" w:cstheme="minorBidi" w:hint="eastAsia"/>
          <w:szCs w:val="21"/>
        </w:rPr>
        <w:t>受注者は、発注者の指示又は承諾があるときを除き、当該役務に係る情報を当該役務以外の目的に使用し、又は第三者に提供してはならない。</w:t>
      </w:r>
    </w:p>
    <w:p w14:paraId="2964137C" w14:textId="07BB5322"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 xml:space="preserve">2　 </w:t>
      </w:r>
      <w:r w:rsidRPr="007B1589">
        <w:rPr>
          <w:rFonts w:hAnsi="ＭＳ 明朝" w:cstheme="minorBidi" w:hint="eastAsia"/>
          <w:szCs w:val="21"/>
        </w:rPr>
        <w:t>受注者は、当該役務</w:t>
      </w:r>
      <w:r w:rsidR="00BD7241" w:rsidRPr="007B1589">
        <w:rPr>
          <w:rFonts w:hAnsi="ＭＳ 明朝" w:cstheme="minorBidi" w:hint="eastAsia"/>
          <w:szCs w:val="21"/>
        </w:rPr>
        <w:t>に係る情報セキュリティに関する組織的な体制として、次の各号</w:t>
      </w:r>
      <w:r w:rsidRPr="007B1589">
        <w:rPr>
          <w:rFonts w:hAnsi="ＭＳ 明朝" w:cstheme="minorBidi" w:hint="eastAsia"/>
          <w:szCs w:val="21"/>
        </w:rPr>
        <w:t>について書面により明らかにしなければならない。また、内容に変更がある場合、受注者は速やかに書面により発注者へ連絡しなければならない。</w:t>
      </w:r>
    </w:p>
    <w:p w14:paraId="7F4C35D0" w14:textId="77777777" w:rsidR="00C6222D" w:rsidRPr="007B1589" w:rsidRDefault="00C6222D" w:rsidP="00C6222D">
      <w:pPr>
        <w:ind w:firstLineChars="100" w:firstLine="202"/>
        <w:rPr>
          <w:rFonts w:hAnsi="ＭＳ 明朝" w:cstheme="minorBidi"/>
          <w:szCs w:val="21"/>
        </w:rPr>
      </w:pPr>
      <w:r w:rsidRPr="007B1589">
        <w:rPr>
          <w:rFonts w:hAnsi="ＭＳ 明朝" w:cstheme="minorBidi"/>
          <w:szCs w:val="21"/>
        </w:rPr>
        <w:t>(1)</w:t>
      </w:r>
      <w:r w:rsidRPr="007B1589">
        <w:rPr>
          <w:rFonts w:hAnsi="ＭＳ 明朝" w:cstheme="minorBidi" w:hint="eastAsia"/>
          <w:szCs w:val="21"/>
        </w:rPr>
        <w:t xml:space="preserve">　情報セキュリティに係る責任体制</w:t>
      </w:r>
    </w:p>
    <w:p w14:paraId="29B96E7D" w14:textId="77777777" w:rsidR="00C6222D" w:rsidRPr="007B1589" w:rsidRDefault="00C6222D" w:rsidP="00C6222D">
      <w:pPr>
        <w:ind w:firstLineChars="100" w:firstLine="202"/>
        <w:rPr>
          <w:rFonts w:hAnsi="ＭＳ 明朝" w:cstheme="minorBidi"/>
          <w:szCs w:val="21"/>
        </w:rPr>
      </w:pPr>
      <w:r w:rsidRPr="007B1589">
        <w:rPr>
          <w:rFonts w:hAnsi="ＭＳ 明朝" w:cstheme="minorBidi"/>
          <w:szCs w:val="21"/>
        </w:rPr>
        <w:t>(2)</w:t>
      </w:r>
      <w:r w:rsidRPr="007B1589">
        <w:rPr>
          <w:rFonts w:hAnsi="ＭＳ 明朝" w:cstheme="minorBidi" w:hint="eastAsia"/>
          <w:szCs w:val="21"/>
        </w:rPr>
        <w:t xml:space="preserve">　情報システムの取扱部署、責任者及び担当者</w:t>
      </w:r>
    </w:p>
    <w:p w14:paraId="49D08A0D" w14:textId="77777777" w:rsidR="00C6222D" w:rsidRPr="007B1589" w:rsidRDefault="00C6222D" w:rsidP="00C6222D">
      <w:pPr>
        <w:ind w:firstLineChars="100" w:firstLine="202"/>
        <w:rPr>
          <w:rFonts w:hAnsi="ＭＳ 明朝" w:cstheme="minorBidi"/>
          <w:szCs w:val="21"/>
        </w:rPr>
      </w:pPr>
      <w:r w:rsidRPr="007B1589">
        <w:rPr>
          <w:rFonts w:hAnsi="ＭＳ 明朝" w:cstheme="minorBidi"/>
          <w:szCs w:val="21"/>
        </w:rPr>
        <w:t>(3)</w:t>
      </w:r>
      <w:r w:rsidRPr="007B1589">
        <w:rPr>
          <w:rFonts w:hAnsi="ＭＳ 明朝" w:cstheme="minorBidi" w:hint="eastAsia"/>
          <w:szCs w:val="21"/>
        </w:rPr>
        <w:t xml:space="preserve">　通常時及び緊急時の連絡体制</w:t>
      </w:r>
    </w:p>
    <w:p w14:paraId="604CE9FD" w14:textId="77777777" w:rsidR="00C6222D" w:rsidRPr="007B1589" w:rsidRDefault="00C6222D" w:rsidP="00C6222D">
      <w:pPr>
        <w:ind w:firstLineChars="100" w:firstLine="202"/>
        <w:rPr>
          <w:rFonts w:hAnsi="ＭＳ 明朝" w:cstheme="minorBidi"/>
          <w:szCs w:val="21"/>
        </w:rPr>
      </w:pPr>
      <w:r w:rsidRPr="007B1589">
        <w:rPr>
          <w:rFonts w:hAnsi="ＭＳ 明朝" w:cstheme="minorBidi"/>
          <w:szCs w:val="21"/>
        </w:rPr>
        <w:t>(4)</w:t>
      </w:r>
      <w:r w:rsidRPr="007B1589">
        <w:rPr>
          <w:rFonts w:hAnsi="ＭＳ 明朝" w:cstheme="minorBidi" w:hint="eastAsia"/>
          <w:szCs w:val="21"/>
        </w:rPr>
        <w:t xml:space="preserve">　役務履行場所</w:t>
      </w:r>
    </w:p>
    <w:p w14:paraId="01B983E1" w14:textId="77777777" w:rsidR="00C6222D" w:rsidRPr="007B1589" w:rsidRDefault="00C6222D" w:rsidP="00C6222D">
      <w:pPr>
        <w:ind w:firstLineChars="100" w:firstLine="202"/>
        <w:rPr>
          <w:rFonts w:hAnsi="ＭＳ 明朝" w:cstheme="minorBidi"/>
          <w:szCs w:val="21"/>
        </w:rPr>
      </w:pPr>
      <w:r w:rsidRPr="007B1589">
        <w:rPr>
          <w:rFonts w:hAnsi="ＭＳ 明朝" w:cstheme="minorBidi"/>
          <w:szCs w:val="21"/>
        </w:rPr>
        <w:t>(5)</w:t>
      </w:r>
      <w:r w:rsidRPr="007B1589">
        <w:rPr>
          <w:rFonts w:hAnsi="ＭＳ 明朝" w:cstheme="minorBidi" w:hint="eastAsia"/>
          <w:szCs w:val="21"/>
        </w:rPr>
        <w:t xml:space="preserve">　セキュリティ実施内容</w:t>
      </w:r>
    </w:p>
    <w:p w14:paraId="4504F09B" w14:textId="3E73218C"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 xml:space="preserve">3　 </w:t>
      </w:r>
      <w:r w:rsidRPr="007B1589">
        <w:rPr>
          <w:rFonts w:hAnsi="ＭＳ 明朝" w:cstheme="minorBidi" w:hint="eastAsia"/>
          <w:szCs w:val="21"/>
        </w:rPr>
        <w:t>受注者は、発注者の</w:t>
      </w:r>
      <w:r w:rsidR="00BD7241" w:rsidRPr="007B1589">
        <w:rPr>
          <w:rFonts w:hAnsi="ＭＳ 明朝" w:cstheme="minorBidi" w:hint="eastAsia"/>
          <w:szCs w:val="21"/>
        </w:rPr>
        <w:t>承諾がある場合を除き、当該契約による情報の取り扱いを自ら行う</w:t>
      </w:r>
      <w:r w:rsidRPr="007B1589">
        <w:rPr>
          <w:rFonts w:hAnsi="ＭＳ 明朝" w:cstheme="minorBidi" w:hint="eastAsia"/>
          <w:szCs w:val="21"/>
        </w:rPr>
        <w:t>ものとし、その取扱いを第三者に委託し、又は請け負わせてはならない</w:t>
      </w:r>
    </w:p>
    <w:p w14:paraId="698F480B" w14:textId="77777777"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 xml:space="preserve">4　 </w:t>
      </w:r>
      <w:r w:rsidRPr="007B1589">
        <w:rPr>
          <w:rFonts w:hAnsi="ＭＳ 明朝" w:cstheme="minorBidi" w:hint="eastAsia"/>
          <w:szCs w:val="21"/>
        </w:rPr>
        <w:t>受注者は、発注者の指示又は承諾がある場合を除き、当該役務に係る情報を役務履行場所以外へ持ち出してはならない。</w:t>
      </w:r>
    </w:p>
    <w:p w14:paraId="38CBC7C1" w14:textId="0BED8F23"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 xml:space="preserve">5　 </w:t>
      </w:r>
      <w:r w:rsidRPr="007B1589">
        <w:rPr>
          <w:rFonts w:hAnsi="ＭＳ 明朝" w:cstheme="minorBidi" w:hint="eastAsia"/>
          <w:szCs w:val="21"/>
        </w:rPr>
        <w:t>受注者は、リモートにより学外からアクセスした当該役務の遂行にあたり知</w:t>
      </w:r>
      <w:r w:rsidR="00DA22F3" w:rsidRPr="007B1589">
        <w:rPr>
          <w:rFonts w:hAnsi="ＭＳ 明朝" w:cstheme="minorBidi" w:hint="eastAsia"/>
          <w:szCs w:val="21"/>
        </w:rPr>
        <w:t>ることが</w:t>
      </w:r>
      <w:r w:rsidRPr="007B1589">
        <w:rPr>
          <w:rFonts w:hAnsi="ＭＳ 明朝" w:cstheme="minorBidi" w:hint="eastAsia"/>
          <w:szCs w:val="21"/>
        </w:rPr>
        <w:t>できた情報は、発注者の承諾を得ることなくリモートによる当該役務の目的以外に利用し、又は第三者に利用させ、若しくは開示、漏洩してはならない。</w:t>
      </w:r>
    </w:p>
    <w:p w14:paraId="7CBB1751" w14:textId="77777777"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 xml:space="preserve">6　 </w:t>
      </w:r>
      <w:r w:rsidRPr="007B1589">
        <w:rPr>
          <w:rFonts w:hAnsi="ＭＳ 明朝" w:cstheme="minorBidi" w:hint="eastAsia"/>
          <w:szCs w:val="21"/>
        </w:rPr>
        <w:t>受注者は、当該契約が終了し、又は解除されたときは、当該役務に係る情報を速やかに返還し、又は漏洩を来さない方法で確実に処分しなければならない。</w:t>
      </w:r>
    </w:p>
    <w:p w14:paraId="307A8752" w14:textId="77777777"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 xml:space="preserve">7　 </w:t>
      </w:r>
      <w:r w:rsidRPr="007B1589">
        <w:rPr>
          <w:rFonts w:hAnsi="ＭＳ 明朝" w:cstheme="minorBidi" w:hint="eastAsia"/>
          <w:szCs w:val="21"/>
        </w:rPr>
        <w:t>受注者は、定期的に情報セキュリティ対策の履行状況を発注者に報告するとともに、次の各号のいずれかに該当する場合は、直ちに発注者に報告しなければならない。</w:t>
      </w:r>
    </w:p>
    <w:p w14:paraId="67A6293B" w14:textId="77777777" w:rsidR="00C6222D" w:rsidRPr="007B1589" w:rsidRDefault="00C6222D" w:rsidP="00C6222D">
      <w:pPr>
        <w:ind w:leftChars="100" w:left="404" w:hangingChars="100" w:hanging="202"/>
        <w:rPr>
          <w:rFonts w:hAnsi="ＭＳ 明朝" w:cstheme="minorBidi"/>
          <w:szCs w:val="21"/>
        </w:rPr>
      </w:pPr>
      <w:r w:rsidRPr="007B1589">
        <w:rPr>
          <w:rFonts w:hAnsi="ＭＳ 明朝" w:cstheme="minorBidi"/>
          <w:szCs w:val="21"/>
        </w:rPr>
        <w:t>(1)　受注者に提供し、又は受注者によるアクセスを認める発注者に関する情報の外部への漏えい及び目的外利用が発生したとき又はその恐れがあるとき。</w:t>
      </w:r>
    </w:p>
    <w:p w14:paraId="6C88B178" w14:textId="77777777" w:rsidR="00C6222D" w:rsidRPr="007B1589" w:rsidRDefault="00C6222D" w:rsidP="00C6222D">
      <w:pPr>
        <w:ind w:leftChars="100" w:left="404" w:hangingChars="100" w:hanging="202"/>
        <w:rPr>
          <w:rFonts w:hAnsi="ＭＳ 明朝" w:cstheme="minorBidi"/>
          <w:szCs w:val="21"/>
        </w:rPr>
      </w:pPr>
      <w:r w:rsidRPr="007B1589">
        <w:rPr>
          <w:rFonts w:hAnsi="ＭＳ 明朝" w:cstheme="minorBidi"/>
          <w:szCs w:val="21"/>
        </w:rPr>
        <w:t>(2)　受注者による発注者のその他の情報へのアクセスが発生したとき又はその恐れがあるとき。</w:t>
      </w:r>
    </w:p>
    <w:p w14:paraId="530D3E28" w14:textId="77777777"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 xml:space="preserve">8 </w:t>
      </w:r>
      <w:r w:rsidRPr="007B1589">
        <w:rPr>
          <w:rFonts w:hAnsi="ＭＳ 明朝" w:cstheme="minorBidi" w:hint="eastAsia"/>
          <w:szCs w:val="21"/>
        </w:rPr>
        <w:t xml:space="preserve">　受注者は、前項の各号のいずれかに該当することとなった場合には、被害の程度を把握するため、</w:t>
      </w:r>
      <w:r w:rsidRPr="007B1589">
        <w:rPr>
          <w:rFonts w:hAnsi="ＭＳ 明朝" w:cstheme="minorBidi" w:hint="eastAsia"/>
          <w:szCs w:val="21"/>
        </w:rPr>
        <w:lastRenderedPageBreak/>
        <w:t>必要な記録類を契約終了時まで保存し、発注者の求めに応じて成果物と共に引き渡すものとする。</w:t>
      </w:r>
    </w:p>
    <w:p w14:paraId="3E165E39" w14:textId="77777777"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 xml:space="preserve">9　 </w:t>
      </w:r>
      <w:r w:rsidRPr="007B1589">
        <w:rPr>
          <w:rFonts w:hAnsi="ＭＳ 明朝" w:cstheme="minorBidi" w:hint="eastAsia"/>
          <w:szCs w:val="21"/>
        </w:rPr>
        <w:t>当該契約に係る作業中及び当該契約に定める契約不適合</w:t>
      </w:r>
      <w:r w:rsidRPr="007B1589">
        <w:rPr>
          <w:rFonts w:hAnsi="ＭＳ 明朝" w:cstheme="minorBidi"/>
          <w:szCs w:val="21"/>
        </w:rPr>
        <w:t>責任期間中に</w:t>
      </w:r>
      <w:r w:rsidRPr="007B1589">
        <w:rPr>
          <w:rFonts w:hAnsi="ＭＳ 明朝" w:cstheme="minorBidi" w:hint="eastAsia"/>
          <w:szCs w:val="21"/>
        </w:rPr>
        <w:t>第</w:t>
      </w:r>
      <w:r w:rsidRPr="007B1589">
        <w:rPr>
          <w:rFonts w:hAnsi="ＭＳ 明朝" w:cstheme="minorBidi"/>
          <w:szCs w:val="21"/>
        </w:rPr>
        <w:t>7項各号のいずれかに該当することとなり、かつその</w:t>
      </w:r>
      <w:r w:rsidRPr="007B1589">
        <w:rPr>
          <w:rFonts w:hAnsi="ＭＳ 明朝" w:cstheme="minorBidi" w:hint="eastAsia"/>
          <w:szCs w:val="21"/>
        </w:rPr>
        <w:t>場合</w:t>
      </w:r>
      <w:r w:rsidRPr="007B1589">
        <w:rPr>
          <w:rFonts w:hAnsi="ＭＳ 明朝" w:cstheme="minorBidi"/>
          <w:szCs w:val="21"/>
        </w:rPr>
        <w:t>が</w:t>
      </w:r>
      <w:r w:rsidRPr="007B1589">
        <w:rPr>
          <w:rFonts w:hAnsi="ＭＳ 明朝" w:cstheme="minorBidi" w:hint="eastAsia"/>
          <w:szCs w:val="21"/>
        </w:rPr>
        <w:t>受注者</w:t>
      </w:r>
      <w:r w:rsidRPr="007B1589">
        <w:rPr>
          <w:rFonts w:hAnsi="ＭＳ 明朝" w:cstheme="minorBidi"/>
          <w:szCs w:val="21"/>
        </w:rPr>
        <w:t>における情報セキュリティ上の問題に起因する場合は、</w:t>
      </w:r>
      <w:r w:rsidRPr="007B1589">
        <w:rPr>
          <w:rFonts w:hAnsi="ＭＳ 明朝" w:cstheme="minorBidi" w:hint="eastAsia"/>
          <w:szCs w:val="21"/>
        </w:rPr>
        <w:t>受注</w:t>
      </w:r>
      <w:r w:rsidRPr="007B1589">
        <w:rPr>
          <w:rFonts w:hAnsi="ＭＳ 明朝" w:cstheme="minorBidi"/>
          <w:szCs w:val="21"/>
        </w:rPr>
        <w:t>者の責任及び負担において次の各</w:t>
      </w:r>
      <w:r w:rsidRPr="007B1589">
        <w:rPr>
          <w:rFonts w:hAnsi="ＭＳ 明朝" w:cstheme="minorBidi" w:hint="eastAsia"/>
          <w:szCs w:val="21"/>
        </w:rPr>
        <w:t>号</w:t>
      </w:r>
      <w:r w:rsidRPr="007B1589">
        <w:rPr>
          <w:rFonts w:hAnsi="ＭＳ 明朝" w:cstheme="minorBidi"/>
          <w:szCs w:val="21"/>
        </w:rPr>
        <w:t>を速やかに実施</w:t>
      </w:r>
      <w:r w:rsidRPr="007B1589">
        <w:rPr>
          <w:rFonts w:hAnsi="ＭＳ 明朝" w:cstheme="minorBidi" w:hint="eastAsia"/>
          <w:szCs w:val="21"/>
        </w:rPr>
        <w:t>しなければならない</w:t>
      </w:r>
      <w:r w:rsidRPr="007B1589">
        <w:rPr>
          <w:rFonts w:hAnsi="ＭＳ 明朝" w:cstheme="minorBidi"/>
          <w:szCs w:val="21"/>
        </w:rPr>
        <w:t>。</w:t>
      </w:r>
    </w:p>
    <w:p w14:paraId="7B297470" w14:textId="77777777" w:rsidR="00C6222D" w:rsidRPr="007B1589" w:rsidRDefault="00C6222D" w:rsidP="00C6222D">
      <w:pPr>
        <w:ind w:leftChars="100" w:left="404" w:hangingChars="100" w:hanging="202"/>
        <w:rPr>
          <w:rFonts w:hAnsi="ＭＳ 明朝" w:cstheme="minorBidi"/>
          <w:szCs w:val="21"/>
        </w:rPr>
      </w:pPr>
      <w:r w:rsidRPr="007B1589">
        <w:rPr>
          <w:rFonts w:hAnsi="ＭＳ 明朝" w:cstheme="minorBidi"/>
          <w:szCs w:val="21"/>
        </w:rPr>
        <w:t>(1)　情報セキュリティ侵害の内容及び影響範囲を調査の上、当該情報セキュリティ侵害への対応策を立案し、発注者の承認を得た上で実施すること。</w:t>
      </w:r>
    </w:p>
    <w:p w14:paraId="0064F4B0" w14:textId="77777777" w:rsidR="00C6222D" w:rsidRPr="007B1589" w:rsidRDefault="00C6222D" w:rsidP="00C6222D">
      <w:pPr>
        <w:ind w:leftChars="100" w:left="404" w:hangingChars="100" w:hanging="202"/>
        <w:rPr>
          <w:rFonts w:hAnsi="ＭＳ 明朝" w:cstheme="minorBidi"/>
          <w:szCs w:val="21"/>
        </w:rPr>
      </w:pPr>
      <w:r w:rsidRPr="007B1589">
        <w:rPr>
          <w:rFonts w:hAnsi="ＭＳ 明朝" w:cstheme="minorBidi"/>
          <w:szCs w:val="21"/>
        </w:rPr>
        <w:t>(2)　発生した事態の具体的内容、原因及び実施した対応策等について報告書を作成し、発注者へ提出して承認を得ること。</w:t>
      </w:r>
    </w:p>
    <w:p w14:paraId="3C0BAB20" w14:textId="77777777" w:rsidR="00C6222D" w:rsidRPr="007B1589" w:rsidRDefault="00C6222D" w:rsidP="00C6222D">
      <w:pPr>
        <w:ind w:firstLineChars="100" w:firstLine="202"/>
        <w:rPr>
          <w:rFonts w:hAnsi="ＭＳ 明朝" w:cstheme="minorBidi"/>
          <w:szCs w:val="21"/>
        </w:rPr>
      </w:pPr>
      <w:r w:rsidRPr="007B1589">
        <w:rPr>
          <w:rFonts w:hAnsi="ＭＳ 明朝" w:cstheme="minorBidi"/>
          <w:szCs w:val="21"/>
        </w:rPr>
        <w:t>(3)　再発防止対策を立案し、発注者の承認を得た上で実施すること。</w:t>
      </w:r>
    </w:p>
    <w:p w14:paraId="26B0C464" w14:textId="77777777" w:rsidR="00C6222D" w:rsidRPr="007B1589" w:rsidRDefault="00C6222D" w:rsidP="00C6222D">
      <w:pPr>
        <w:ind w:leftChars="100" w:left="404" w:hangingChars="100" w:hanging="202"/>
        <w:rPr>
          <w:rFonts w:hAnsi="ＭＳ 明朝" w:cstheme="minorBidi"/>
          <w:szCs w:val="21"/>
        </w:rPr>
      </w:pPr>
      <w:r w:rsidRPr="007B1589">
        <w:rPr>
          <w:rFonts w:hAnsi="ＭＳ 明朝" w:cstheme="minorBidi"/>
          <w:szCs w:val="21"/>
        </w:rPr>
        <w:t>(4)　前各号に掲げる場合のほか、発生した情報セキュリティ侵害について、発注者の指示に基づ</w:t>
      </w:r>
      <w:r w:rsidRPr="007B1589">
        <w:rPr>
          <w:rFonts w:hAnsi="ＭＳ 明朝" w:cstheme="minorBidi" w:hint="eastAsia"/>
          <w:szCs w:val="21"/>
        </w:rPr>
        <w:t>く措置を実施すること。</w:t>
      </w:r>
    </w:p>
    <w:p w14:paraId="666B096A" w14:textId="77777777"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10　発注者は、当該役務に係る受注者の情報セキュリティの運用状況に関し、必要に応じて役務履行場所への立入調査等を行うことができるものとする。</w:t>
      </w:r>
    </w:p>
    <w:p w14:paraId="33552696" w14:textId="77777777"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11　受注者は、発注者から役務履行場所への立入調査等の申入れがあったときは、特段の理由が認められる場合を除き、協力しなければならない。</w:t>
      </w:r>
    </w:p>
    <w:p w14:paraId="64B624BA" w14:textId="77777777"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12　発注者は、</w:t>
      </w:r>
      <w:r w:rsidRPr="007B1589">
        <w:rPr>
          <w:rFonts w:hAnsi="ＭＳ 明朝" w:cstheme="minorBidi" w:hint="eastAsia"/>
          <w:szCs w:val="21"/>
        </w:rPr>
        <w:t>第</w:t>
      </w:r>
      <w:r w:rsidRPr="007B1589">
        <w:rPr>
          <w:rFonts w:hAnsi="ＭＳ 明朝" w:cstheme="minorBidi"/>
          <w:szCs w:val="21"/>
        </w:rPr>
        <w:t>10項に</w:t>
      </w:r>
      <w:r w:rsidRPr="007B1589">
        <w:rPr>
          <w:rFonts w:hAnsi="ＭＳ 明朝" w:cstheme="minorBidi" w:hint="eastAsia"/>
          <w:szCs w:val="21"/>
        </w:rPr>
        <w:t>よる役務履行場所への立入調査等の結果、受注者による情報セキュリティの運用状況に契約不適合があることを認めたときは、期限を定めて改善を勧告するものとする。</w:t>
      </w:r>
    </w:p>
    <w:p w14:paraId="3AABE46A" w14:textId="77777777" w:rsidR="00C6222D" w:rsidRPr="007B1589" w:rsidRDefault="00C6222D" w:rsidP="00C6222D">
      <w:pPr>
        <w:ind w:left="202" w:hangingChars="100" w:hanging="202"/>
        <w:rPr>
          <w:rFonts w:hAnsi="ＭＳ 明朝" w:cstheme="minorBidi"/>
          <w:szCs w:val="21"/>
        </w:rPr>
      </w:pPr>
      <w:r w:rsidRPr="007B1589">
        <w:rPr>
          <w:rFonts w:hAnsi="ＭＳ 明朝" w:cstheme="minorBidi"/>
          <w:szCs w:val="21"/>
        </w:rPr>
        <w:t>13　受注者は、前項による改善勧告を受けたときは、この改善勧告に速やかに応じなければならない。</w:t>
      </w:r>
    </w:p>
    <w:p w14:paraId="268CA637" w14:textId="37B7CD6A" w:rsidR="00C6222D" w:rsidRPr="007B1589" w:rsidRDefault="00C6222D" w:rsidP="007B1589">
      <w:pPr>
        <w:rPr>
          <w:rFonts w:hAnsi="ＭＳ 明朝" w:cstheme="minorBidi"/>
          <w:szCs w:val="21"/>
        </w:rPr>
      </w:pPr>
      <w:r w:rsidRPr="007B1589">
        <w:rPr>
          <w:rFonts w:hAnsi="ＭＳ 明朝" w:cstheme="minorBidi"/>
          <w:szCs w:val="21"/>
        </w:rPr>
        <w:t>14　前各項の規定のほか、役務の実態を踏まえ、適宜必要な事項を追加するものとする。</w:t>
      </w:r>
    </w:p>
    <w:p w14:paraId="07FE8DA8"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賠償金等の徴収</w:t>
      </w:r>
      <w:r w:rsidRPr="007B1589">
        <w:rPr>
          <w:rFonts w:hAnsi="ＭＳ 明朝"/>
          <w:kern w:val="0"/>
          <w:szCs w:val="21"/>
        </w:rPr>
        <w:t>)</w:t>
      </w:r>
    </w:p>
    <w:p w14:paraId="4B8D2B57" w14:textId="7047E933"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DA22F3" w:rsidRPr="007B1589">
        <w:rPr>
          <w:rFonts w:hAnsi="ＭＳ 明朝"/>
          <w:kern w:val="0"/>
          <w:szCs w:val="21"/>
        </w:rPr>
        <w:t>38</w:t>
      </w:r>
      <w:r w:rsidRPr="007B1589">
        <w:rPr>
          <w:rFonts w:hAnsi="ＭＳ 明朝" w:hint="eastAsia"/>
          <w:kern w:val="0"/>
          <w:szCs w:val="21"/>
        </w:rPr>
        <w:t xml:space="preserve">　受注者が</w:t>
      </w:r>
      <w:r w:rsidR="007E11AE" w:rsidRPr="007B1589">
        <w:rPr>
          <w:rFonts w:hAnsi="ＭＳ 明朝" w:hint="eastAsia"/>
          <w:kern w:val="0"/>
          <w:szCs w:val="21"/>
        </w:rPr>
        <w:t>、</w:t>
      </w:r>
      <w:r w:rsidRPr="007B1589">
        <w:rPr>
          <w:rFonts w:hAnsi="ＭＳ 明朝" w:hint="eastAsia"/>
          <w:kern w:val="0"/>
          <w:szCs w:val="21"/>
        </w:rPr>
        <w:t>この契約に基づく賠償金</w:t>
      </w:r>
      <w:r w:rsidR="007E11AE" w:rsidRPr="007B1589">
        <w:rPr>
          <w:rFonts w:hAnsi="ＭＳ 明朝" w:hint="eastAsia"/>
          <w:kern w:val="0"/>
          <w:szCs w:val="21"/>
        </w:rPr>
        <w:t>、</w:t>
      </w:r>
      <w:r w:rsidRPr="007B1589">
        <w:rPr>
          <w:rFonts w:hAnsi="ＭＳ 明朝" w:hint="eastAsia"/>
          <w:kern w:val="0"/>
          <w:szCs w:val="21"/>
        </w:rPr>
        <w:t>損害金又は違約金を発注者の指定する期間内に支払わないときは</w:t>
      </w:r>
      <w:r w:rsidR="007E11AE" w:rsidRPr="007B1589">
        <w:rPr>
          <w:rFonts w:hAnsi="ＭＳ 明朝" w:hint="eastAsia"/>
          <w:kern w:val="0"/>
          <w:szCs w:val="21"/>
        </w:rPr>
        <w:t>、</w:t>
      </w:r>
      <w:r w:rsidRPr="007B1589">
        <w:rPr>
          <w:rFonts w:hAnsi="ＭＳ 明朝" w:hint="eastAsia"/>
          <w:kern w:val="0"/>
          <w:szCs w:val="21"/>
        </w:rPr>
        <w:t>発注者は</w:t>
      </w:r>
      <w:r w:rsidR="007E11AE" w:rsidRPr="007B1589">
        <w:rPr>
          <w:rFonts w:hAnsi="ＭＳ 明朝" w:hint="eastAsia"/>
          <w:kern w:val="0"/>
          <w:szCs w:val="21"/>
        </w:rPr>
        <w:t>、</w:t>
      </w:r>
      <w:r w:rsidRPr="007B1589">
        <w:rPr>
          <w:rFonts w:hAnsi="ＭＳ 明朝" w:hint="eastAsia"/>
          <w:kern w:val="0"/>
          <w:szCs w:val="21"/>
        </w:rPr>
        <w:t>その支払わない額に発注者の指定する期間を経過した日から請負代金額支払の日まで年</w:t>
      </w:r>
      <w:r w:rsidR="00004C11" w:rsidRPr="007B1589">
        <w:rPr>
          <w:rFonts w:hAnsi="ＭＳ 明朝"/>
          <w:kern w:val="0"/>
          <w:szCs w:val="21"/>
        </w:rPr>
        <w:t>3</w:t>
      </w:r>
      <w:r w:rsidRPr="007B1589">
        <w:rPr>
          <w:rFonts w:hAnsi="ＭＳ 明朝" w:hint="eastAsia"/>
          <w:kern w:val="0"/>
          <w:szCs w:val="21"/>
        </w:rPr>
        <w:t>パーセントの割合で計算した利息を付した額と</w:t>
      </w:r>
      <w:r w:rsidR="007E11AE" w:rsidRPr="007B1589">
        <w:rPr>
          <w:rFonts w:hAnsi="ＭＳ 明朝" w:hint="eastAsia"/>
          <w:kern w:val="0"/>
          <w:szCs w:val="21"/>
        </w:rPr>
        <w:t>、</w:t>
      </w:r>
      <w:r w:rsidRPr="007B1589">
        <w:rPr>
          <w:rFonts w:hAnsi="ＭＳ 明朝" w:hint="eastAsia"/>
          <w:kern w:val="0"/>
          <w:szCs w:val="21"/>
        </w:rPr>
        <w:t>発注者の支払うべき請負代金額とを相殺し</w:t>
      </w:r>
      <w:r w:rsidR="007E11AE" w:rsidRPr="007B1589">
        <w:rPr>
          <w:rFonts w:hAnsi="ＭＳ 明朝" w:hint="eastAsia"/>
          <w:kern w:val="0"/>
          <w:szCs w:val="21"/>
        </w:rPr>
        <w:t>、</w:t>
      </w:r>
      <w:r w:rsidRPr="007B1589">
        <w:rPr>
          <w:rFonts w:hAnsi="ＭＳ 明朝" w:hint="eastAsia"/>
          <w:kern w:val="0"/>
          <w:szCs w:val="21"/>
        </w:rPr>
        <w:t>なお</w:t>
      </w:r>
      <w:r w:rsidR="007E11AE" w:rsidRPr="007B1589">
        <w:rPr>
          <w:rFonts w:hAnsi="ＭＳ 明朝" w:hint="eastAsia"/>
          <w:kern w:val="0"/>
          <w:szCs w:val="21"/>
        </w:rPr>
        <w:t>、</w:t>
      </w:r>
      <w:r w:rsidRPr="007B1589">
        <w:rPr>
          <w:rFonts w:hAnsi="ＭＳ 明朝" w:hint="eastAsia"/>
          <w:kern w:val="0"/>
          <w:szCs w:val="21"/>
        </w:rPr>
        <w:t>不足があるときは追徴する。</w:t>
      </w:r>
    </w:p>
    <w:p w14:paraId="01C4831F" w14:textId="11CA2AB6" w:rsidR="00B31712" w:rsidRPr="007B1589" w:rsidRDefault="00B31712" w:rsidP="007B1589">
      <w:pPr>
        <w:autoSpaceDE w:val="0"/>
        <w:autoSpaceDN w:val="0"/>
        <w:adjustRightInd w:val="0"/>
        <w:ind w:left="202" w:hangingChars="100" w:hanging="202"/>
        <w:jc w:val="left"/>
        <w:rPr>
          <w:rFonts w:hAnsi="ＭＳ 明朝"/>
          <w:kern w:val="0"/>
          <w:szCs w:val="21"/>
        </w:rPr>
      </w:pPr>
      <w:r w:rsidRPr="007B1589">
        <w:rPr>
          <w:rFonts w:hAnsi="ＭＳ 明朝"/>
          <w:kern w:val="0"/>
          <w:szCs w:val="21"/>
        </w:rPr>
        <w:t xml:space="preserve">2 </w:t>
      </w:r>
      <w:r w:rsidRPr="007B1589">
        <w:rPr>
          <w:rFonts w:hAnsi="ＭＳ 明朝" w:hint="eastAsia"/>
          <w:kern w:val="0"/>
          <w:szCs w:val="21"/>
        </w:rPr>
        <w:t xml:space="preserve">　前項の追徴をする場合には</w:t>
      </w:r>
      <w:r w:rsidR="007E11AE" w:rsidRPr="007B1589">
        <w:rPr>
          <w:rFonts w:hAnsi="ＭＳ 明朝" w:hint="eastAsia"/>
          <w:kern w:val="0"/>
          <w:szCs w:val="21"/>
        </w:rPr>
        <w:t>、</w:t>
      </w:r>
      <w:r w:rsidRPr="007B1589">
        <w:rPr>
          <w:rFonts w:hAnsi="ＭＳ 明朝" w:hint="eastAsia"/>
          <w:kern w:val="0"/>
          <w:szCs w:val="21"/>
        </w:rPr>
        <w:t>発注者は</w:t>
      </w:r>
      <w:r w:rsidR="007E11AE" w:rsidRPr="007B1589">
        <w:rPr>
          <w:rFonts w:hAnsi="ＭＳ 明朝" w:hint="eastAsia"/>
          <w:kern w:val="0"/>
          <w:szCs w:val="21"/>
        </w:rPr>
        <w:t>、</w:t>
      </w:r>
      <w:r w:rsidRPr="007B1589">
        <w:rPr>
          <w:rFonts w:hAnsi="ＭＳ 明朝" w:hint="eastAsia"/>
          <w:kern w:val="0"/>
          <w:szCs w:val="21"/>
        </w:rPr>
        <w:t>受注者から遅延日数につき年</w:t>
      </w:r>
      <w:r w:rsidR="00004C11" w:rsidRPr="007B1589">
        <w:rPr>
          <w:rFonts w:hAnsi="ＭＳ 明朝"/>
          <w:kern w:val="0"/>
          <w:szCs w:val="21"/>
        </w:rPr>
        <w:t>3</w:t>
      </w:r>
      <w:r w:rsidRPr="007B1589">
        <w:rPr>
          <w:rFonts w:hAnsi="ＭＳ 明朝" w:hint="eastAsia"/>
          <w:kern w:val="0"/>
          <w:szCs w:val="21"/>
        </w:rPr>
        <w:t>パーセントの割合で計算した額の延滞金を徴収する。</w:t>
      </w:r>
    </w:p>
    <w:p w14:paraId="769F918E" w14:textId="77777777" w:rsidR="00B31712" w:rsidRPr="007B1589" w:rsidRDefault="007E11AE" w:rsidP="00742DA1">
      <w:pPr>
        <w:autoSpaceDE w:val="0"/>
        <w:autoSpaceDN w:val="0"/>
        <w:adjustRightInd w:val="0"/>
        <w:jc w:val="left"/>
        <w:rPr>
          <w:rFonts w:hAnsi="ＭＳ 明朝"/>
          <w:kern w:val="0"/>
          <w:szCs w:val="21"/>
        </w:rPr>
      </w:pPr>
      <w:r w:rsidRPr="007B1589">
        <w:rPr>
          <w:rFonts w:hAnsi="ＭＳ 明朝"/>
          <w:kern w:val="0"/>
          <w:szCs w:val="21"/>
        </w:rPr>
        <w:t>(</w:t>
      </w:r>
      <w:r w:rsidR="00B31712" w:rsidRPr="007B1589">
        <w:rPr>
          <w:rFonts w:hAnsi="ＭＳ 明朝" w:hint="eastAsia"/>
          <w:kern w:val="0"/>
          <w:szCs w:val="21"/>
        </w:rPr>
        <w:t>補則</w:t>
      </w:r>
      <w:r w:rsidRPr="007B1589">
        <w:rPr>
          <w:rFonts w:hAnsi="ＭＳ 明朝"/>
          <w:kern w:val="0"/>
          <w:szCs w:val="21"/>
        </w:rPr>
        <w:t>)</w:t>
      </w:r>
    </w:p>
    <w:p w14:paraId="629FF60F" w14:textId="21CC86FE" w:rsidR="00B31712" w:rsidRPr="007B1589" w:rsidRDefault="00B31712" w:rsidP="00742DA1">
      <w:pPr>
        <w:autoSpaceDE w:val="0"/>
        <w:autoSpaceDN w:val="0"/>
        <w:adjustRightInd w:val="0"/>
        <w:ind w:left="202" w:hangingChars="100" w:hanging="202"/>
        <w:jc w:val="left"/>
        <w:rPr>
          <w:rFonts w:hAnsi="ＭＳ 明朝"/>
          <w:kern w:val="0"/>
          <w:szCs w:val="21"/>
        </w:rPr>
      </w:pPr>
      <w:r w:rsidRPr="007B1589">
        <w:rPr>
          <w:rFonts w:hAnsi="ＭＳ 明朝" w:hint="eastAsia"/>
          <w:kern w:val="0"/>
          <w:szCs w:val="21"/>
        </w:rPr>
        <w:t>第</w:t>
      </w:r>
      <w:r w:rsidR="00DA22F3" w:rsidRPr="007B1589">
        <w:rPr>
          <w:rFonts w:hAnsi="ＭＳ 明朝"/>
          <w:kern w:val="0"/>
          <w:szCs w:val="21"/>
        </w:rPr>
        <w:t>39</w:t>
      </w:r>
      <w:r w:rsidRPr="007B1589">
        <w:rPr>
          <w:rFonts w:hAnsi="ＭＳ 明朝" w:hint="eastAsia"/>
          <w:kern w:val="0"/>
          <w:szCs w:val="21"/>
        </w:rPr>
        <w:t xml:space="preserve">　この契約基準に定めのない事項は</w:t>
      </w:r>
      <w:r w:rsidR="007E11AE" w:rsidRPr="007B1589">
        <w:rPr>
          <w:rFonts w:hAnsi="ＭＳ 明朝" w:hint="eastAsia"/>
          <w:kern w:val="0"/>
          <w:szCs w:val="21"/>
        </w:rPr>
        <w:t>、</w:t>
      </w:r>
      <w:r w:rsidRPr="007B1589">
        <w:rPr>
          <w:rFonts w:hAnsi="ＭＳ 明朝" w:hint="eastAsia"/>
          <w:kern w:val="0"/>
          <w:szCs w:val="21"/>
        </w:rPr>
        <w:t>必要に応じて発注者と受注者とが協議して定める。</w:t>
      </w:r>
    </w:p>
    <w:p w14:paraId="2DAF98DC" w14:textId="77777777" w:rsidR="00B31712" w:rsidRPr="007B1589" w:rsidRDefault="00B31712" w:rsidP="00742DA1">
      <w:pPr>
        <w:jc w:val="left"/>
        <w:rPr>
          <w:rFonts w:hAnsi="ＭＳ 明朝"/>
          <w:szCs w:val="21"/>
        </w:rPr>
      </w:pPr>
    </w:p>
    <w:p w14:paraId="4487E99E" w14:textId="77777777" w:rsidR="00B31712" w:rsidRPr="007B1589" w:rsidRDefault="00B31712" w:rsidP="00742DA1">
      <w:pPr>
        <w:jc w:val="left"/>
        <w:rPr>
          <w:rFonts w:hAnsi="ＭＳ 明朝"/>
          <w:szCs w:val="21"/>
        </w:rPr>
      </w:pPr>
    </w:p>
    <w:p w14:paraId="2D1A26FE" w14:textId="77777777" w:rsidR="00B31712" w:rsidRPr="007B1589" w:rsidRDefault="00B31712" w:rsidP="00742DA1">
      <w:pPr>
        <w:jc w:val="left"/>
        <w:rPr>
          <w:rFonts w:hAnsi="ＭＳ 明朝"/>
          <w:szCs w:val="21"/>
        </w:rPr>
      </w:pPr>
    </w:p>
    <w:p w14:paraId="5F56BAE2" w14:textId="77777777" w:rsidR="00F47940" w:rsidRPr="007B1589" w:rsidRDefault="00F47940" w:rsidP="00C57F31">
      <w:pPr>
        <w:jc w:val="left"/>
        <w:rPr>
          <w:rFonts w:hAnsi="ＭＳ 明朝"/>
          <w:szCs w:val="21"/>
        </w:rPr>
      </w:pPr>
    </w:p>
    <w:sectPr w:rsidR="00F47940" w:rsidRPr="007B1589" w:rsidSect="00264995">
      <w:pgSz w:w="11906" w:h="16838" w:code="9"/>
      <w:pgMar w:top="1134" w:right="1418" w:bottom="1134" w:left="1418" w:header="851" w:footer="992" w:gutter="0"/>
      <w:cols w:space="425"/>
      <w:docGrid w:type="linesAndChars" w:linePitch="323"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B0E29" w14:textId="77777777" w:rsidR="004D0767" w:rsidRDefault="004D0767" w:rsidP="00E40B09">
      <w:r>
        <w:separator/>
      </w:r>
    </w:p>
  </w:endnote>
  <w:endnote w:type="continuationSeparator" w:id="0">
    <w:p w14:paraId="7C288757" w14:textId="77777777" w:rsidR="004D0767" w:rsidRDefault="004D0767" w:rsidP="00E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C4F18" w14:textId="77777777" w:rsidR="004D0767" w:rsidRDefault="004D0767" w:rsidP="00E40B09">
      <w:r>
        <w:separator/>
      </w:r>
    </w:p>
  </w:footnote>
  <w:footnote w:type="continuationSeparator" w:id="0">
    <w:p w14:paraId="25E05B9E" w14:textId="77777777" w:rsidR="004D0767" w:rsidRDefault="004D0767" w:rsidP="00E40B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24A8A"/>
    <w:multiLevelType w:val="hybridMultilevel"/>
    <w:tmpl w:val="63485FCC"/>
    <w:lvl w:ilvl="0" w:tplc="22AEDCA0">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8483A8E"/>
    <w:multiLevelType w:val="hybridMultilevel"/>
    <w:tmpl w:val="1E52B876"/>
    <w:lvl w:ilvl="0" w:tplc="4E569AA4">
      <w:start w:val="1"/>
      <w:numFmt w:val="decimalFullWidth"/>
      <w:lvlText w:val="第%1条"/>
      <w:lvlJc w:val="left"/>
      <w:pPr>
        <w:tabs>
          <w:tab w:val="num" w:pos="720"/>
        </w:tabs>
        <w:ind w:left="720" w:hanging="720"/>
      </w:pPr>
      <w:rPr>
        <w:rFonts w:hint="default"/>
      </w:rPr>
    </w:lvl>
    <w:lvl w:ilvl="1" w:tplc="0CD0E5B8">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F736AF"/>
    <w:multiLevelType w:val="hybridMultilevel"/>
    <w:tmpl w:val="E6C6C6FE"/>
    <w:lvl w:ilvl="0" w:tplc="938253D8">
      <w:start w:val="1"/>
      <w:numFmt w:val="decimal"/>
      <w:lvlText w:val="（%1）"/>
      <w:lvlJc w:val="left"/>
      <w:pPr>
        <w:tabs>
          <w:tab w:val="num" w:pos="1225"/>
        </w:tabs>
        <w:ind w:left="1225" w:hanging="720"/>
      </w:pPr>
      <w:rPr>
        <w:rFonts w:hint="default"/>
      </w:rPr>
    </w:lvl>
    <w:lvl w:ilvl="1" w:tplc="04090017" w:tentative="1">
      <w:start w:val="1"/>
      <w:numFmt w:val="aiueoFullWidth"/>
      <w:lvlText w:val="(%2)"/>
      <w:lvlJc w:val="left"/>
      <w:pPr>
        <w:tabs>
          <w:tab w:val="num" w:pos="1345"/>
        </w:tabs>
        <w:ind w:left="1345" w:hanging="420"/>
      </w:pPr>
    </w:lvl>
    <w:lvl w:ilvl="2" w:tplc="04090011" w:tentative="1">
      <w:start w:val="1"/>
      <w:numFmt w:val="decimalEnclosedCircle"/>
      <w:lvlText w:val="%3"/>
      <w:lvlJc w:val="left"/>
      <w:pPr>
        <w:tabs>
          <w:tab w:val="num" w:pos="1765"/>
        </w:tabs>
        <w:ind w:left="1765" w:hanging="420"/>
      </w:pPr>
    </w:lvl>
    <w:lvl w:ilvl="3" w:tplc="0409000F" w:tentative="1">
      <w:start w:val="1"/>
      <w:numFmt w:val="decimal"/>
      <w:lvlText w:val="%4."/>
      <w:lvlJc w:val="left"/>
      <w:pPr>
        <w:tabs>
          <w:tab w:val="num" w:pos="2185"/>
        </w:tabs>
        <w:ind w:left="2185" w:hanging="420"/>
      </w:pPr>
    </w:lvl>
    <w:lvl w:ilvl="4" w:tplc="04090017" w:tentative="1">
      <w:start w:val="1"/>
      <w:numFmt w:val="aiueoFullWidth"/>
      <w:lvlText w:val="(%5)"/>
      <w:lvlJc w:val="left"/>
      <w:pPr>
        <w:tabs>
          <w:tab w:val="num" w:pos="2605"/>
        </w:tabs>
        <w:ind w:left="2605" w:hanging="420"/>
      </w:pPr>
    </w:lvl>
    <w:lvl w:ilvl="5" w:tplc="04090011" w:tentative="1">
      <w:start w:val="1"/>
      <w:numFmt w:val="decimalEnclosedCircle"/>
      <w:lvlText w:val="%6"/>
      <w:lvlJc w:val="left"/>
      <w:pPr>
        <w:tabs>
          <w:tab w:val="num" w:pos="3025"/>
        </w:tabs>
        <w:ind w:left="3025" w:hanging="420"/>
      </w:pPr>
    </w:lvl>
    <w:lvl w:ilvl="6" w:tplc="0409000F" w:tentative="1">
      <w:start w:val="1"/>
      <w:numFmt w:val="decimal"/>
      <w:lvlText w:val="%7."/>
      <w:lvlJc w:val="left"/>
      <w:pPr>
        <w:tabs>
          <w:tab w:val="num" w:pos="3445"/>
        </w:tabs>
        <w:ind w:left="3445" w:hanging="420"/>
      </w:pPr>
    </w:lvl>
    <w:lvl w:ilvl="7" w:tplc="04090017" w:tentative="1">
      <w:start w:val="1"/>
      <w:numFmt w:val="aiueoFullWidth"/>
      <w:lvlText w:val="(%8)"/>
      <w:lvlJc w:val="left"/>
      <w:pPr>
        <w:tabs>
          <w:tab w:val="num" w:pos="3865"/>
        </w:tabs>
        <w:ind w:left="3865" w:hanging="420"/>
      </w:pPr>
    </w:lvl>
    <w:lvl w:ilvl="8" w:tplc="04090011" w:tentative="1">
      <w:start w:val="1"/>
      <w:numFmt w:val="decimalEnclosedCircle"/>
      <w:lvlText w:val="%9"/>
      <w:lvlJc w:val="left"/>
      <w:pPr>
        <w:tabs>
          <w:tab w:val="num" w:pos="4285"/>
        </w:tabs>
        <w:ind w:left="4285" w:hanging="420"/>
      </w:pPr>
    </w:lvl>
  </w:abstractNum>
  <w:abstractNum w:abstractNumId="3" w15:restartNumberingAfterBreak="0">
    <w:nsid w:val="428812B1"/>
    <w:multiLevelType w:val="hybridMultilevel"/>
    <w:tmpl w:val="7F16D840"/>
    <w:lvl w:ilvl="0" w:tplc="60AE7A90">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72D3C3A"/>
    <w:multiLevelType w:val="hybridMultilevel"/>
    <w:tmpl w:val="85C65FB6"/>
    <w:lvl w:ilvl="0" w:tplc="8668AC0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F811DF"/>
    <w:multiLevelType w:val="hybridMultilevel"/>
    <w:tmpl w:val="3F0AB182"/>
    <w:lvl w:ilvl="0" w:tplc="01F0A00A">
      <w:start w:val="6"/>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5C3316"/>
    <w:multiLevelType w:val="multilevel"/>
    <w:tmpl w:val="BE1CA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F225E04"/>
    <w:multiLevelType w:val="multilevel"/>
    <w:tmpl w:val="5F9C5C2C"/>
    <w:lvl w:ilvl="0">
      <w:start w:val="1"/>
      <w:numFmt w:val="decimalFullWidth"/>
      <w:lvlText w:val="第%1条"/>
      <w:lvlJc w:val="left"/>
      <w:pPr>
        <w:tabs>
          <w:tab w:val="num" w:pos="720"/>
        </w:tabs>
        <w:ind w:left="720" w:hanging="720"/>
      </w:pPr>
      <w:rPr>
        <w:rFonts w:hint="default"/>
      </w:rPr>
    </w:lvl>
    <w:lvl w:ilvl="1">
      <w:start w:val="1"/>
      <w:numFmt w:val="decimalFullWidth"/>
      <w:lvlText w:val="%2．"/>
      <w:lvlJc w:val="left"/>
      <w:pPr>
        <w:tabs>
          <w:tab w:val="num" w:pos="690"/>
        </w:tabs>
        <w:ind w:left="690" w:hanging="27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656762BB"/>
    <w:multiLevelType w:val="hybridMultilevel"/>
    <w:tmpl w:val="5F9C5C2C"/>
    <w:lvl w:ilvl="0" w:tplc="935A890C">
      <w:start w:val="1"/>
      <w:numFmt w:val="decimalFullWidth"/>
      <w:lvlText w:val="第%1条"/>
      <w:lvlJc w:val="left"/>
      <w:pPr>
        <w:tabs>
          <w:tab w:val="num" w:pos="720"/>
        </w:tabs>
        <w:ind w:left="720" w:hanging="720"/>
      </w:pPr>
      <w:rPr>
        <w:rFonts w:hint="default"/>
      </w:rPr>
    </w:lvl>
    <w:lvl w:ilvl="1" w:tplc="90F2374E">
      <w:start w:val="1"/>
      <w:numFmt w:val="decimalFullWidth"/>
      <w:lvlText w:val="%2．"/>
      <w:lvlJc w:val="left"/>
      <w:pPr>
        <w:tabs>
          <w:tab w:val="num" w:pos="690"/>
        </w:tabs>
        <w:ind w:left="690" w:hanging="27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 w:numId="4">
    <w:abstractNumId w:val="5"/>
  </w:num>
  <w:num w:numId="5">
    <w:abstractNumId w:val="6"/>
  </w:num>
  <w:num w:numId="6">
    <w:abstractNumId w:val="8"/>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23"/>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712"/>
    <w:rsid w:val="00004C11"/>
    <w:rsid w:val="00014861"/>
    <w:rsid w:val="00016A73"/>
    <w:rsid w:val="000554DB"/>
    <w:rsid w:val="000A3917"/>
    <w:rsid w:val="000F676E"/>
    <w:rsid w:val="001215ED"/>
    <w:rsid w:val="001D4C6F"/>
    <w:rsid w:val="0020120F"/>
    <w:rsid w:val="0023487D"/>
    <w:rsid w:val="00237C9A"/>
    <w:rsid w:val="0025091E"/>
    <w:rsid w:val="00264995"/>
    <w:rsid w:val="002715C6"/>
    <w:rsid w:val="00275FD2"/>
    <w:rsid w:val="002C2A62"/>
    <w:rsid w:val="002F18D1"/>
    <w:rsid w:val="00356080"/>
    <w:rsid w:val="00382DD6"/>
    <w:rsid w:val="003956A8"/>
    <w:rsid w:val="003D1349"/>
    <w:rsid w:val="0048785F"/>
    <w:rsid w:val="004B5273"/>
    <w:rsid w:val="004D0767"/>
    <w:rsid w:val="0052199C"/>
    <w:rsid w:val="00540552"/>
    <w:rsid w:val="00574BD2"/>
    <w:rsid w:val="00583B66"/>
    <w:rsid w:val="005B752D"/>
    <w:rsid w:val="005D6745"/>
    <w:rsid w:val="00641A47"/>
    <w:rsid w:val="0069213E"/>
    <w:rsid w:val="006D1E09"/>
    <w:rsid w:val="006D3364"/>
    <w:rsid w:val="00727B34"/>
    <w:rsid w:val="00733C3D"/>
    <w:rsid w:val="00742DA1"/>
    <w:rsid w:val="00764F6E"/>
    <w:rsid w:val="007675AE"/>
    <w:rsid w:val="007B1589"/>
    <w:rsid w:val="007B161C"/>
    <w:rsid w:val="007B2DA1"/>
    <w:rsid w:val="007E11AE"/>
    <w:rsid w:val="0080220D"/>
    <w:rsid w:val="00813659"/>
    <w:rsid w:val="00821BAB"/>
    <w:rsid w:val="00827AE1"/>
    <w:rsid w:val="00834F40"/>
    <w:rsid w:val="0086389F"/>
    <w:rsid w:val="00895DDC"/>
    <w:rsid w:val="008A45F6"/>
    <w:rsid w:val="008C16BD"/>
    <w:rsid w:val="008D5855"/>
    <w:rsid w:val="008F5A3F"/>
    <w:rsid w:val="00923F7E"/>
    <w:rsid w:val="00942CE0"/>
    <w:rsid w:val="009C494B"/>
    <w:rsid w:val="009C7CDF"/>
    <w:rsid w:val="009D7A43"/>
    <w:rsid w:val="009F523E"/>
    <w:rsid w:val="00A22F21"/>
    <w:rsid w:val="00A83AED"/>
    <w:rsid w:val="00AB5CBE"/>
    <w:rsid w:val="00B062D3"/>
    <w:rsid w:val="00B144A8"/>
    <w:rsid w:val="00B31712"/>
    <w:rsid w:val="00B61257"/>
    <w:rsid w:val="00B615E4"/>
    <w:rsid w:val="00B815A6"/>
    <w:rsid w:val="00B94F77"/>
    <w:rsid w:val="00BD2F29"/>
    <w:rsid w:val="00BD7241"/>
    <w:rsid w:val="00C1691A"/>
    <w:rsid w:val="00C347B3"/>
    <w:rsid w:val="00C43749"/>
    <w:rsid w:val="00C46257"/>
    <w:rsid w:val="00C57F31"/>
    <w:rsid w:val="00C6222D"/>
    <w:rsid w:val="00CD07F0"/>
    <w:rsid w:val="00D062F3"/>
    <w:rsid w:val="00D06BA2"/>
    <w:rsid w:val="00D265E1"/>
    <w:rsid w:val="00D82B53"/>
    <w:rsid w:val="00D84C09"/>
    <w:rsid w:val="00DA22F3"/>
    <w:rsid w:val="00DE4722"/>
    <w:rsid w:val="00E25019"/>
    <w:rsid w:val="00E26B94"/>
    <w:rsid w:val="00E40B09"/>
    <w:rsid w:val="00E601A5"/>
    <w:rsid w:val="00E841A4"/>
    <w:rsid w:val="00E90D43"/>
    <w:rsid w:val="00EF38F2"/>
    <w:rsid w:val="00F1458E"/>
    <w:rsid w:val="00F16812"/>
    <w:rsid w:val="00F36D47"/>
    <w:rsid w:val="00F47940"/>
    <w:rsid w:val="00F775B3"/>
    <w:rsid w:val="00F92565"/>
    <w:rsid w:val="00FA4F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2A3257E5"/>
  <w15:chartTrackingRefBased/>
  <w15:docId w15:val="{BE2B577E-422D-4734-833C-439F2EF9B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995"/>
    <w:pPr>
      <w:widowControl w:val="0"/>
      <w:jc w:val="both"/>
    </w:pPr>
    <w:rPr>
      <w:rFonts w:ascii="ＭＳ 明朝"/>
      <w:kern w:val="2"/>
      <w:sz w:val="21"/>
      <w:szCs w:val="24"/>
    </w:rPr>
  </w:style>
  <w:style w:type="paragraph" w:styleId="1">
    <w:name w:val="heading 1"/>
    <w:basedOn w:val="a"/>
    <w:qFormat/>
    <w:rsid w:val="00B31712"/>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B31712"/>
    <w:pPr>
      <w:autoSpaceDE w:val="0"/>
      <w:autoSpaceDN w:val="0"/>
      <w:adjustRightInd w:val="0"/>
      <w:ind w:leftChars="-3" w:left="200" w:hangingChars="102" w:hanging="206"/>
      <w:jc w:val="left"/>
    </w:pPr>
  </w:style>
  <w:style w:type="character" w:styleId="a3">
    <w:name w:val="Hyperlink"/>
    <w:rsid w:val="00B31712"/>
    <w:rPr>
      <w:color w:val="0000FF"/>
      <w:u w:val="single"/>
    </w:rPr>
  </w:style>
  <w:style w:type="paragraph" w:customStyle="1" w:styleId="itemfirstpara">
    <w:name w:val="item_first_para"/>
    <w:basedOn w:val="a"/>
    <w:rsid w:val="00B31712"/>
    <w:pPr>
      <w:widowControl/>
      <w:spacing w:before="100" w:beforeAutospacing="1" w:after="100" w:afterAutospacing="1" w:line="336" w:lineRule="auto"/>
      <w:ind w:left="400" w:hanging="240"/>
      <w:jc w:val="left"/>
    </w:pPr>
    <w:rPr>
      <w:rFonts w:ascii="ＭＳ Ｐゴシック" w:eastAsia="ＭＳ Ｐゴシック" w:hAnsi="ＭＳ Ｐゴシック" w:cs="ＭＳ Ｐゴシック"/>
      <w:kern w:val="0"/>
      <w:sz w:val="24"/>
    </w:rPr>
  </w:style>
  <w:style w:type="paragraph" w:customStyle="1" w:styleId="listf">
    <w:name w:val="list_f"/>
    <w:basedOn w:val="a"/>
    <w:rsid w:val="00B31712"/>
    <w:pPr>
      <w:widowControl/>
      <w:spacing w:before="100" w:beforeAutospacing="1" w:after="100" w:afterAutospacing="1" w:line="336" w:lineRule="auto"/>
      <w:ind w:left="760" w:hanging="220"/>
      <w:jc w:val="left"/>
    </w:pPr>
    <w:rPr>
      <w:rFonts w:ascii="ＭＳ Ｐゴシック" w:eastAsia="ＭＳ Ｐゴシック" w:hAnsi="ＭＳ Ｐゴシック" w:cs="ＭＳ Ｐゴシック"/>
      <w:kern w:val="0"/>
      <w:sz w:val="24"/>
    </w:rPr>
  </w:style>
  <w:style w:type="paragraph" w:customStyle="1" w:styleId="articlepara">
    <w:name w:val="article_para"/>
    <w:basedOn w:val="a"/>
    <w:rsid w:val="00B31712"/>
    <w:pPr>
      <w:widowControl/>
      <w:spacing w:before="100" w:beforeAutospacing="1" w:after="100" w:afterAutospacing="1" w:line="336" w:lineRule="auto"/>
      <w:ind w:left="220" w:hanging="220"/>
      <w:jc w:val="left"/>
    </w:pPr>
    <w:rPr>
      <w:rFonts w:ascii="ＭＳ Ｐゴシック" w:eastAsia="ＭＳ Ｐゴシック" w:hAnsi="ＭＳ Ｐゴシック" w:cs="ＭＳ Ｐゴシック"/>
      <w:kern w:val="0"/>
      <w:sz w:val="24"/>
    </w:rPr>
  </w:style>
  <w:style w:type="paragraph" w:customStyle="1" w:styleId="clausefirstpara">
    <w:name w:val="clause_first_para"/>
    <w:basedOn w:val="a"/>
    <w:rsid w:val="00B31712"/>
    <w:pPr>
      <w:widowControl/>
      <w:spacing w:before="100" w:beforeAutospacing="1" w:after="100" w:afterAutospacing="1" w:line="336" w:lineRule="auto"/>
      <w:ind w:left="220" w:hanging="220"/>
      <w:jc w:val="left"/>
    </w:pPr>
    <w:rPr>
      <w:rFonts w:ascii="ＭＳ Ｐゴシック" w:eastAsia="ＭＳ Ｐゴシック" w:hAnsi="ＭＳ Ｐゴシック" w:cs="ＭＳ Ｐゴシック"/>
      <w:kern w:val="0"/>
      <w:sz w:val="24"/>
    </w:rPr>
  </w:style>
  <w:style w:type="paragraph" w:customStyle="1" w:styleId="clausefirstparann">
    <w:name w:val="clause_first_para_nn"/>
    <w:basedOn w:val="a"/>
    <w:rsid w:val="00B31712"/>
    <w:pPr>
      <w:widowControl/>
      <w:spacing w:before="100" w:beforeAutospacing="1" w:after="100" w:afterAutospacing="1" w:line="336" w:lineRule="auto"/>
      <w:ind w:firstLine="240"/>
      <w:jc w:val="left"/>
    </w:pPr>
    <w:rPr>
      <w:rFonts w:ascii="ＭＳ Ｐゴシック" w:eastAsia="ＭＳ Ｐゴシック" w:hAnsi="ＭＳ Ｐゴシック" w:cs="ＭＳ Ｐゴシック"/>
      <w:kern w:val="0"/>
      <w:sz w:val="24"/>
    </w:rPr>
  </w:style>
  <w:style w:type="character" w:customStyle="1" w:styleId="supplementtitle">
    <w:name w:val="supplement_title"/>
    <w:rsid w:val="00B31712"/>
    <w:rPr>
      <w:b/>
      <w:bCs/>
      <w:spacing w:val="220"/>
    </w:rPr>
  </w:style>
  <w:style w:type="character" w:customStyle="1" w:styleId="num">
    <w:name w:val="num"/>
    <w:rsid w:val="00B31712"/>
    <w:rPr>
      <w:b/>
      <w:bCs/>
    </w:rPr>
  </w:style>
  <w:style w:type="paragraph" w:styleId="z-">
    <w:name w:val="HTML Top of Form"/>
    <w:basedOn w:val="a"/>
    <w:next w:val="a"/>
    <w:hidden/>
    <w:rsid w:val="00B31712"/>
    <w:pPr>
      <w:widowControl/>
      <w:pBdr>
        <w:bottom w:val="single" w:sz="6" w:space="1" w:color="auto"/>
      </w:pBdr>
      <w:jc w:val="center"/>
    </w:pPr>
    <w:rPr>
      <w:rFonts w:ascii="Arial" w:eastAsia="ＭＳ Ｐゴシック" w:hAnsi="Arial" w:cs="Arial"/>
      <w:vanish/>
      <w:kern w:val="0"/>
      <w:sz w:val="16"/>
      <w:szCs w:val="16"/>
    </w:rPr>
  </w:style>
  <w:style w:type="paragraph" w:styleId="z-0">
    <w:name w:val="HTML Bottom of Form"/>
    <w:basedOn w:val="a"/>
    <w:next w:val="a"/>
    <w:hidden/>
    <w:rsid w:val="00B31712"/>
    <w:pPr>
      <w:widowControl/>
      <w:pBdr>
        <w:top w:val="single" w:sz="6" w:space="1" w:color="auto"/>
      </w:pBdr>
      <w:jc w:val="center"/>
    </w:pPr>
    <w:rPr>
      <w:rFonts w:ascii="Arial" w:eastAsia="ＭＳ Ｐゴシック" w:hAnsi="Arial" w:cs="Arial"/>
      <w:vanish/>
      <w:kern w:val="0"/>
      <w:sz w:val="16"/>
      <w:szCs w:val="16"/>
    </w:rPr>
  </w:style>
  <w:style w:type="paragraph" w:styleId="a4">
    <w:name w:val="header"/>
    <w:basedOn w:val="a"/>
    <w:rsid w:val="00B31712"/>
    <w:pPr>
      <w:tabs>
        <w:tab w:val="center" w:pos="4252"/>
        <w:tab w:val="right" w:pos="8504"/>
      </w:tabs>
      <w:snapToGrid w:val="0"/>
    </w:pPr>
  </w:style>
  <w:style w:type="paragraph" w:styleId="a5">
    <w:name w:val="footer"/>
    <w:basedOn w:val="a"/>
    <w:rsid w:val="00B31712"/>
    <w:pPr>
      <w:tabs>
        <w:tab w:val="center" w:pos="4252"/>
        <w:tab w:val="right" w:pos="8504"/>
      </w:tabs>
      <w:snapToGrid w:val="0"/>
    </w:pPr>
  </w:style>
  <w:style w:type="paragraph" w:styleId="a6">
    <w:name w:val="annotation text"/>
    <w:basedOn w:val="a"/>
    <w:link w:val="a7"/>
    <w:semiHidden/>
    <w:rsid w:val="00B31712"/>
    <w:pPr>
      <w:jc w:val="left"/>
    </w:pPr>
  </w:style>
  <w:style w:type="paragraph" w:styleId="a8">
    <w:name w:val="Body Text Indent"/>
    <w:basedOn w:val="a"/>
    <w:rsid w:val="00B31712"/>
    <w:pPr>
      <w:ind w:left="648" w:hangingChars="300" w:hanging="648"/>
    </w:pPr>
    <w:rPr>
      <w:rFonts w:hAnsi="ＭＳ 明朝"/>
      <w:kern w:val="0"/>
      <w:sz w:val="20"/>
      <w:szCs w:val="20"/>
    </w:rPr>
  </w:style>
  <w:style w:type="paragraph" w:customStyle="1" w:styleId="center1">
    <w:name w:val="center1"/>
    <w:basedOn w:val="a"/>
    <w:rsid w:val="00B3171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9">
    <w:name w:val="page number"/>
    <w:basedOn w:val="a0"/>
    <w:rsid w:val="00B31712"/>
  </w:style>
  <w:style w:type="paragraph" w:styleId="aa">
    <w:name w:val="Balloon Text"/>
    <w:basedOn w:val="a"/>
    <w:link w:val="ab"/>
    <w:rsid w:val="002C2A62"/>
    <w:rPr>
      <w:rFonts w:ascii="Arial" w:eastAsia="ＭＳ ゴシック" w:hAnsi="Arial"/>
      <w:sz w:val="18"/>
      <w:szCs w:val="18"/>
    </w:rPr>
  </w:style>
  <w:style w:type="character" w:customStyle="1" w:styleId="ab">
    <w:name w:val="吹き出し (文字)"/>
    <w:link w:val="aa"/>
    <w:rsid w:val="002C2A62"/>
    <w:rPr>
      <w:rFonts w:ascii="Arial" w:eastAsia="ＭＳ ゴシック" w:hAnsi="Arial" w:cs="Times New Roman"/>
      <w:kern w:val="2"/>
      <w:sz w:val="18"/>
      <w:szCs w:val="18"/>
    </w:rPr>
  </w:style>
  <w:style w:type="character" w:styleId="ac">
    <w:name w:val="annotation reference"/>
    <w:unhideWhenUsed/>
    <w:rsid w:val="00004C11"/>
    <w:rPr>
      <w:sz w:val="18"/>
      <w:szCs w:val="18"/>
    </w:rPr>
  </w:style>
  <w:style w:type="character" w:customStyle="1" w:styleId="a7">
    <w:name w:val="コメント文字列 (文字)"/>
    <w:link w:val="a6"/>
    <w:semiHidden/>
    <w:rsid w:val="00004C11"/>
    <w:rPr>
      <w:rFonts w:ascii="ＭＳ 明朝"/>
      <w:kern w:val="2"/>
      <w:sz w:val="21"/>
      <w:szCs w:val="24"/>
    </w:rPr>
  </w:style>
  <w:style w:type="paragraph" w:styleId="ad">
    <w:name w:val="annotation subject"/>
    <w:basedOn w:val="a6"/>
    <w:next w:val="a6"/>
    <w:link w:val="ae"/>
    <w:rsid w:val="003956A8"/>
    <w:rPr>
      <w:b/>
      <w:bCs/>
    </w:rPr>
  </w:style>
  <w:style w:type="character" w:customStyle="1" w:styleId="ae">
    <w:name w:val="コメント内容 (文字)"/>
    <w:basedOn w:val="a7"/>
    <w:link w:val="ad"/>
    <w:rsid w:val="003956A8"/>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B25A1-F111-4381-966A-5E9FD3167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A4FA5F29</Template>
  <TotalTime>333</TotalTime>
  <Pages>11</Pages>
  <Words>15657</Words>
  <Characters>772</Characters>
  <Application>Microsoft Office Word</Application>
  <DocSecurity>0</DocSecurity>
  <Lines>6</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国立大学法人浜松医科大学物品供給契約等細則</vt:lpstr>
      <vt:lpstr>国立大学法人浜松医科大学物品供給契約等基準</vt:lpstr>
    </vt:vector>
  </TitlesOfParts>
  <Company>浜松医科大学</Company>
  <LinksUpToDate>false</LinksUpToDate>
  <CharactersWithSpaces>16397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国立大学法人浜松医科大学物品供給契約等細則</dc:title>
  <dc:subject/>
  <dc:creator>itoh</dc:creator>
  <cp:keywords/>
  <dc:description/>
  <cp:lastModifiedBy>髙林 秀樹</cp:lastModifiedBy>
  <cp:revision>13</cp:revision>
  <cp:lastPrinted>2015-07-03T06:31:00Z</cp:lastPrinted>
  <dcterms:created xsi:type="dcterms:W3CDTF">2022-01-14T07:34:00Z</dcterms:created>
  <dcterms:modified xsi:type="dcterms:W3CDTF">2025-02-14T00:03:00Z</dcterms:modified>
</cp:coreProperties>
</file>