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C8A" w:rsidRPr="00F10098" w:rsidRDefault="00891C8A" w:rsidP="00891C8A">
      <w:pPr>
        <w:adjustRightInd/>
        <w:ind w:left="210" w:hangingChars="100" w:hanging="210"/>
        <w:jc w:val="right"/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>別紙様式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jc w:val="center"/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  <w:sz w:val="30"/>
          <w:szCs w:val="30"/>
        </w:rPr>
        <w:t>入　　　札　　　書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業</w:t>
      </w:r>
      <w:r w:rsidRPr="00F10098">
        <w:rPr>
          <w:rFonts w:cs="Times New Roman"/>
          <w:color w:val="auto"/>
        </w:rPr>
        <w:t xml:space="preserve"> </w:t>
      </w:r>
      <w:r w:rsidRPr="00F10098">
        <w:rPr>
          <w:rFonts w:hint="eastAsia"/>
          <w:color w:val="auto"/>
        </w:rPr>
        <w:t>務</w:t>
      </w:r>
      <w:r w:rsidRPr="00F10098">
        <w:rPr>
          <w:rFonts w:cs="Times New Roman"/>
          <w:color w:val="auto"/>
        </w:rPr>
        <w:t xml:space="preserve"> </w:t>
      </w:r>
      <w:r w:rsidRPr="00F10098">
        <w:rPr>
          <w:rFonts w:hint="eastAsia"/>
          <w:color w:val="auto"/>
        </w:rPr>
        <w:t xml:space="preserve">名　　　　　</w:t>
      </w:r>
      <w:bookmarkStart w:id="0" w:name="_GoBack"/>
      <w:r w:rsidR="00A31B76">
        <w:rPr>
          <w:rFonts w:hint="eastAsia"/>
          <w:color w:val="auto"/>
        </w:rPr>
        <w:t>浜松医科大学構内緑地管理業務</w:t>
      </w:r>
      <w:bookmarkEnd w:id="0"/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jc w:val="left"/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入札金額　　　　　金　　　　　　　　　　　　　　　円也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仕様書に従って上記の請負を実施するものとして、入札に関する条件を承諾のうえ、上記の金額によって入札します。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jc w:val="left"/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　　令和　　　年　　　月　　　日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　　国立大学法人浜松医科大学　御中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jc w:val="left"/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　　　　　　　　　　競争加入者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　　　　　　　　　　　（住　　　所）　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jc w:val="left"/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　　　　　　　　　　　（氏名・押印）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jc w:val="right"/>
        <w:rPr>
          <w:rFonts w:cs="Times New Roman"/>
          <w:color w:val="auto"/>
          <w:spacing w:val="2"/>
        </w:rPr>
      </w:pPr>
      <w:r w:rsidRPr="00F10098">
        <w:rPr>
          <w:rFonts w:cs="Times New Roman"/>
          <w:color w:val="auto"/>
          <w:sz w:val="24"/>
          <w:szCs w:val="24"/>
        </w:rPr>
        <w:br w:type="page"/>
      </w:r>
      <w:r w:rsidRPr="00F10098">
        <w:rPr>
          <w:rFonts w:hint="eastAsia"/>
          <w:color w:val="auto"/>
        </w:rPr>
        <w:lastRenderedPageBreak/>
        <w:t>別紙様式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jc w:val="center"/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  <w:sz w:val="30"/>
          <w:szCs w:val="30"/>
        </w:rPr>
        <w:t>入　　　札　　　書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業</w:t>
      </w:r>
      <w:r w:rsidRPr="00F10098">
        <w:rPr>
          <w:rFonts w:cs="Times New Roman"/>
          <w:color w:val="auto"/>
        </w:rPr>
        <w:t xml:space="preserve"> </w:t>
      </w:r>
      <w:r w:rsidRPr="00F10098">
        <w:rPr>
          <w:rFonts w:hint="eastAsia"/>
          <w:color w:val="auto"/>
        </w:rPr>
        <w:t>務</w:t>
      </w:r>
      <w:r w:rsidRPr="00F10098">
        <w:rPr>
          <w:rFonts w:cs="Times New Roman"/>
          <w:color w:val="auto"/>
        </w:rPr>
        <w:t xml:space="preserve"> </w:t>
      </w:r>
      <w:r w:rsidRPr="00F10098">
        <w:rPr>
          <w:rFonts w:hint="eastAsia"/>
          <w:color w:val="auto"/>
        </w:rPr>
        <w:t xml:space="preserve">名　　　　　</w:t>
      </w:r>
      <w:r w:rsidR="00A31B76">
        <w:rPr>
          <w:rFonts w:hint="eastAsia"/>
          <w:color w:val="auto"/>
        </w:rPr>
        <w:t>浜松医科大学構内緑地管理業務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jc w:val="left"/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入札金額　　　　　金　　　　　　　　　　　　　　　円也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仕様書に従って上記の請負を実施するものとして、入札に関する条件を承諾のうえ、上記の金額によって入札します。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jc w:val="left"/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　　令和　　　年　　　月　　　日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　　国立大学法人浜松医科大学　御中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　　　　　　　　　　競争加入者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　　　　　　　　　　　（住　　　所）　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jc w:val="left"/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　　　　　　　　　　　（氏名・押印）</w:t>
      </w:r>
      <w:r w:rsidRPr="00F10098">
        <w:rPr>
          <w:rFonts w:cs="Times New Roman"/>
          <w:color w:val="auto"/>
        </w:rPr>
        <w:t xml:space="preserve">                                 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jc w:val="left"/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　　　　　　　　　　代理人</w:t>
      </w:r>
    </w:p>
    <w:p w:rsidR="00891C8A" w:rsidRPr="00F10098" w:rsidRDefault="00891C8A" w:rsidP="00891C8A">
      <w:pPr>
        <w:jc w:val="right"/>
        <w:rPr>
          <w:rFonts w:cs="Times New Roman"/>
          <w:color w:val="auto"/>
          <w:spacing w:val="2"/>
        </w:rPr>
      </w:pPr>
      <w:r w:rsidRPr="00F10098">
        <w:rPr>
          <w:rFonts w:cs="Times New Roman"/>
          <w:color w:val="auto"/>
          <w:sz w:val="24"/>
          <w:szCs w:val="24"/>
        </w:rPr>
        <w:br w:type="page"/>
      </w:r>
      <w:r w:rsidRPr="00F10098">
        <w:rPr>
          <w:rFonts w:hint="eastAsia"/>
          <w:color w:val="auto"/>
        </w:rPr>
        <w:lastRenderedPageBreak/>
        <w:t>別紙様式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jc w:val="center"/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  <w:sz w:val="30"/>
          <w:szCs w:val="30"/>
        </w:rPr>
        <w:t>入　　　札　　　書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jc w:val="left"/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業</w:t>
      </w:r>
      <w:r w:rsidRPr="00F10098">
        <w:rPr>
          <w:rFonts w:cs="Times New Roman"/>
          <w:color w:val="auto"/>
        </w:rPr>
        <w:t xml:space="preserve"> </w:t>
      </w:r>
      <w:r w:rsidRPr="00F10098">
        <w:rPr>
          <w:rFonts w:hint="eastAsia"/>
          <w:color w:val="auto"/>
        </w:rPr>
        <w:t>務</w:t>
      </w:r>
      <w:r w:rsidRPr="00F10098">
        <w:rPr>
          <w:rFonts w:cs="Times New Roman"/>
          <w:color w:val="auto"/>
        </w:rPr>
        <w:t xml:space="preserve"> </w:t>
      </w:r>
      <w:r w:rsidRPr="00F10098">
        <w:rPr>
          <w:rFonts w:hint="eastAsia"/>
          <w:color w:val="auto"/>
        </w:rPr>
        <w:t xml:space="preserve">名　　　　　</w:t>
      </w:r>
      <w:r w:rsidR="00A31B76">
        <w:rPr>
          <w:rFonts w:hint="eastAsia"/>
          <w:color w:val="auto"/>
        </w:rPr>
        <w:t>浜松医科大学構内緑地管理業務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jc w:val="left"/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入札金額　　　　　金　　　　　　　　　　　　　　　円也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仕様書に従って上記の請負を実施するものとして、入札に関する条件を承諾のうえ、上記の金額によって入札します。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　　令和　　　年　　　月　　　日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jc w:val="left"/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　　国立大学法人浜松医科大学　御中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　　　　　　　　　　競争加入者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jc w:val="left"/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　　　　　　　　　　　（住　　　所）　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jc w:val="left"/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　　　　　　　　　　　（氏名・押印）</w:t>
      </w:r>
      <w:r w:rsidRPr="00F10098">
        <w:rPr>
          <w:rFonts w:cs="Times New Roman"/>
          <w:color w:val="auto"/>
        </w:rPr>
        <w:t xml:space="preserve">                                </w:t>
      </w: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891C8A" w:rsidRPr="00F10098" w:rsidRDefault="00891C8A" w:rsidP="00891C8A">
      <w:pPr>
        <w:rPr>
          <w:rFonts w:cs="Times New Roman"/>
          <w:color w:val="auto"/>
          <w:spacing w:val="2"/>
        </w:rPr>
      </w:pPr>
    </w:p>
    <w:p w:rsidR="00FC2C07" w:rsidRPr="00F10098" w:rsidRDefault="00891C8A" w:rsidP="00891C8A">
      <w:pPr>
        <w:rPr>
          <w:rFonts w:cs="Times New Roman"/>
          <w:color w:val="auto"/>
          <w:spacing w:val="2"/>
        </w:rPr>
      </w:pPr>
      <w:r w:rsidRPr="00F10098">
        <w:rPr>
          <w:rFonts w:hint="eastAsia"/>
          <w:color w:val="auto"/>
        </w:rPr>
        <w:t xml:space="preserve">　　　　　　　　　　　復代理人</w:t>
      </w:r>
    </w:p>
    <w:p w:rsidR="0096269A" w:rsidRPr="00F10098" w:rsidRDefault="0096269A"/>
    <w:sectPr w:rsidR="0096269A" w:rsidRPr="00F100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C8A" w:rsidRDefault="00891C8A" w:rsidP="00891C8A">
      <w:r>
        <w:separator/>
      </w:r>
    </w:p>
  </w:endnote>
  <w:endnote w:type="continuationSeparator" w:id="0">
    <w:p w:rsidR="00891C8A" w:rsidRDefault="00891C8A" w:rsidP="00891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C8A" w:rsidRDefault="00891C8A" w:rsidP="00891C8A">
      <w:r>
        <w:separator/>
      </w:r>
    </w:p>
  </w:footnote>
  <w:footnote w:type="continuationSeparator" w:id="0">
    <w:p w:rsidR="00891C8A" w:rsidRDefault="00891C8A" w:rsidP="00891C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C07"/>
    <w:rsid w:val="00613066"/>
    <w:rsid w:val="00615C67"/>
    <w:rsid w:val="00891C8A"/>
    <w:rsid w:val="0096269A"/>
    <w:rsid w:val="00A20CEC"/>
    <w:rsid w:val="00A31B76"/>
    <w:rsid w:val="00C908A8"/>
    <w:rsid w:val="00DF5275"/>
    <w:rsid w:val="00E62A79"/>
    <w:rsid w:val="00F10098"/>
    <w:rsid w:val="00FC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DC9FFB-224E-46F7-96EC-57B33D9C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C07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1C8A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891C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1C8A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43A93180</Template>
  <TotalTime>6</TotalTime>
  <Pages>3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友哉</dc:creator>
  <cp:keywords/>
  <dc:description/>
  <cp:lastModifiedBy>佐々木 友哉</cp:lastModifiedBy>
  <cp:revision>10</cp:revision>
  <dcterms:created xsi:type="dcterms:W3CDTF">2022-02-02T13:42:00Z</dcterms:created>
  <dcterms:modified xsi:type="dcterms:W3CDTF">2023-05-08T09:02:00Z</dcterms:modified>
</cp:coreProperties>
</file>